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21EB" w14:textId="4E263D5A" w:rsidR="00A8682B" w:rsidRPr="005715BA" w:rsidRDefault="00A8682B" w:rsidP="002F0E3B">
      <w:pPr>
        <w:pStyle w:val="Title"/>
        <w:spacing w:after="360"/>
        <w:rPr>
          <w:rFonts w:ascii="Avenir Heavy" w:hAnsi="Avenir Heavy" w:cs="Arial"/>
          <w:b w:val="0"/>
          <w:bCs w:val="0"/>
          <w:color w:val="262626" w:themeColor="text1" w:themeTint="D9"/>
          <w:szCs w:val="28"/>
        </w:rPr>
      </w:pPr>
      <w:r>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0288" behindDoc="0" locked="0" layoutInCell="1" allowOverlap="1" wp14:anchorId="47CB9886" wp14:editId="5013631B">
                <wp:simplePos x="0" y="0"/>
                <wp:positionH relativeFrom="column">
                  <wp:posOffset>28575</wp:posOffset>
                </wp:positionH>
                <wp:positionV relativeFrom="paragraph">
                  <wp:posOffset>236423</wp:posOffset>
                </wp:positionV>
                <wp:extent cx="5865495" cy="0"/>
                <wp:effectExtent l="0" t="0" r="14605" b="12700"/>
                <wp:wrapNone/>
                <wp:docPr id="4" name="Straight Connector 4"/>
                <wp:cNvGraphicFramePr/>
                <a:graphic xmlns:a="http://schemas.openxmlformats.org/drawingml/2006/main">
                  <a:graphicData uri="http://schemas.microsoft.com/office/word/2010/wordprocessingShape">
                    <wps:wsp>
                      <wps:cNvCnPr/>
                      <wps:spPr>
                        <a:xfrm>
                          <a:off x="0" y="0"/>
                          <a:ext cx="5865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20F6BF"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25pt,18.6pt" to="464.1pt,1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" strokecolor="#4472c4 [3204]" strokeweight=".5pt">
                <v:stroke joinstyle="miter"/>
              </v:line>
            </w:pict>
          </mc:Fallback>
        </mc:AlternateContent>
      </w:r>
      <w:r w:rsidR="005715BA">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59264" behindDoc="0" locked="0" layoutInCell="1" allowOverlap="1" wp14:anchorId="7F25DD43" wp14:editId="7DEB89D3">
                <wp:simplePos x="0" y="0"/>
                <wp:positionH relativeFrom="column">
                  <wp:posOffset>-67945</wp:posOffset>
                </wp:positionH>
                <wp:positionV relativeFrom="paragraph">
                  <wp:posOffset>-306502</wp:posOffset>
                </wp:positionV>
                <wp:extent cx="5214026" cy="515566"/>
                <wp:effectExtent l="0" t="0" r="5715" b="5715"/>
                <wp:wrapNone/>
                <wp:docPr id="3" name="Text Box 3"/>
                <wp:cNvGraphicFramePr/>
                <a:graphic xmlns:a="http://schemas.openxmlformats.org/drawingml/2006/main">
                  <a:graphicData uri="http://schemas.microsoft.com/office/word/2010/wordprocessingShape">
                    <wps:wsp>
                      <wps:cNvSpPr txBox="1"/>
                      <wps:spPr>
                        <a:xfrm>
                          <a:off x="0" y="0"/>
                          <a:ext cx="5214026" cy="515566"/>
                        </a:xfrm>
                        <a:prstGeom prst="rect">
                          <a:avLst/>
                        </a:prstGeom>
                        <a:solidFill>
                          <a:schemeClr val="lt1"/>
                        </a:solidFill>
                        <a:ln w="3175">
                          <a:noFill/>
                        </a:ln>
                      </wps:spPr>
                      <wps:txbx>
                        <w:txbxContent>
                          <w:p w14:paraId="45F1FF8E" w14:textId="2D5C7414" w:rsidR="00F102F0" w:rsidRPr="00C22D9A" w:rsidRDefault="00F102F0" w:rsidP="00F102F0">
                            <w:pPr>
                              <w:rPr>
                                <w:rFonts w:ascii="Aptos SemiBold" w:hAnsi="Aptos SemiBold"/>
                                <w:b/>
                                <w:bCs/>
                                <w:color w:val="4472C4" w:themeColor="accent1"/>
                                <w:sz w:val="32"/>
                                <w:szCs w:val="32"/>
                              </w:rPr>
                            </w:pPr>
                            <w:r w:rsidRPr="00C22D9A">
                              <w:rPr>
                                <w:rFonts w:ascii="Aptos SemiBold" w:hAnsi="Aptos SemiBold" w:cs="Arial"/>
                                <w:b/>
                                <w:bCs/>
                                <w:color w:val="4472C4" w:themeColor="accent1"/>
                                <w:sz w:val="32"/>
                                <w:szCs w:val="32"/>
                              </w:rPr>
                              <w:t>JMP</w:t>
                            </w:r>
                            <w:r w:rsidRPr="00C22D9A">
                              <w:rPr>
                                <w:rFonts w:ascii="Aptos SemiBold" w:hAnsi="Aptos SemiBold" w:cs="Arial"/>
                                <w:b/>
                                <w:bCs/>
                                <w:color w:val="4472C4" w:themeColor="accent1"/>
                                <w:sz w:val="32"/>
                                <w:szCs w:val="32"/>
                                <w:vertAlign w:val="superscript"/>
                              </w:rPr>
                              <w:t>®</w:t>
                            </w:r>
                            <w:r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ENHANCED DATA</w:t>
                            </w:r>
                            <w:r w:rsidR="00E25F67"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5DD43" id="_x0000_t202" coordsize="21600,21600" o:spt="202" path="m,l,21600r21600,l21600,xe">
                <v:stroke joinstyle="miter"/>
                <v:path gradientshapeok="t" o:connecttype="rect"/>
              </v:shapetype>
              <v:shape id="Text Box 3" o:spid="_x0000_s1026" type="#_x0000_t202" style="position:absolute;margin-left:-5.35pt;margin-top:-24.15pt;width:410.55pt;height:4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" fillcolor="white [3201]" stroked="f" strokeweight=".25pt">
                <v:textbox>
                  <w:txbxContent>
                    <w:p w14:paraId="45F1FF8E" w14:textId="2D5C7414" w:rsidR="00F102F0" w:rsidRPr="00C22D9A" w:rsidRDefault="00F102F0" w:rsidP="00F102F0">
                      <w:pPr>
                        <w:rPr>
                          <w:rFonts w:ascii="Aptos SemiBold" w:hAnsi="Aptos SemiBold"/>
                          <w:b/>
                          <w:bCs/>
                          <w:color w:val="4472C4" w:themeColor="accent1"/>
                          <w:sz w:val="32"/>
                          <w:szCs w:val="32"/>
                        </w:rPr>
                      </w:pPr>
                      <w:r w:rsidRPr="00C22D9A">
                        <w:rPr>
                          <w:rFonts w:ascii="Aptos SemiBold" w:hAnsi="Aptos SemiBold" w:cs="Arial"/>
                          <w:b/>
                          <w:bCs/>
                          <w:color w:val="4472C4" w:themeColor="accent1"/>
                          <w:sz w:val="32"/>
                          <w:szCs w:val="32"/>
                        </w:rPr>
                        <w:t>JMP</w:t>
                      </w:r>
                      <w:r w:rsidRPr="00C22D9A">
                        <w:rPr>
                          <w:rFonts w:ascii="Aptos SemiBold" w:hAnsi="Aptos SemiBold" w:cs="Arial"/>
                          <w:b/>
                          <w:bCs/>
                          <w:color w:val="4472C4" w:themeColor="accent1"/>
                          <w:sz w:val="32"/>
                          <w:szCs w:val="32"/>
                          <w:vertAlign w:val="superscript"/>
                        </w:rPr>
                        <w:t>®</w:t>
                      </w:r>
                      <w:r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ENHANCED DATA</w:t>
                      </w:r>
                      <w:r w:rsidR="00E25F67"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v:textbox>
              </v:shape>
            </w:pict>
          </mc:Fallback>
        </mc:AlternateContent>
      </w:r>
    </w:p>
    <w:p w14:paraId="3291C2BB" w14:textId="04E20900" w:rsidR="00D31C6F" w:rsidRDefault="00793166" w:rsidP="00D31C6F">
      <w:pPr>
        <w:pStyle w:val="Title"/>
        <w:spacing w:after="360"/>
        <w:rPr>
          <w:rFonts w:ascii="Aptos SemiBold" w:hAnsi="Aptos SemiBold" w:cs="Arial"/>
          <w:b w:val="0"/>
          <w:bCs w:val="0"/>
          <w:color w:val="262626" w:themeColor="text1" w:themeTint="D9"/>
          <w:szCs w:val="28"/>
        </w:rPr>
      </w:pPr>
      <w:r>
        <w:rPr>
          <w:rFonts w:ascii="Aptos SemiBold" w:hAnsi="Aptos SemiBold" w:cs="Arial"/>
          <w:b w:val="0"/>
          <w:bCs w:val="0"/>
          <w:color w:val="262626" w:themeColor="text1" w:themeTint="D9"/>
          <w:szCs w:val="28"/>
        </w:rPr>
        <w:t>MANUFACTURING LINE</w:t>
      </w:r>
      <w:r w:rsidR="001411E8">
        <w:rPr>
          <w:rFonts w:ascii="Aptos SemiBold" w:hAnsi="Aptos SemiBold" w:cs="Arial"/>
          <w:b w:val="0"/>
          <w:bCs w:val="0"/>
          <w:color w:val="262626" w:themeColor="text1" w:themeTint="D9"/>
          <w:szCs w:val="28"/>
        </w:rPr>
        <w:t>S</w:t>
      </w:r>
      <w:r w:rsidR="008D6E62">
        <w:rPr>
          <w:rFonts w:ascii="Aptos SemiBold" w:hAnsi="Aptos SemiBold" w:cs="Arial"/>
          <w:b w:val="0"/>
          <w:bCs w:val="0"/>
          <w:color w:val="262626" w:themeColor="text1" w:themeTint="D9"/>
          <w:szCs w:val="28"/>
        </w:rPr>
        <w:t>_</w:t>
      </w:r>
      <w:r w:rsidR="001411E8">
        <w:rPr>
          <w:rFonts w:ascii="Aptos SemiBold" w:hAnsi="Aptos SemiBold" w:cs="Arial"/>
          <w:b w:val="0"/>
          <w:bCs w:val="0"/>
          <w:color w:val="262626" w:themeColor="text1" w:themeTint="D9"/>
          <w:szCs w:val="28"/>
        </w:rPr>
        <w:t>NON-OPERATIONAL REASONS</w:t>
      </w:r>
    </w:p>
    <w:p w14:paraId="41D5AB6C" w14:textId="7855E148" w:rsidR="00C22D9A" w:rsidRPr="00D31C6F" w:rsidRDefault="00C22D9A" w:rsidP="00D31C6F">
      <w:pPr>
        <w:pStyle w:val="Title"/>
        <w:spacing w:afterLines="120" w:after="288"/>
        <w:rPr>
          <w:rFonts w:ascii="Aptos SemiBold" w:hAnsi="Aptos SemiBold" w:cs="Arial"/>
          <w:b w:val="0"/>
          <w:bCs w:val="0"/>
          <w:color w:val="262626" w:themeColor="text1" w:themeTint="D9"/>
          <w:szCs w:val="28"/>
        </w:rPr>
      </w:pPr>
      <w:r>
        <w:rPr>
          <w:rFonts w:ascii="Aptos SemiBold" w:hAnsi="Aptos SemiBold" w:cs="Calibri"/>
          <w:color w:val="262626" w:themeColor="text1" w:themeTint="D9"/>
          <w:sz w:val="22"/>
          <w:szCs w:val="22"/>
        </w:rPr>
        <w:t>RELEVANT JMP PLATFORMS AND STATISTICAL TECHNIQUES</w:t>
      </w:r>
    </w:p>
    <w:p w14:paraId="129A5F3E" w14:textId="03394F5F" w:rsidR="00D31C6F" w:rsidRDefault="00421F4B" w:rsidP="007C4E74">
      <w:pPr>
        <w:autoSpaceDE w:val="0"/>
        <w:autoSpaceDN w:val="0"/>
        <w:adjustRightInd w:val="0"/>
        <w:spacing w:before="0" w:afterLines="40" w:after="96"/>
        <w:ind w:left="2160" w:hanging="2160"/>
        <w:rPr>
          <w:rFonts w:ascii="Aptos Light" w:hAnsi="Aptos Light" w:cs="Calibri"/>
          <w:color w:val="262626" w:themeColor="text1" w:themeTint="D9"/>
          <w:sz w:val="22"/>
          <w:szCs w:val="22"/>
        </w:rPr>
      </w:pPr>
      <w:bookmarkStart w:id="0" w:name="OLE_LINK5"/>
      <w:r>
        <w:rPr>
          <w:rFonts w:ascii="Aptos" w:hAnsi="Aptos" w:cs="Calibri"/>
          <w:color w:val="262626" w:themeColor="text1" w:themeTint="D9"/>
          <w:sz w:val="22"/>
          <w:szCs w:val="22"/>
        </w:rPr>
        <w:t>Quality and Process</w:t>
      </w:r>
      <w:r w:rsidR="00C22D9A">
        <w:rPr>
          <w:rFonts w:ascii="Aptos" w:hAnsi="Aptos" w:cs="Calibri"/>
          <w:color w:val="262626" w:themeColor="text1" w:themeTint="D9"/>
          <w:sz w:val="22"/>
          <w:szCs w:val="22"/>
        </w:rPr>
        <w:t xml:space="preserve"> :</w:t>
      </w:r>
      <w:r w:rsidR="00C22D9A">
        <w:rPr>
          <w:rFonts w:ascii="Calibri" w:hAnsi="Calibri" w:cs="Calibri"/>
          <w:color w:val="262626" w:themeColor="text1" w:themeTint="D9"/>
          <w:sz w:val="22"/>
          <w:szCs w:val="22"/>
        </w:rPr>
        <w:tab/>
      </w:r>
      <w:bookmarkEnd w:id="0"/>
      <w:r>
        <w:rPr>
          <w:rFonts w:ascii="Aptos Light" w:hAnsi="Aptos Light" w:cs="Calibri"/>
          <w:color w:val="262626" w:themeColor="text1" w:themeTint="D9"/>
          <w:sz w:val="22"/>
          <w:szCs w:val="22"/>
        </w:rPr>
        <w:t>Pareto Plot</w:t>
      </w:r>
    </w:p>
    <w:p w14:paraId="084B118F" w14:textId="646F87D2" w:rsidR="00A757C9" w:rsidRDefault="00421F4B" w:rsidP="007C4E74">
      <w:pPr>
        <w:autoSpaceDE w:val="0"/>
        <w:autoSpaceDN w:val="0"/>
        <w:adjustRightInd w:val="0"/>
        <w:spacing w:before="0" w:afterLines="40" w:after="96"/>
        <w:ind w:left="2160" w:hanging="2160"/>
        <w:rPr>
          <w:rFonts w:ascii="Aptos Light" w:hAnsi="Aptos Light" w:cs="Calibri"/>
          <w:color w:val="262626" w:themeColor="text1" w:themeTint="D9"/>
          <w:sz w:val="22"/>
          <w:szCs w:val="22"/>
        </w:rPr>
      </w:pPr>
      <w:r>
        <w:rPr>
          <w:rFonts w:ascii="Aptos" w:hAnsi="Aptos" w:cs="Calibri"/>
          <w:color w:val="262626" w:themeColor="text1" w:themeTint="D9"/>
          <w:sz w:val="22"/>
          <w:szCs w:val="22"/>
        </w:rPr>
        <w:t>Graph Builder</w:t>
      </w:r>
      <w:r w:rsidR="00A757C9">
        <w:rPr>
          <w:rFonts w:ascii="Aptos" w:hAnsi="Aptos" w:cs="Calibri"/>
          <w:color w:val="262626" w:themeColor="text1" w:themeTint="D9"/>
          <w:sz w:val="22"/>
          <w:szCs w:val="22"/>
        </w:rPr>
        <w:t xml:space="preserve"> :</w:t>
      </w:r>
      <w:r w:rsidR="00A757C9">
        <w:rPr>
          <w:rFonts w:ascii="Calibri" w:hAnsi="Calibri" w:cs="Calibri"/>
          <w:color w:val="262626" w:themeColor="text1" w:themeTint="D9"/>
          <w:sz w:val="22"/>
          <w:szCs w:val="22"/>
        </w:rPr>
        <w:tab/>
      </w:r>
      <w:r>
        <w:rPr>
          <w:rFonts w:ascii="Aptos Light" w:hAnsi="Aptos Light" w:cs="Calibri"/>
          <w:color w:val="262626" w:themeColor="text1" w:themeTint="D9"/>
          <w:sz w:val="22"/>
          <w:szCs w:val="22"/>
        </w:rPr>
        <w:t>Bar Chart</w:t>
      </w:r>
    </w:p>
    <w:p w14:paraId="26735C91" w14:textId="77777777" w:rsidR="007C4E74" w:rsidRDefault="007C4E74" w:rsidP="007C4E74">
      <w:pPr>
        <w:autoSpaceDE w:val="0"/>
        <w:autoSpaceDN w:val="0"/>
        <w:adjustRightInd w:val="0"/>
        <w:spacing w:before="0" w:afterLines="40" w:after="96"/>
        <w:ind w:left="2160" w:hanging="2160"/>
        <w:rPr>
          <w:rFonts w:ascii="Aptos Light" w:hAnsi="Aptos Light" w:cs="Calibri"/>
          <w:color w:val="262626" w:themeColor="text1" w:themeTint="D9"/>
          <w:sz w:val="22"/>
          <w:szCs w:val="22"/>
        </w:rPr>
      </w:pPr>
      <w:r>
        <w:rPr>
          <w:rFonts w:ascii="Aptos" w:hAnsi="Aptos" w:cs="Calibri"/>
          <w:color w:val="262626" w:themeColor="text1" w:themeTint="D9"/>
          <w:sz w:val="22"/>
          <w:szCs w:val="22"/>
        </w:rPr>
        <w:t>Formula Editor :</w:t>
      </w:r>
      <w:r>
        <w:rPr>
          <w:rFonts w:ascii="Calibri" w:hAnsi="Calibri" w:cs="Calibri"/>
          <w:color w:val="262626" w:themeColor="text1" w:themeTint="D9"/>
          <w:sz w:val="22"/>
          <w:szCs w:val="22"/>
        </w:rPr>
        <w:tab/>
      </w:r>
      <w:r>
        <w:rPr>
          <w:rFonts w:ascii="Aptos Light" w:hAnsi="Aptos Light" w:cs="Calibri"/>
          <w:color w:val="262626" w:themeColor="text1" w:themeTint="D9"/>
          <w:sz w:val="22"/>
          <w:szCs w:val="22"/>
        </w:rPr>
        <w:t>Creating new variables</w:t>
      </w:r>
    </w:p>
    <w:p w14:paraId="703A6CFF" w14:textId="77777777" w:rsidR="007C4E74" w:rsidRDefault="007C4E74" w:rsidP="00A757C9">
      <w:pPr>
        <w:autoSpaceDE w:val="0"/>
        <w:autoSpaceDN w:val="0"/>
        <w:adjustRightInd w:val="0"/>
        <w:spacing w:before="0" w:afterLines="40" w:after="96"/>
        <w:ind w:left="1800" w:hanging="1800"/>
        <w:rPr>
          <w:rFonts w:ascii="Aptos Light" w:hAnsi="Aptos Light" w:cs="Calibri"/>
          <w:color w:val="262626" w:themeColor="text1" w:themeTint="D9"/>
          <w:sz w:val="22"/>
          <w:szCs w:val="22"/>
        </w:rPr>
      </w:pPr>
    </w:p>
    <w:p w14:paraId="393E62D3" w14:textId="77777777" w:rsidR="00FD2D8D" w:rsidRPr="006C5343"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296214F7" w14:textId="03BF39FD" w:rsidR="00FD2D8D" w:rsidRPr="00C22D9A" w:rsidRDefault="00C22D9A" w:rsidP="00FD2D8D">
      <w:pPr>
        <w:pStyle w:val="Title"/>
        <w:spacing w:after="120"/>
        <w:rPr>
          <w:rFonts w:ascii="Aptos SemiBold" w:hAnsi="Aptos SemiBold" w:cs="Calibri"/>
          <w:color w:val="262626" w:themeColor="text1" w:themeTint="D9"/>
          <w:sz w:val="22"/>
          <w:szCs w:val="22"/>
        </w:rPr>
      </w:pPr>
      <w:r>
        <w:rPr>
          <w:rFonts w:ascii="Aptos SemiBold" w:hAnsi="Aptos SemiBold" w:cs="Calibri"/>
          <w:color w:val="262626" w:themeColor="text1" w:themeTint="D9"/>
          <w:sz w:val="22"/>
          <w:szCs w:val="22"/>
        </w:rPr>
        <w:t>PROBLEM STATEMENT</w:t>
      </w:r>
    </w:p>
    <w:p w14:paraId="222AE029" w14:textId="43CBA791" w:rsidR="00B5032A" w:rsidRPr="00B5032A" w:rsidRDefault="0005746C" w:rsidP="008F7677">
      <w:pPr>
        <w:pStyle w:val="NormalWeb"/>
        <w:spacing w:before="0" w:beforeAutospacing="0" w:after="80" w:afterAutospacing="0"/>
        <w:rPr>
          <w:rFonts w:ascii="Aptos Light" w:hAnsi="Aptos Light" w:cs="Avenir Book"/>
          <w:color w:val="262626" w:themeColor="text1" w:themeTint="D9"/>
          <w:sz w:val="22"/>
          <w:szCs w:val="22"/>
        </w:rPr>
      </w:pPr>
      <w:bookmarkStart w:id="1" w:name="OLE_LINK134"/>
      <w:bookmarkStart w:id="2" w:name="OLE_LINK135"/>
      <w:r>
        <w:rPr>
          <w:rFonts w:ascii="Aptos Light" w:hAnsi="Aptos Light" w:cs="Avenir Book"/>
          <w:color w:val="262626" w:themeColor="text1" w:themeTint="D9"/>
          <w:sz w:val="22"/>
          <w:szCs w:val="22"/>
        </w:rPr>
        <w:t xml:space="preserve">The quality team </w:t>
      </w:r>
      <w:r w:rsidR="005569AD">
        <w:rPr>
          <w:rFonts w:ascii="Aptos Light" w:hAnsi="Aptos Light" w:cs="Avenir Book"/>
          <w:color w:val="262626" w:themeColor="text1" w:themeTint="D9"/>
          <w:sz w:val="22"/>
          <w:szCs w:val="22"/>
        </w:rPr>
        <w:t>at</w:t>
      </w:r>
      <w:r>
        <w:rPr>
          <w:rFonts w:ascii="Aptos Light" w:hAnsi="Aptos Light" w:cs="Avenir Book"/>
          <w:color w:val="262626" w:themeColor="text1" w:themeTint="D9"/>
          <w:sz w:val="22"/>
          <w:szCs w:val="22"/>
        </w:rPr>
        <w:t xml:space="preserve"> </w:t>
      </w:r>
      <w:r w:rsidR="00395FC3">
        <w:rPr>
          <w:rFonts w:ascii="Aptos Light" w:hAnsi="Aptos Light" w:cs="Avenir Book"/>
          <w:color w:val="262626" w:themeColor="text1" w:themeTint="D9"/>
          <w:sz w:val="22"/>
          <w:szCs w:val="22"/>
        </w:rPr>
        <w:t xml:space="preserve">a </w:t>
      </w:r>
      <w:r>
        <w:rPr>
          <w:rFonts w:ascii="Aptos Light" w:hAnsi="Aptos Light" w:cs="Avenir Book"/>
          <w:color w:val="262626" w:themeColor="text1" w:themeTint="D9"/>
          <w:sz w:val="22"/>
          <w:szCs w:val="22"/>
        </w:rPr>
        <w:t xml:space="preserve">company that </w:t>
      </w:r>
      <w:r w:rsidR="00395FC3">
        <w:rPr>
          <w:rFonts w:ascii="Aptos Light" w:hAnsi="Aptos Light" w:cs="Avenir Book"/>
          <w:color w:val="262626" w:themeColor="text1" w:themeTint="D9"/>
          <w:sz w:val="22"/>
          <w:szCs w:val="22"/>
        </w:rPr>
        <w:t>manufactures</w:t>
      </w:r>
      <w:r>
        <w:rPr>
          <w:rFonts w:ascii="Aptos Light" w:hAnsi="Aptos Light" w:cs="Avenir Book"/>
          <w:color w:val="262626" w:themeColor="text1" w:themeTint="D9"/>
          <w:sz w:val="22"/>
          <w:szCs w:val="22"/>
        </w:rPr>
        <w:t xml:space="preserve"> insulation material used in industrial applications is concerned about the amount of time their </w:t>
      </w:r>
      <w:r w:rsidR="006E3BCE">
        <w:rPr>
          <w:rFonts w:ascii="Aptos Light" w:hAnsi="Aptos Light" w:cs="Avenir Book"/>
          <w:color w:val="262626" w:themeColor="text1" w:themeTint="D9"/>
          <w:sz w:val="22"/>
          <w:szCs w:val="22"/>
        </w:rPr>
        <w:t xml:space="preserve">three main </w:t>
      </w:r>
      <w:r>
        <w:rPr>
          <w:rFonts w:ascii="Aptos Light" w:hAnsi="Aptos Light" w:cs="Avenir Book"/>
          <w:color w:val="262626" w:themeColor="text1" w:themeTint="D9"/>
          <w:sz w:val="22"/>
          <w:szCs w:val="22"/>
        </w:rPr>
        <w:t>production lines are non-operational due to need</w:t>
      </w:r>
      <w:r w:rsidR="006E3BCE">
        <w:rPr>
          <w:rFonts w:ascii="Aptos Light" w:hAnsi="Aptos Light" w:cs="Avenir Book"/>
          <w:color w:val="262626" w:themeColor="text1" w:themeTint="D9"/>
          <w:sz w:val="22"/>
          <w:szCs w:val="22"/>
        </w:rPr>
        <w:t>ed</w:t>
      </w:r>
      <w:r>
        <w:rPr>
          <w:rFonts w:ascii="Aptos Light" w:hAnsi="Aptos Light" w:cs="Avenir Book"/>
          <w:color w:val="262626" w:themeColor="text1" w:themeTint="D9"/>
          <w:sz w:val="22"/>
          <w:szCs w:val="22"/>
        </w:rPr>
        <w:t xml:space="preserve"> </w:t>
      </w:r>
      <w:r w:rsidR="005569AD">
        <w:rPr>
          <w:rFonts w:ascii="Aptos Light" w:hAnsi="Aptos Light" w:cs="Avenir Book"/>
          <w:color w:val="262626" w:themeColor="text1" w:themeTint="D9"/>
          <w:sz w:val="22"/>
          <w:szCs w:val="22"/>
        </w:rPr>
        <w:t xml:space="preserve">repairs and </w:t>
      </w:r>
      <w:r>
        <w:rPr>
          <w:rFonts w:ascii="Aptos Light" w:hAnsi="Aptos Light" w:cs="Avenir Book"/>
          <w:color w:val="262626" w:themeColor="text1" w:themeTint="D9"/>
          <w:sz w:val="22"/>
          <w:szCs w:val="22"/>
        </w:rPr>
        <w:t>maintenance.</w:t>
      </w:r>
      <w:bookmarkStart w:id="3" w:name="OLE_LINK23"/>
      <w:bookmarkStart w:id="4" w:name="OLE_LINK28"/>
      <w:r w:rsidR="006E3BCE">
        <w:rPr>
          <w:rFonts w:ascii="Aptos Light" w:hAnsi="Aptos Light" w:cs="Avenir Book"/>
          <w:color w:val="262626" w:themeColor="text1" w:themeTint="D9"/>
          <w:sz w:val="22"/>
          <w:szCs w:val="22"/>
        </w:rPr>
        <w:t xml:space="preserve"> </w:t>
      </w:r>
    </w:p>
    <w:bookmarkEnd w:id="1"/>
    <w:bookmarkEnd w:id="2"/>
    <w:bookmarkEnd w:id="3"/>
    <w:bookmarkEnd w:id="4"/>
    <w:p w14:paraId="3F3246A9" w14:textId="61E63E37" w:rsidR="00BE34FB" w:rsidRPr="00C22D9A" w:rsidRDefault="00BE34FB" w:rsidP="00BE34FB">
      <w:pPr>
        <w:autoSpaceDE w:val="0"/>
        <w:autoSpaceDN w:val="0"/>
        <w:adjustRightInd w:val="0"/>
        <w:spacing w:before="0" w:after="80"/>
        <w:rPr>
          <w:rFonts w:ascii="Aptos Light" w:hAnsi="Aptos Light" w:cs="Avenir Book"/>
          <w:color w:val="262626" w:themeColor="text1" w:themeTint="D9"/>
          <w:sz w:val="22"/>
          <w:szCs w:val="22"/>
        </w:rPr>
      </w:pPr>
    </w:p>
    <w:p w14:paraId="414DDF44" w14:textId="759BA2C3" w:rsidR="002618D4" w:rsidRPr="00C22D9A" w:rsidRDefault="00B5032A" w:rsidP="00FD2D8D">
      <w:pPr>
        <w:autoSpaceDE w:val="0"/>
        <w:autoSpaceDN w:val="0"/>
        <w:adjustRightInd w:val="0"/>
        <w:spacing w:before="0" w:after="80"/>
        <w:rPr>
          <w:rFonts w:ascii="Aptos Light" w:hAnsi="Aptos Light" w:cs="Avenir Book"/>
          <w:color w:val="262626" w:themeColor="text1" w:themeTint="D9"/>
          <w:sz w:val="22"/>
          <w:szCs w:val="22"/>
        </w:rPr>
      </w:pPr>
      <w:r w:rsidRPr="00C22D9A">
        <w:rPr>
          <w:rFonts w:ascii="Aptos Light" w:hAnsi="Aptos Light" w:cs="Avenir Book"/>
          <w:noProof/>
          <w:color w:val="262626" w:themeColor="text1" w:themeTint="D9"/>
          <w:sz w:val="22"/>
          <w:szCs w:val="22"/>
        </w:rPr>
        <w:drawing>
          <wp:anchor distT="0" distB="0" distL="114300" distR="114300" simplePos="0" relativeHeight="251750400" behindDoc="0" locked="0" layoutInCell="1" allowOverlap="1" wp14:anchorId="6BD325AF" wp14:editId="4F797279">
            <wp:simplePos x="0" y="0"/>
            <wp:positionH relativeFrom="column">
              <wp:posOffset>1178287</wp:posOffset>
            </wp:positionH>
            <wp:positionV relativeFrom="paragraph">
              <wp:posOffset>77598</wp:posOffset>
            </wp:positionV>
            <wp:extent cx="3367889" cy="2242700"/>
            <wp:effectExtent l="0" t="0" r="0" b="5715"/>
            <wp:wrapNone/>
            <wp:docPr id="11899420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942024" name="Picture 4"/>
                    <pic:cNvPicPr/>
                  </pic:nvPicPr>
                  <pic:blipFill>
                    <a:blip r:embed="rId8">
                      <a:extLst>
                        <a:ext uri="{28A0092B-C50C-407E-A947-70E740481C1C}">
                          <a14:useLocalDpi xmlns:a14="http://schemas.microsoft.com/office/drawing/2010/main" val="0"/>
                        </a:ext>
                      </a:extLst>
                    </a:blip>
                    <a:srcRect l="10893" r="10893"/>
                    <a:stretch>
                      <a:fillRect/>
                    </a:stretch>
                  </pic:blipFill>
                  <pic:spPr bwMode="auto">
                    <a:xfrm>
                      <a:off x="0" y="0"/>
                      <a:ext cx="3367889" cy="2242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6F2AC26" w14:textId="20CA7C1C"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1AB71672" w14:textId="7BE53C77"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73102392" w14:textId="04B06943" w:rsidR="002618D4"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5AB87261" w14:textId="77777777" w:rsidR="00B5032A" w:rsidRPr="00C22D9A" w:rsidRDefault="00B5032A" w:rsidP="00FD2D8D">
      <w:pPr>
        <w:autoSpaceDE w:val="0"/>
        <w:autoSpaceDN w:val="0"/>
        <w:adjustRightInd w:val="0"/>
        <w:spacing w:before="0" w:after="80"/>
        <w:rPr>
          <w:rFonts w:ascii="Aptos Light" w:hAnsi="Aptos Light" w:cs="Avenir Book"/>
          <w:color w:val="262626" w:themeColor="text1" w:themeTint="D9"/>
          <w:sz w:val="22"/>
          <w:szCs w:val="22"/>
        </w:rPr>
      </w:pPr>
    </w:p>
    <w:p w14:paraId="00B06B09" w14:textId="6D14E1AD"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23FEEB05" w14:textId="70D7047F"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3A438263" w14:textId="1186331A"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248CC158" w14:textId="697E2273"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6A992028" w14:textId="4C934A55"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28398930" w14:textId="049C23B0" w:rsidR="002618D4" w:rsidRDefault="009E48AB" w:rsidP="00FD2D8D">
      <w:pPr>
        <w:autoSpaceDE w:val="0"/>
        <w:autoSpaceDN w:val="0"/>
        <w:adjustRightInd w:val="0"/>
        <w:spacing w:before="0" w:after="80"/>
        <w:rPr>
          <w:rFonts w:ascii="Aptos Light" w:hAnsi="Aptos Light" w:cs="Avenir Book"/>
          <w:color w:val="262626" w:themeColor="text1" w:themeTint="D9"/>
          <w:sz w:val="22"/>
          <w:szCs w:val="22"/>
        </w:rPr>
      </w:pPr>
      <w:r w:rsidRPr="00C22D9A">
        <w:rPr>
          <w:rFonts w:ascii="Aptos Light" w:hAnsi="Aptos Light" w:cs="Avenir Book"/>
          <w:noProof/>
          <w:color w:val="262626" w:themeColor="text1" w:themeTint="D9"/>
          <w:sz w:val="22"/>
          <w:szCs w:val="22"/>
        </w:rPr>
        <mc:AlternateContent>
          <mc:Choice Requires="wps">
            <w:drawing>
              <wp:anchor distT="0" distB="0" distL="114300" distR="114300" simplePos="0" relativeHeight="251749376" behindDoc="0" locked="0" layoutInCell="1" allowOverlap="1" wp14:anchorId="336230C7" wp14:editId="116E10B5">
                <wp:simplePos x="0" y="0"/>
                <wp:positionH relativeFrom="column">
                  <wp:posOffset>2326741</wp:posOffset>
                </wp:positionH>
                <wp:positionV relativeFrom="paragraph">
                  <wp:posOffset>141718</wp:posOffset>
                </wp:positionV>
                <wp:extent cx="570368" cy="153909"/>
                <wp:effectExtent l="0" t="0" r="1270" b="0"/>
                <wp:wrapNone/>
                <wp:docPr id="1674913542" name="Rectangle 2"/>
                <wp:cNvGraphicFramePr/>
                <a:graphic xmlns:a="http://schemas.openxmlformats.org/drawingml/2006/main">
                  <a:graphicData uri="http://schemas.microsoft.com/office/word/2010/wordprocessingShape">
                    <wps:wsp>
                      <wps:cNvSpPr/>
                      <wps:spPr>
                        <a:xfrm flipV="1">
                          <a:off x="0" y="0"/>
                          <a:ext cx="570368" cy="153909"/>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1B2D4E" id="Rectangle 2" o:spid="_x0000_s1026" style="position:absolute;margin-left:183.2pt;margin-top:11.15pt;width:44.9pt;height:12.1pt;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" fillcolor="white [3212]" stroked="f" strokeweight="1pt"/>
            </w:pict>
          </mc:Fallback>
        </mc:AlternateContent>
      </w:r>
    </w:p>
    <w:p w14:paraId="4644598B" w14:textId="77777777" w:rsidR="00AD1B9F" w:rsidRPr="00C22D9A" w:rsidRDefault="00AD1B9F" w:rsidP="00FD2D8D">
      <w:pPr>
        <w:autoSpaceDE w:val="0"/>
        <w:autoSpaceDN w:val="0"/>
        <w:adjustRightInd w:val="0"/>
        <w:spacing w:before="0" w:after="80"/>
        <w:rPr>
          <w:rFonts w:ascii="Aptos Light" w:hAnsi="Aptos Light" w:cs="Avenir Book"/>
          <w:color w:val="262626" w:themeColor="text1" w:themeTint="D9"/>
          <w:sz w:val="22"/>
          <w:szCs w:val="22"/>
        </w:rPr>
      </w:pPr>
    </w:p>
    <w:p w14:paraId="13C1ABEB" w14:textId="2F1CDDE9" w:rsidR="00395FC3" w:rsidRPr="00B5032A" w:rsidRDefault="00395FC3" w:rsidP="00395FC3">
      <w:pPr>
        <w:pStyle w:val="NormalWeb"/>
        <w:spacing w:before="0" w:beforeAutospacing="0" w:after="80" w:afterAutospacing="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The team has decided that a helpful first step is to summarize these non-operational events with a simple set of graphs and statistics so that management and other relevant teams in the company can have an accurate view into this issue. Data from the past 10 month has been gathered </w:t>
      </w:r>
      <w:r w:rsidR="00A70CE3">
        <w:rPr>
          <w:rFonts w:ascii="Aptos Light" w:hAnsi="Aptos Light" w:cs="Avenir Book"/>
          <w:color w:val="262626" w:themeColor="text1" w:themeTint="D9"/>
          <w:sz w:val="22"/>
          <w:szCs w:val="22"/>
        </w:rPr>
        <w:t xml:space="preserve">and summarized into a data table </w:t>
      </w:r>
      <w:r>
        <w:rPr>
          <w:rFonts w:ascii="Aptos Light" w:hAnsi="Aptos Light" w:cs="Avenir Book"/>
          <w:color w:val="262626" w:themeColor="text1" w:themeTint="D9"/>
          <w:sz w:val="22"/>
          <w:szCs w:val="22"/>
        </w:rPr>
        <w:t xml:space="preserve">that includes the frequency each of the lines was </w:t>
      </w:r>
      <w:r w:rsidR="00A70CE3">
        <w:rPr>
          <w:rFonts w:ascii="Aptos Light" w:hAnsi="Aptos Light" w:cs="Avenir Book"/>
          <w:color w:val="262626" w:themeColor="text1" w:themeTint="D9"/>
          <w:sz w:val="22"/>
          <w:szCs w:val="22"/>
        </w:rPr>
        <w:t xml:space="preserve">non-operational, </w:t>
      </w:r>
      <w:r>
        <w:rPr>
          <w:rFonts w:ascii="Aptos Light" w:hAnsi="Aptos Light" w:cs="Avenir Book"/>
          <w:color w:val="262626" w:themeColor="text1" w:themeTint="D9"/>
          <w:sz w:val="22"/>
          <w:szCs w:val="22"/>
        </w:rPr>
        <w:t>the reason</w:t>
      </w:r>
      <w:r w:rsidR="00A70CE3">
        <w:rPr>
          <w:rFonts w:ascii="Aptos Light" w:hAnsi="Aptos Light" w:cs="Avenir Book"/>
          <w:color w:val="262626" w:themeColor="text1" w:themeTint="D9"/>
          <w:sz w:val="22"/>
          <w:szCs w:val="22"/>
        </w:rPr>
        <w:t>,</w:t>
      </w:r>
      <w:r>
        <w:rPr>
          <w:rFonts w:ascii="Aptos Light" w:hAnsi="Aptos Light" w:cs="Avenir Book"/>
          <w:color w:val="262626" w:themeColor="text1" w:themeTint="D9"/>
          <w:sz w:val="22"/>
          <w:szCs w:val="22"/>
        </w:rPr>
        <w:t xml:space="preserve"> </w:t>
      </w:r>
      <w:r w:rsidR="00A70CE3">
        <w:rPr>
          <w:rFonts w:ascii="Aptos Light" w:hAnsi="Aptos Light" w:cs="Avenir Book"/>
          <w:color w:val="262626" w:themeColor="text1" w:themeTint="D9"/>
          <w:sz w:val="22"/>
          <w:szCs w:val="22"/>
        </w:rPr>
        <w:t>and</w:t>
      </w:r>
      <w:r>
        <w:rPr>
          <w:rFonts w:ascii="Aptos Light" w:hAnsi="Aptos Light" w:cs="Avenir Book"/>
          <w:color w:val="262626" w:themeColor="text1" w:themeTint="D9"/>
          <w:sz w:val="22"/>
          <w:szCs w:val="22"/>
        </w:rPr>
        <w:t xml:space="preserve"> the number of hours until the line was back up-and-running.</w:t>
      </w:r>
    </w:p>
    <w:p w14:paraId="2C9969D7" w14:textId="0D530222" w:rsidR="00B31546" w:rsidRPr="00B5032A" w:rsidRDefault="00B31546" w:rsidP="00B31546">
      <w:pPr>
        <w:pStyle w:val="NormalWeb"/>
        <w:spacing w:before="0" w:beforeAutospacing="0" w:after="80" w:afterAutospacing="0"/>
        <w:rPr>
          <w:rFonts w:ascii="Aptos Light" w:hAnsi="Aptos Light" w:cs="Avenir Book"/>
          <w:color w:val="262626" w:themeColor="text1" w:themeTint="D9"/>
          <w:sz w:val="22"/>
          <w:szCs w:val="22"/>
        </w:rPr>
      </w:pPr>
    </w:p>
    <w:p w14:paraId="40207147" w14:textId="77777777" w:rsidR="00643171" w:rsidRDefault="00643171" w:rsidP="00F96DBB">
      <w:pPr>
        <w:rPr>
          <w:rFonts w:ascii="Aptos SemiBold" w:hAnsi="Aptos SemiBold" w:cs="Calibri"/>
          <w:color w:val="262626" w:themeColor="text1" w:themeTint="D9"/>
          <w:sz w:val="22"/>
          <w:szCs w:val="22"/>
        </w:rPr>
      </w:pPr>
    </w:p>
    <w:p w14:paraId="2FB8CC4D" w14:textId="77777777" w:rsidR="00395FC3" w:rsidRDefault="00395FC3">
      <w:pPr>
        <w:spacing w:before="0" w:after="0"/>
        <w:rPr>
          <w:rFonts w:ascii="Aptos SemiBold" w:hAnsi="Aptos SemiBold" w:cs="Calibri"/>
          <w:color w:val="262626" w:themeColor="text1" w:themeTint="D9"/>
          <w:sz w:val="22"/>
          <w:szCs w:val="22"/>
        </w:rPr>
      </w:pPr>
      <w:r>
        <w:rPr>
          <w:rFonts w:ascii="Aptos SemiBold" w:hAnsi="Aptos SemiBold" w:cs="Calibri"/>
          <w:color w:val="262626" w:themeColor="text1" w:themeTint="D9"/>
          <w:sz w:val="22"/>
          <w:szCs w:val="22"/>
        </w:rPr>
        <w:br w:type="page"/>
      </w:r>
    </w:p>
    <w:p w14:paraId="557D414F" w14:textId="07ED2533" w:rsidR="00FD2D8D" w:rsidRPr="00F96DBB" w:rsidRDefault="00F239C1" w:rsidP="00F96DBB">
      <w:r>
        <w:rPr>
          <w:rFonts w:ascii="Aptos SemiBold" w:hAnsi="Aptos SemiBold" w:cs="Calibri"/>
          <w:color w:val="262626" w:themeColor="text1" w:themeTint="D9"/>
          <w:sz w:val="22"/>
          <w:szCs w:val="22"/>
        </w:rPr>
        <w:lastRenderedPageBreak/>
        <w:t>DATA SET</w:t>
      </w:r>
      <w:r w:rsidR="00FD2D8D" w:rsidRPr="00543E9B">
        <w:rPr>
          <w:rFonts w:ascii="Avenir Heavy" w:hAnsi="Avenir Heavy"/>
          <w:color w:val="262626" w:themeColor="text1" w:themeTint="D9"/>
          <w:sz w:val="22"/>
          <w:szCs w:val="22"/>
        </w:rPr>
        <w:tab/>
      </w:r>
    </w:p>
    <w:p w14:paraId="413F5C86" w14:textId="03DC4668" w:rsidR="00FD2D8D" w:rsidRPr="00F239C1" w:rsidRDefault="0005746C" w:rsidP="00FD2D8D">
      <w:pPr>
        <w:pStyle w:val="Heading1"/>
        <w:tabs>
          <w:tab w:val="left" w:pos="1440"/>
        </w:tabs>
        <w:spacing w:before="0" w:after="80"/>
        <w:rPr>
          <w:rFonts w:ascii="Aptos" w:hAnsi="Aptos"/>
          <w:b w:val="0"/>
          <w:bCs w:val="0"/>
          <w:color w:val="262626" w:themeColor="text1" w:themeTint="D9"/>
          <w:szCs w:val="22"/>
        </w:rPr>
      </w:pPr>
      <w:r>
        <w:rPr>
          <w:rFonts w:ascii="Aptos" w:hAnsi="Aptos" w:cs="Arial"/>
          <w:b w:val="0"/>
          <w:bCs w:val="0"/>
          <w:color w:val="262626" w:themeColor="text1" w:themeTint="D9"/>
          <w:szCs w:val="22"/>
        </w:rPr>
        <w:t>Manufacturing</w:t>
      </w:r>
      <w:r w:rsidR="00C20E06">
        <w:rPr>
          <w:rFonts w:ascii="Aptos" w:hAnsi="Aptos" w:cs="Arial"/>
          <w:b w:val="0"/>
          <w:bCs w:val="0"/>
          <w:color w:val="262626" w:themeColor="text1" w:themeTint="D9"/>
          <w:szCs w:val="22"/>
        </w:rPr>
        <w:t>_</w:t>
      </w:r>
      <w:r>
        <w:rPr>
          <w:rFonts w:ascii="Aptos" w:hAnsi="Aptos" w:cs="Arial"/>
          <w:b w:val="0"/>
          <w:bCs w:val="0"/>
          <w:color w:val="262626" w:themeColor="text1" w:themeTint="D9"/>
          <w:szCs w:val="22"/>
        </w:rPr>
        <w:t>Line</w:t>
      </w:r>
      <w:r w:rsidR="000A17CA">
        <w:rPr>
          <w:rFonts w:ascii="Aptos" w:hAnsi="Aptos" w:cs="Arial"/>
          <w:b w:val="0"/>
          <w:bCs w:val="0"/>
          <w:color w:val="262626" w:themeColor="text1" w:themeTint="D9"/>
          <w:szCs w:val="22"/>
        </w:rPr>
        <w:t>s</w:t>
      </w:r>
      <w:r w:rsidR="008D6E62">
        <w:rPr>
          <w:rFonts w:ascii="Aptos" w:hAnsi="Aptos" w:cs="Arial"/>
          <w:b w:val="0"/>
          <w:bCs w:val="0"/>
          <w:color w:val="262626" w:themeColor="text1" w:themeTint="D9"/>
          <w:szCs w:val="22"/>
        </w:rPr>
        <w:t>_Non</w:t>
      </w:r>
      <w:r w:rsidR="00C20E06">
        <w:rPr>
          <w:rFonts w:ascii="Aptos" w:hAnsi="Aptos" w:cs="Arial"/>
          <w:b w:val="0"/>
          <w:bCs w:val="0"/>
          <w:color w:val="262626" w:themeColor="text1" w:themeTint="D9"/>
          <w:szCs w:val="22"/>
        </w:rPr>
        <w:t>_</w:t>
      </w:r>
      <w:r w:rsidR="008D6E62">
        <w:rPr>
          <w:rFonts w:ascii="Aptos" w:hAnsi="Aptos" w:cs="Arial"/>
          <w:b w:val="0"/>
          <w:bCs w:val="0"/>
          <w:color w:val="262626" w:themeColor="text1" w:themeTint="D9"/>
          <w:szCs w:val="22"/>
        </w:rPr>
        <w:t>Operational</w:t>
      </w:r>
      <w:r w:rsidR="00C20E06">
        <w:rPr>
          <w:rFonts w:ascii="Aptos" w:hAnsi="Aptos" w:cs="Arial"/>
          <w:b w:val="0"/>
          <w:bCs w:val="0"/>
          <w:color w:val="262626" w:themeColor="text1" w:themeTint="D9"/>
          <w:szCs w:val="22"/>
        </w:rPr>
        <w:t>_</w:t>
      </w:r>
      <w:r w:rsidR="008D6E62">
        <w:rPr>
          <w:rFonts w:ascii="Aptos" w:hAnsi="Aptos" w:cs="Arial"/>
          <w:b w:val="0"/>
          <w:bCs w:val="0"/>
          <w:color w:val="262626" w:themeColor="text1" w:themeTint="D9"/>
          <w:szCs w:val="22"/>
        </w:rPr>
        <w:t>Reasons</w:t>
      </w:r>
      <w:r w:rsidR="00DC7463" w:rsidRPr="00F239C1">
        <w:rPr>
          <w:rFonts w:ascii="Aptos" w:hAnsi="Aptos" w:cs="Arial"/>
          <w:b w:val="0"/>
          <w:bCs w:val="0"/>
          <w:color w:val="262626" w:themeColor="text1" w:themeTint="D9"/>
          <w:szCs w:val="22"/>
        </w:rPr>
        <w:t>.</w:t>
      </w:r>
      <w:r w:rsidR="00DC7463" w:rsidRPr="00F239C1">
        <w:rPr>
          <w:rFonts w:ascii="Aptos" w:hAnsi="Aptos"/>
          <w:b w:val="0"/>
          <w:bCs w:val="0"/>
          <w:color w:val="262626" w:themeColor="text1" w:themeTint="D9"/>
          <w:szCs w:val="22"/>
        </w:rPr>
        <w:t>jmp</w:t>
      </w:r>
    </w:p>
    <w:p w14:paraId="36CD5EF1" w14:textId="77777777" w:rsidR="00FD2D8D" w:rsidRDefault="00FD2D8D" w:rsidP="00FD2D8D">
      <w:pPr>
        <w:spacing w:before="0" w:after="0"/>
        <w:ind w:left="1980" w:hanging="1980"/>
        <w:rPr>
          <w:rStyle w:val="PlainTable31"/>
          <w:rFonts w:ascii="Avenir Medium" w:hAnsi="Avenir Medium"/>
          <w:b w:val="0"/>
          <w:iCs w:val="0"/>
          <w:color w:val="262626" w:themeColor="text1" w:themeTint="D9"/>
          <w:sz w:val="22"/>
          <w:szCs w:val="22"/>
        </w:rPr>
      </w:pPr>
    </w:p>
    <w:p w14:paraId="7FC00A5B" w14:textId="69468B9F" w:rsidR="00FD2D8D" w:rsidRPr="00482396" w:rsidRDefault="008F7677" w:rsidP="00730AF3">
      <w:pPr>
        <w:spacing w:before="0" w:after="0"/>
        <w:ind w:left="2160" w:hanging="2160"/>
        <w:rPr>
          <w:rFonts w:ascii="Avenir" w:hAnsi="Avenir" w:cs="Arial"/>
          <w:i/>
          <w:iCs/>
          <w:color w:val="262626" w:themeColor="text1" w:themeTint="D9"/>
          <w:szCs w:val="20"/>
        </w:rPr>
      </w:pPr>
      <w:bookmarkStart w:id="5" w:name="OLE_LINK140"/>
      <w:bookmarkStart w:id="6" w:name="OLE_LINK141"/>
      <w:r>
        <w:rPr>
          <w:rStyle w:val="PlainTable31"/>
          <w:rFonts w:ascii="Aptos" w:hAnsi="Aptos"/>
          <w:b w:val="0"/>
          <w:iCs w:val="0"/>
          <w:color w:val="262626" w:themeColor="text1" w:themeTint="D9"/>
          <w:szCs w:val="20"/>
        </w:rPr>
        <w:t>Line</w:t>
      </w:r>
      <w:r w:rsidR="00FD2D8D" w:rsidRPr="00730AF3">
        <w:rPr>
          <w:rFonts w:ascii="Avenir Medium" w:hAnsi="Avenir Medium"/>
          <w:b/>
          <w:iCs/>
          <w:color w:val="262626" w:themeColor="text1" w:themeTint="D9"/>
          <w:szCs w:val="20"/>
        </w:rPr>
        <w:tab/>
      </w:r>
      <w:r>
        <w:rPr>
          <w:rFonts w:ascii="Aptos Light" w:hAnsi="Aptos Light" w:cs="Arial"/>
          <w:color w:val="262626" w:themeColor="text1" w:themeTint="D9"/>
          <w:szCs w:val="20"/>
        </w:rPr>
        <w:t>Production Line (A, B, C)</w:t>
      </w:r>
      <w:r w:rsidR="00E563B9">
        <w:rPr>
          <w:rFonts w:ascii="Aptos Light" w:hAnsi="Aptos Light" w:cs="Arial"/>
          <w:color w:val="262626" w:themeColor="text1" w:themeTint="D9"/>
          <w:szCs w:val="20"/>
        </w:rPr>
        <w:t>.</w:t>
      </w:r>
    </w:p>
    <w:bookmarkEnd w:id="5"/>
    <w:bookmarkEnd w:id="6"/>
    <w:p w14:paraId="055A37DA" w14:textId="59A73E0B" w:rsidR="00FD2D8D" w:rsidRDefault="008F7677" w:rsidP="00730AF3">
      <w:pPr>
        <w:spacing w:before="0" w:after="0"/>
        <w:ind w:left="2160" w:hanging="2160"/>
        <w:rPr>
          <w:rFonts w:ascii="Aptos Light" w:hAnsi="Aptos Light" w:cs="Arial"/>
          <w:color w:val="262626" w:themeColor="text1" w:themeTint="D9"/>
          <w:szCs w:val="20"/>
        </w:rPr>
      </w:pPr>
      <w:r>
        <w:rPr>
          <w:rStyle w:val="PlainTable31"/>
          <w:rFonts w:ascii="Aptos" w:hAnsi="Aptos"/>
          <w:b w:val="0"/>
          <w:iCs w:val="0"/>
          <w:color w:val="262626" w:themeColor="text1" w:themeTint="D9"/>
          <w:szCs w:val="20"/>
        </w:rPr>
        <w:t>Reasons</w:t>
      </w:r>
      <w:r w:rsidR="00FD2D8D" w:rsidRPr="00730AF3">
        <w:rPr>
          <w:rFonts w:ascii="Avenir Medium" w:hAnsi="Avenir Medium"/>
          <w:b/>
          <w:iCs/>
          <w:color w:val="262626" w:themeColor="text1" w:themeTint="D9"/>
          <w:szCs w:val="20"/>
        </w:rPr>
        <w:tab/>
      </w:r>
      <w:bookmarkStart w:id="7" w:name="OLE_LINK142"/>
      <w:bookmarkStart w:id="8" w:name="OLE_LINK143"/>
      <w:r>
        <w:rPr>
          <w:rFonts w:ascii="Aptos Light" w:hAnsi="Aptos Light" w:cs="Arial"/>
          <w:color w:val="262626" w:themeColor="text1" w:themeTint="D9"/>
          <w:szCs w:val="20"/>
        </w:rPr>
        <w:t xml:space="preserve">The reason the line </w:t>
      </w:r>
      <w:r w:rsidR="00580CA4">
        <w:rPr>
          <w:rFonts w:ascii="Aptos Light" w:hAnsi="Aptos Light" w:cs="Arial"/>
          <w:color w:val="262626" w:themeColor="text1" w:themeTint="D9"/>
          <w:szCs w:val="20"/>
        </w:rPr>
        <w:t>was</w:t>
      </w:r>
      <w:r>
        <w:rPr>
          <w:rFonts w:ascii="Aptos Light" w:hAnsi="Aptos Light" w:cs="Arial"/>
          <w:color w:val="262626" w:themeColor="text1" w:themeTint="D9"/>
          <w:szCs w:val="20"/>
        </w:rPr>
        <w:t xml:space="preserve"> non-operational</w:t>
      </w:r>
      <w:r w:rsidR="008E48BF">
        <w:rPr>
          <w:rFonts w:ascii="Aptos Light" w:hAnsi="Aptos Light" w:cs="Arial"/>
          <w:color w:val="262626" w:themeColor="text1" w:themeTint="D9"/>
          <w:szCs w:val="20"/>
        </w:rPr>
        <w:t xml:space="preserve"> (19 types)</w:t>
      </w:r>
      <w:bookmarkEnd w:id="7"/>
      <w:bookmarkEnd w:id="8"/>
      <w:r>
        <w:rPr>
          <w:rFonts w:ascii="Aptos Light" w:hAnsi="Aptos Light" w:cs="Arial"/>
          <w:color w:val="262626" w:themeColor="text1" w:themeTint="D9"/>
          <w:szCs w:val="20"/>
        </w:rPr>
        <w:t>.</w:t>
      </w:r>
    </w:p>
    <w:p w14:paraId="14CDE4CE" w14:textId="4B02E5D1" w:rsidR="008F7677" w:rsidRDefault="008F7677" w:rsidP="008F7677">
      <w:pPr>
        <w:spacing w:before="0" w:after="0"/>
        <w:ind w:left="2160" w:hanging="2160"/>
        <w:rPr>
          <w:rFonts w:ascii="Aptos Light" w:hAnsi="Aptos Light" w:cs="Arial"/>
          <w:color w:val="262626" w:themeColor="text1" w:themeTint="D9"/>
          <w:szCs w:val="20"/>
        </w:rPr>
      </w:pPr>
      <w:bookmarkStart w:id="9" w:name="OLE_LINK144"/>
      <w:bookmarkStart w:id="10" w:name="OLE_LINK145"/>
      <w:r>
        <w:rPr>
          <w:rStyle w:val="PlainTable31"/>
          <w:rFonts w:ascii="Aptos" w:hAnsi="Aptos"/>
          <w:b w:val="0"/>
          <w:iCs w:val="0"/>
          <w:color w:val="262626" w:themeColor="text1" w:themeTint="D9"/>
          <w:szCs w:val="20"/>
        </w:rPr>
        <w:t>Frequency</w:t>
      </w:r>
      <w:r w:rsidRPr="00730AF3">
        <w:rPr>
          <w:rFonts w:ascii="Avenir Medium" w:hAnsi="Avenir Medium"/>
          <w:b/>
          <w:iCs/>
          <w:color w:val="262626" w:themeColor="text1" w:themeTint="D9"/>
          <w:szCs w:val="20"/>
        </w:rPr>
        <w:tab/>
      </w:r>
      <w:r>
        <w:rPr>
          <w:rFonts w:ascii="Aptos Light" w:hAnsi="Aptos Light" w:cs="Arial"/>
          <w:color w:val="262626" w:themeColor="text1" w:themeTint="D9"/>
          <w:szCs w:val="20"/>
        </w:rPr>
        <w:t xml:space="preserve">The number of times during the past </w:t>
      </w:r>
      <w:r w:rsidR="00E563B9">
        <w:rPr>
          <w:rFonts w:ascii="Aptos Light" w:hAnsi="Aptos Light" w:cs="Arial"/>
          <w:color w:val="262626" w:themeColor="text1" w:themeTint="D9"/>
          <w:szCs w:val="20"/>
        </w:rPr>
        <w:t>10</w:t>
      </w:r>
      <w:r>
        <w:rPr>
          <w:rFonts w:ascii="Aptos Light" w:hAnsi="Aptos Light" w:cs="Arial"/>
          <w:color w:val="262626" w:themeColor="text1" w:themeTint="D9"/>
          <w:szCs w:val="20"/>
        </w:rPr>
        <w:t xml:space="preserve"> months the line was non-operational</w:t>
      </w:r>
      <w:r>
        <w:rPr>
          <w:rFonts w:ascii="Aptos Light" w:hAnsi="Aptos Light" w:cs="Arial"/>
          <w:color w:val="262626" w:themeColor="text1" w:themeTint="D9"/>
          <w:szCs w:val="20"/>
        </w:rPr>
        <w:br/>
        <w:t>for each reason.</w:t>
      </w:r>
    </w:p>
    <w:p w14:paraId="3EF59B22" w14:textId="72126428" w:rsidR="008F7677" w:rsidRDefault="008F7677" w:rsidP="008F7677">
      <w:pPr>
        <w:spacing w:before="0" w:after="0"/>
        <w:ind w:left="2160" w:hanging="2160"/>
        <w:rPr>
          <w:rFonts w:ascii="Aptos Light" w:hAnsi="Aptos Light" w:cs="Arial"/>
          <w:color w:val="262626" w:themeColor="text1" w:themeTint="D9"/>
          <w:szCs w:val="20"/>
        </w:rPr>
      </w:pPr>
      <w:bookmarkStart w:id="11" w:name="OLE_LINK146"/>
      <w:bookmarkStart w:id="12" w:name="OLE_LINK147"/>
      <w:bookmarkEnd w:id="9"/>
      <w:bookmarkEnd w:id="10"/>
      <w:r>
        <w:rPr>
          <w:rStyle w:val="PlainTable31"/>
          <w:rFonts w:ascii="Aptos" w:hAnsi="Aptos"/>
          <w:b w:val="0"/>
          <w:iCs w:val="0"/>
          <w:color w:val="262626" w:themeColor="text1" w:themeTint="D9"/>
          <w:szCs w:val="20"/>
        </w:rPr>
        <w:t>Downtime</w:t>
      </w:r>
      <w:r w:rsidRPr="00730AF3">
        <w:rPr>
          <w:rFonts w:ascii="Avenir Medium" w:hAnsi="Avenir Medium"/>
          <w:b/>
          <w:iCs/>
          <w:color w:val="262626" w:themeColor="text1" w:themeTint="D9"/>
          <w:szCs w:val="20"/>
        </w:rPr>
        <w:tab/>
      </w:r>
      <w:r>
        <w:rPr>
          <w:rFonts w:ascii="Aptos Light" w:hAnsi="Aptos Light" w:cs="Arial"/>
          <w:color w:val="262626" w:themeColor="text1" w:themeTint="D9"/>
          <w:szCs w:val="20"/>
        </w:rPr>
        <w:t>Total number of hours the line was non-operational for each reason</w:t>
      </w:r>
      <w:r w:rsidR="008F5729">
        <w:rPr>
          <w:rFonts w:ascii="Aptos Light" w:hAnsi="Aptos Light" w:cs="Arial"/>
          <w:color w:val="262626" w:themeColor="text1" w:themeTint="D9"/>
          <w:szCs w:val="20"/>
        </w:rPr>
        <w:t xml:space="preserve"> (in Hours).</w:t>
      </w:r>
    </w:p>
    <w:bookmarkEnd w:id="11"/>
    <w:bookmarkEnd w:id="12"/>
    <w:p w14:paraId="31B6700E" w14:textId="77777777" w:rsidR="008F7677" w:rsidRDefault="008F7677" w:rsidP="008F7677">
      <w:pPr>
        <w:spacing w:before="0" w:after="0"/>
        <w:ind w:left="2160" w:hanging="2160"/>
        <w:rPr>
          <w:rFonts w:ascii="Aptos Light" w:hAnsi="Aptos Light" w:cs="Arial"/>
          <w:color w:val="262626" w:themeColor="text1" w:themeTint="D9"/>
          <w:szCs w:val="20"/>
        </w:rPr>
      </w:pPr>
    </w:p>
    <w:p w14:paraId="078FB21B" w14:textId="77777777" w:rsidR="008F7677" w:rsidRPr="00730AF3" w:rsidRDefault="008F7677" w:rsidP="008F7677">
      <w:pPr>
        <w:spacing w:before="0" w:after="0"/>
        <w:ind w:left="2160" w:hanging="2160"/>
        <w:rPr>
          <w:rFonts w:ascii="Avenir" w:hAnsi="Avenir" w:cs="Arial"/>
          <w:color w:val="262626" w:themeColor="text1" w:themeTint="D9"/>
          <w:szCs w:val="20"/>
        </w:rPr>
      </w:pPr>
    </w:p>
    <w:p w14:paraId="0E41B19C" w14:textId="77777777" w:rsidR="008F7677" w:rsidRPr="00730AF3" w:rsidRDefault="008F7677" w:rsidP="00730AF3">
      <w:pPr>
        <w:spacing w:before="0" w:after="0"/>
        <w:ind w:left="2160" w:hanging="2160"/>
        <w:rPr>
          <w:rFonts w:ascii="Avenir" w:hAnsi="Avenir" w:cs="Arial"/>
          <w:color w:val="262626" w:themeColor="text1" w:themeTint="D9"/>
          <w:szCs w:val="20"/>
        </w:rPr>
      </w:pPr>
    </w:p>
    <w:p w14:paraId="7399F7BA" w14:textId="77777777" w:rsidR="00221853" w:rsidRDefault="00221853" w:rsidP="00221853">
      <w:pPr>
        <w:spacing w:before="0" w:after="0"/>
        <w:rPr>
          <w:rFonts w:ascii="Avenir Heavy" w:hAnsi="Avenir Heavy"/>
          <w:color w:val="262626" w:themeColor="text1" w:themeTint="D9"/>
          <w:sz w:val="22"/>
          <w:szCs w:val="22"/>
        </w:rPr>
      </w:pPr>
      <w:bookmarkStart w:id="13" w:name="OLE_LINK2"/>
      <w:bookmarkStart w:id="14" w:name="OLE_LINK3"/>
      <w:bookmarkStart w:id="15" w:name="OLE_LINK4"/>
      <w:bookmarkStart w:id="16" w:name="OLE_LINK25"/>
      <w:bookmarkStart w:id="17" w:name="OLE_LINK26"/>
    </w:p>
    <w:p w14:paraId="1E2AF378" w14:textId="77777777" w:rsidR="00221853" w:rsidRDefault="00221853" w:rsidP="00221853">
      <w:pPr>
        <w:spacing w:before="0" w:after="0"/>
        <w:rPr>
          <w:rFonts w:ascii="Avenir Heavy" w:hAnsi="Avenir Heavy"/>
          <w:color w:val="262626" w:themeColor="text1" w:themeTint="D9"/>
          <w:sz w:val="22"/>
          <w:szCs w:val="22"/>
        </w:rPr>
      </w:pPr>
    </w:p>
    <w:p w14:paraId="46F6D353" w14:textId="62A91710" w:rsidR="00DC6441" w:rsidRPr="00221853" w:rsidRDefault="00DC6441" w:rsidP="00221853">
      <w:pPr>
        <w:spacing w:before="0" w:after="0"/>
        <w:rPr>
          <w:rFonts w:ascii="Avenir Heavy" w:hAnsi="Avenir Heavy"/>
          <w:b/>
          <w:bCs/>
          <w:color w:val="262626" w:themeColor="text1" w:themeTint="D9"/>
          <w:sz w:val="22"/>
          <w:szCs w:val="22"/>
        </w:rPr>
      </w:pPr>
      <w:r w:rsidRPr="00BA5E18">
        <w:rPr>
          <w:rFonts w:ascii="Avenir Heavy" w:hAnsi="Avenir Heavy"/>
          <w:color w:val="262626" w:themeColor="text1" w:themeTint="D9"/>
          <w:sz w:val="22"/>
          <w:szCs w:val="22"/>
        </w:rPr>
        <w:t xml:space="preserve">EXERCISES </w:t>
      </w:r>
    </w:p>
    <w:p w14:paraId="5E3DC8EA" w14:textId="639D95A9" w:rsidR="00B1759F" w:rsidRPr="006856DA" w:rsidRDefault="00B1759F" w:rsidP="00DC6441">
      <w:pPr>
        <w:pStyle w:val="Title"/>
        <w:rPr>
          <w:rFonts w:ascii="Aptos Light" w:eastAsia="MS Mincho" w:hAnsi="Aptos Light" w:cs="Avenir Book"/>
          <w:b w:val="0"/>
          <w:bCs w:val="0"/>
          <w:color w:val="262626" w:themeColor="text1" w:themeTint="D9"/>
          <w:sz w:val="20"/>
          <w:szCs w:val="20"/>
        </w:rPr>
      </w:pPr>
      <w:bookmarkStart w:id="18" w:name="OLE_LINK39"/>
      <w:bookmarkStart w:id="19" w:name="OLE_LINK40"/>
    </w:p>
    <w:p w14:paraId="1D770C6E" w14:textId="6896A835" w:rsidR="0098258A" w:rsidRPr="006856DA" w:rsidRDefault="00C674F6" w:rsidP="00210C79">
      <w:pPr>
        <w:pStyle w:val="ListParagraph"/>
        <w:numPr>
          <w:ilvl w:val="0"/>
          <w:numId w:val="34"/>
        </w:numPr>
        <w:spacing w:after="120"/>
        <w:ind w:left="360"/>
        <w:contextualSpacing w:val="0"/>
        <w:rPr>
          <w:rFonts w:ascii="Aptos Light" w:hAnsi="Aptos Light" w:cs="Avenir Book"/>
          <w:color w:val="262626" w:themeColor="text1" w:themeTint="D9"/>
          <w:sz w:val="22"/>
          <w:szCs w:val="22"/>
        </w:rPr>
      </w:pPr>
      <w:bookmarkStart w:id="20" w:name="OLE_LINK29"/>
      <w:bookmarkStart w:id="21" w:name="OLE_LINK30"/>
      <w:r w:rsidRPr="006856DA">
        <w:rPr>
          <w:rFonts w:ascii="Aptos Light" w:hAnsi="Aptos Light" w:cs="Avenir Book"/>
          <w:color w:val="262626" w:themeColor="text1" w:themeTint="D9"/>
          <w:sz w:val="22"/>
          <w:szCs w:val="22"/>
        </w:rPr>
        <w:t xml:space="preserve">Create </w:t>
      </w:r>
      <w:bookmarkStart w:id="22" w:name="OLE_LINK11"/>
      <w:bookmarkStart w:id="23" w:name="OLE_LINK12"/>
      <w:r w:rsidR="008E48BF">
        <w:rPr>
          <w:rFonts w:ascii="Aptos Light" w:hAnsi="Aptos Light" w:cs="Avenir Book"/>
          <w:color w:val="262626" w:themeColor="text1" w:themeTint="D9"/>
          <w:sz w:val="22"/>
          <w:szCs w:val="22"/>
        </w:rPr>
        <w:t xml:space="preserve">a Pareto Plot for </w:t>
      </w:r>
      <w:bookmarkStart w:id="24" w:name="OLE_LINK136"/>
      <w:bookmarkStart w:id="25" w:name="OLE_LINK137"/>
      <w:r w:rsidR="008E48BF">
        <w:rPr>
          <w:rFonts w:ascii="Aptos Light" w:hAnsi="Aptos Light" w:cs="Avenir Book"/>
          <w:color w:val="262626" w:themeColor="text1" w:themeTint="D9"/>
          <w:sz w:val="22"/>
          <w:szCs w:val="22"/>
        </w:rPr>
        <w:t>all lines</w:t>
      </w:r>
      <w:r w:rsidR="003E6962">
        <w:rPr>
          <w:rFonts w:ascii="Aptos Light" w:hAnsi="Aptos Light" w:cs="Avenir Book"/>
          <w:color w:val="262626" w:themeColor="text1" w:themeTint="D9"/>
          <w:sz w:val="22"/>
          <w:szCs w:val="22"/>
        </w:rPr>
        <w:t xml:space="preserve"> in aggregate</w:t>
      </w:r>
      <w:r w:rsidR="008E48BF">
        <w:rPr>
          <w:rFonts w:ascii="Aptos Light" w:hAnsi="Aptos Light" w:cs="Avenir Book"/>
          <w:color w:val="262626" w:themeColor="text1" w:themeTint="D9"/>
          <w:sz w:val="22"/>
          <w:szCs w:val="22"/>
        </w:rPr>
        <w:t xml:space="preserve"> </w:t>
      </w:r>
      <w:bookmarkEnd w:id="24"/>
      <w:bookmarkEnd w:id="25"/>
      <w:r w:rsidR="008E48BF">
        <w:rPr>
          <w:rFonts w:ascii="Aptos Light" w:hAnsi="Aptos Light" w:cs="Avenir Book"/>
          <w:color w:val="262626" w:themeColor="text1" w:themeTint="D9"/>
          <w:sz w:val="22"/>
          <w:szCs w:val="22"/>
        </w:rPr>
        <w:t>displaying the number of times the lines were non-operational for each of the 19 reasons.</w:t>
      </w:r>
      <w:r w:rsidR="009C5BF6">
        <w:rPr>
          <w:rFonts w:ascii="Aptos Light" w:hAnsi="Aptos Light" w:cs="Avenir Book"/>
          <w:color w:val="262626" w:themeColor="text1" w:themeTint="D9"/>
          <w:sz w:val="22"/>
          <w:szCs w:val="22"/>
        </w:rPr>
        <w:t xml:space="preserve"> </w:t>
      </w:r>
      <w:bookmarkStart w:id="26" w:name="OLE_LINK126"/>
      <w:bookmarkStart w:id="27" w:name="OLE_LINK127"/>
      <w:r w:rsidR="009C5BF6">
        <w:rPr>
          <w:rFonts w:ascii="Aptos Light" w:hAnsi="Aptos Light" w:cs="Avenir Book"/>
          <w:color w:val="262626" w:themeColor="text1" w:themeTint="D9"/>
          <w:sz w:val="22"/>
          <w:szCs w:val="22"/>
        </w:rPr>
        <w:t xml:space="preserve">What are the top 5 reasons that </w:t>
      </w:r>
      <w:r w:rsidR="00077F91">
        <w:rPr>
          <w:rFonts w:ascii="Aptos Light" w:hAnsi="Aptos Light" w:cs="Avenir Book"/>
          <w:color w:val="262626" w:themeColor="text1" w:themeTint="D9"/>
          <w:sz w:val="22"/>
          <w:szCs w:val="22"/>
        </w:rPr>
        <w:t xml:space="preserve">the lines were non-operational? What percentage of all </w:t>
      </w:r>
      <w:r w:rsidR="003E6962">
        <w:rPr>
          <w:rFonts w:ascii="Aptos Light" w:hAnsi="Aptos Light" w:cs="Avenir Book"/>
          <w:color w:val="262626" w:themeColor="text1" w:themeTint="D9"/>
          <w:sz w:val="22"/>
          <w:szCs w:val="22"/>
        </w:rPr>
        <w:t xml:space="preserve">the </w:t>
      </w:r>
      <w:r w:rsidR="00077F91">
        <w:rPr>
          <w:rFonts w:ascii="Aptos Light" w:hAnsi="Aptos Light" w:cs="Avenir Book"/>
          <w:color w:val="262626" w:themeColor="text1" w:themeTint="D9"/>
          <w:sz w:val="22"/>
          <w:szCs w:val="22"/>
        </w:rPr>
        <w:t xml:space="preserve">times the lines were </w:t>
      </w:r>
      <w:r w:rsidR="003E6962">
        <w:rPr>
          <w:rFonts w:ascii="Aptos Light" w:hAnsi="Aptos Light" w:cs="Avenir Book"/>
          <w:color w:val="262626" w:themeColor="text1" w:themeTint="D9"/>
          <w:sz w:val="22"/>
          <w:szCs w:val="22"/>
        </w:rPr>
        <w:t>non-operational</w:t>
      </w:r>
      <w:r w:rsidR="00077F91">
        <w:rPr>
          <w:rFonts w:ascii="Aptos Light" w:hAnsi="Aptos Light" w:cs="Avenir Book"/>
          <w:color w:val="262626" w:themeColor="text1" w:themeTint="D9"/>
          <w:sz w:val="22"/>
          <w:szCs w:val="22"/>
        </w:rPr>
        <w:t xml:space="preserve"> w</w:t>
      </w:r>
      <w:r w:rsidR="004201D3">
        <w:rPr>
          <w:rFonts w:ascii="Aptos Light" w:hAnsi="Aptos Light" w:cs="Avenir Book"/>
          <w:color w:val="262626" w:themeColor="text1" w:themeTint="D9"/>
          <w:sz w:val="22"/>
          <w:szCs w:val="22"/>
        </w:rPr>
        <w:t>as</w:t>
      </w:r>
      <w:r w:rsidR="00077F91">
        <w:rPr>
          <w:rFonts w:ascii="Aptos Light" w:hAnsi="Aptos Light" w:cs="Avenir Book"/>
          <w:color w:val="262626" w:themeColor="text1" w:themeTint="D9"/>
          <w:sz w:val="22"/>
          <w:szCs w:val="22"/>
        </w:rPr>
        <w:t xml:space="preserve"> because of these top 5 reasons?</w:t>
      </w:r>
      <w:bookmarkEnd w:id="26"/>
      <w:bookmarkEnd w:id="27"/>
      <w:r w:rsidR="00077F91">
        <w:rPr>
          <w:rFonts w:ascii="Aptos Light" w:hAnsi="Aptos Light" w:cs="Avenir Book"/>
          <w:color w:val="262626" w:themeColor="text1" w:themeTint="D9"/>
          <w:sz w:val="22"/>
          <w:szCs w:val="22"/>
        </w:rPr>
        <w:t xml:space="preserve"> </w:t>
      </w:r>
      <w:bookmarkStart w:id="28" w:name="OLE_LINK17"/>
      <w:bookmarkStart w:id="29" w:name="OLE_LINK18"/>
    </w:p>
    <w:p w14:paraId="08910EA4" w14:textId="0C37E90D" w:rsidR="00551657" w:rsidRPr="006856DA" w:rsidRDefault="00077F91" w:rsidP="0098258A">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675648" behindDoc="1" locked="0" layoutInCell="1" allowOverlap="1" wp14:anchorId="1B9E7AAF" wp14:editId="7F8B97CB">
                <wp:simplePos x="0" y="0"/>
                <wp:positionH relativeFrom="column">
                  <wp:posOffset>398899</wp:posOffset>
                </wp:positionH>
                <wp:positionV relativeFrom="paragraph">
                  <wp:posOffset>100458</wp:posOffset>
                </wp:positionV>
                <wp:extent cx="5297170" cy="1067823"/>
                <wp:effectExtent l="0" t="0" r="0" b="0"/>
                <wp:wrapNone/>
                <wp:docPr id="232723335" name="Rounded Rectangle 1"/>
                <wp:cNvGraphicFramePr/>
                <a:graphic xmlns:a="http://schemas.openxmlformats.org/drawingml/2006/main">
                  <a:graphicData uri="http://schemas.microsoft.com/office/word/2010/wordprocessingShape">
                    <wps:wsp>
                      <wps:cNvSpPr/>
                      <wps:spPr>
                        <a:xfrm>
                          <a:off x="0" y="0"/>
                          <a:ext cx="5297170" cy="1067823"/>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C14B4F" id="Rounded Rectangle 1" o:spid="_x0000_s1026" style="position:absolute;margin-left:31.4pt;margin-top:7.9pt;width:417.1pt;height:84.1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" fillcolor="#f2f2f2 [3052]" stroked="f" strokeweight=".25pt">
                <v:stroke joinstyle="miter"/>
              </v:roundrect>
            </w:pict>
          </mc:Fallback>
        </mc:AlternateContent>
      </w:r>
      <w:r w:rsidR="009C5BF6"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701247" behindDoc="0" locked="0" layoutInCell="1" allowOverlap="1" wp14:anchorId="42843013" wp14:editId="7F524247">
                <wp:simplePos x="0" y="0"/>
                <wp:positionH relativeFrom="column">
                  <wp:posOffset>460268</wp:posOffset>
                </wp:positionH>
                <wp:positionV relativeFrom="paragraph">
                  <wp:posOffset>136261</wp:posOffset>
                </wp:positionV>
                <wp:extent cx="5077460" cy="994180"/>
                <wp:effectExtent l="0" t="0" r="0" b="0"/>
                <wp:wrapNone/>
                <wp:docPr id="1101292475" name="Text Box 2"/>
                <wp:cNvGraphicFramePr/>
                <a:graphic xmlns:a="http://schemas.openxmlformats.org/drawingml/2006/main">
                  <a:graphicData uri="http://schemas.microsoft.com/office/word/2010/wordprocessingShape">
                    <wps:wsp>
                      <wps:cNvSpPr txBox="1"/>
                      <wps:spPr>
                        <a:xfrm>
                          <a:off x="0" y="0"/>
                          <a:ext cx="5077460" cy="994180"/>
                        </a:xfrm>
                        <a:prstGeom prst="rect">
                          <a:avLst/>
                        </a:prstGeom>
                        <a:noFill/>
                        <a:ln w="6350">
                          <a:noFill/>
                        </a:ln>
                      </wps:spPr>
                      <wps:txbx>
                        <w:txbxContent>
                          <w:p w14:paraId="049711C9" w14:textId="3F287502" w:rsidR="00153110" w:rsidRPr="00D31C6F" w:rsidRDefault="00875145" w:rsidP="00153110">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8E48BF">
                              <w:rPr>
                                <w:rFonts w:ascii="Aptos Light" w:hAnsi="Aptos Light" w:cs="Avenir Book"/>
                                <w:i/>
                                <w:iCs/>
                                <w:color w:val="3B3838" w:themeColor="background2" w:themeShade="40"/>
                                <w:szCs w:val="20"/>
                              </w:rPr>
                              <w:t>Analyze</w:t>
                            </w:r>
                            <w:r w:rsidR="0096511A">
                              <w:rPr>
                                <w:rFonts w:ascii="Aptos Light" w:hAnsi="Aptos Light" w:cs="Avenir Book"/>
                                <w:i/>
                                <w:iCs/>
                                <w:color w:val="3B3838" w:themeColor="background2" w:themeShade="40"/>
                                <w:szCs w:val="20"/>
                              </w:rPr>
                              <w:t xml:space="preserve"> &gt; </w:t>
                            </w:r>
                            <w:r w:rsidR="008E48BF">
                              <w:rPr>
                                <w:rFonts w:ascii="Aptos Light" w:hAnsi="Aptos Light" w:cs="Avenir Book"/>
                                <w:i/>
                                <w:iCs/>
                                <w:color w:val="3B3838" w:themeColor="background2" w:themeShade="40"/>
                                <w:szCs w:val="20"/>
                              </w:rPr>
                              <w:t>Quality and Process</w:t>
                            </w:r>
                            <w:r w:rsidR="0096511A">
                              <w:rPr>
                                <w:rFonts w:ascii="Aptos Light" w:hAnsi="Aptos Light" w:cs="Avenir Book"/>
                                <w:i/>
                                <w:iCs/>
                                <w:color w:val="3B3838" w:themeColor="background2" w:themeShade="40"/>
                                <w:szCs w:val="20"/>
                              </w:rPr>
                              <w:t xml:space="preserve"> &gt; </w:t>
                            </w:r>
                            <w:r w:rsidR="008E48BF">
                              <w:rPr>
                                <w:rFonts w:ascii="Aptos Light" w:hAnsi="Aptos Light" w:cs="Avenir Book"/>
                                <w:i/>
                                <w:iCs/>
                                <w:color w:val="3B3838" w:themeColor="background2" w:themeShade="40"/>
                                <w:szCs w:val="20"/>
                              </w:rPr>
                              <w:t>Pareto Plot</w:t>
                            </w:r>
                            <w:r w:rsidR="0096511A">
                              <w:rPr>
                                <w:rFonts w:ascii="Aptos Light" w:hAnsi="Aptos Light" w:cs="Avenir Book"/>
                                <w:i/>
                                <w:iCs/>
                                <w:color w:val="3B3838" w:themeColor="background2" w:themeShade="40"/>
                                <w:szCs w:val="20"/>
                              </w:rPr>
                              <w:t xml:space="preserve">. </w:t>
                            </w:r>
                            <w:r w:rsidR="008E48BF">
                              <w:rPr>
                                <w:rFonts w:ascii="Aptos Light" w:hAnsi="Aptos Light" w:cs="Avenir Book"/>
                                <w:i/>
                                <w:iCs/>
                                <w:color w:val="3B3838" w:themeColor="background2" w:themeShade="40"/>
                                <w:szCs w:val="20"/>
                              </w:rPr>
                              <w:t>Choose</w:t>
                            </w:r>
                            <w:r w:rsidR="0096511A">
                              <w:rPr>
                                <w:rFonts w:ascii="Aptos Light" w:hAnsi="Aptos Light" w:cs="Avenir Book"/>
                                <w:i/>
                                <w:iCs/>
                                <w:color w:val="3B3838" w:themeColor="background2" w:themeShade="40"/>
                                <w:szCs w:val="20"/>
                              </w:rPr>
                              <w:t xml:space="preserve"> </w:t>
                            </w:r>
                            <w:r w:rsidR="008E48BF">
                              <w:rPr>
                                <w:rFonts w:ascii="Aptos Light" w:hAnsi="Aptos Light" w:cs="Avenir Book"/>
                                <w:i/>
                                <w:iCs/>
                                <w:color w:val="3B3838" w:themeColor="background2" w:themeShade="40"/>
                                <w:szCs w:val="20"/>
                              </w:rPr>
                              <w:t>‘Reasons’ for the Y role, ‘Frequency’ for the Freq role. Click OK.</w:t>
                            </w:r>
                            <w:r w:rsidR="00077F91">
                              <w:rPr>
                                <w:rFonts w:ascii="Aptos Light" w:hAnsi="Aptos Light" w:cs="Avenir Book"/>
                                <w:i/>
                                <w:iCs/>
                                <w:color w:val="3B3838" w:themeColor="background2" w:themeShade="40"/>
                                <w:szCs w:val="20"/>
                              </w:rPr>
                              <w:t xml:space="preserve"> </w:t>
                            </w:r>
                            <w:bookmarkStart w:id="30" w:name="OLE_LINK128"/>
                            <w:bookmarkStart w:id="31" w:name="OLE_LINK129"/>
                            <w:r w:rsidR="00077F91">
                              <w:rPr>
                                <w:rFonts w:ascii="Aptos Light" w:hAnsi="Aptos Light" w:cs="Avenir Book"/>
                                <w:i/>
                                <w:iCs/>
                                <w:color w:val="3B3838" w:themeColor="background2" w:themeShade="40"/>
                                <w:szCs w:val="20"/>
                              </w:rPr>
                              <w:t>Under the Red Triangle next to the Plot title, select Cumulative Percent &gt; Show Cum Percent Points and Label Cum Percent Points.</w:t>
                            </w:r>
                            <w:r w:rsidR="00077F91">
                              <w:rPr>
                                <w:rFonts w:ascii="Aptos Light" w:hAnsi="Aptos Light" w:cs="Avenir Book"/>
                                <w:i/>
                                <w:iCs/>
                                <w:color w:val="3B3838" w:themeColor="background2" w:themeShade="40"/>
                                <w:szCs w:val="20"/>
                              </w:rPr>
                              <w:br/>
                            </w:r>
                            <w:r w:rsidR="00077F91" w:rsidRPr="004201D3">
                              <w:rPr>
                                <w:rFonts w:ascii="Aptos Light" w:hAnsi="Aptos Light" w:cs="Avenir Book"/>
                                <w:i/>
                                <w:iCs/>
                                <w:color w:val="3B3838" w:themeColor="background2" w:themeShade="40"/>
                                <w:sz w:val="18"/>
                                <w:szCs w:val="18"/>
                              </w:rPr>
                              <w:t xml:space="preserve">Note: </w:t>
                            </w:r>
                            <w:r w:rsidR="004201D3">
                              <w:rPr>
                                <w:rFonts w:ascii="Aptos Light" w:hAnsi="Aptos Light" w:cs="Avenir Book"/>
                                <w:i/>
                                <w:iCs/>
                                <w:color w:val="3B3838" w:themeColor="background2" w:themeShade="40"/>
                                <w:sz w:val="18"/>
                                <w:szCs w:val="18"/>
                              </w:rPr>
                              <w:t>For this and other graphs you’ll create in the Exercises, y</w:t>
                            </w:r>
                            <w:r w:rsidR="00077F91" w:rsidRPr="004201D3">
                              <w:rPr>
                                <w:rFonts w:ascii="Aptos Light" w:hAnsi="Aptos Light" w:cs="Avenir Book"/>
                                <w:i/>
                                <w:iCs/>
                                <w:color w:val="3B3838" w:themeColor="background2" w:themeShade="40"/>
                                <w:sz w:val="18"/>
                                <w:szCs w:val="18"/>
                              </w:rPr>
                              <w:t xml:space="preserve">ou’ll need to </w:t>
                            </w:r>
                            <w:r w:rsidR="00AD54BD" w:rsidRPr="004201D3">
                              <w:rPr>
                                <w:rFonts w:ascii="Aptos Light" w:hAnsi="Aptos Light" w:cs="Avenir Book"/>
                                <w:i/>
                                <w:iCs/>
                                <w:color w:val="3B3838" w:themeColor="background2" w:themeShade="40"/>
                                <w:sz w:val="18"/>
                                <w:szCs w:val="18"/>
                              </w:rPr>
                              <w:t>select-</w:t>
                            </w:r>
                            <w:r w:rsidR="00077F91" w:rsidRPr="004201D3">
                              <w:rPr>
                                <w:rFonts w:ascii="Aptos Light" w:hAnsi="Aptos Light" w:cs="Avenir Book"/>
                                <w:i/>
                                <w:iCs/>
                                <w:color w:val="3B3838" w:themeColor="background2" w:themeShade="40"/>
                                <w:sz w:val="18"/>
                                <w:szCs w:val="18"/>
                              </w:rPr>
                              <w:t>and</w:t>
                            </w:r>
                            <w:r w:rsidR="00AD54BD" w:rsidRPr="004201D3">
                              <w:rPr>
                                <w:rFonts w:ascii="Aptos Light" w:hAnsi="Aptos Light" w:cs="Avenir Book"/>
                                <w:i/>
                                <w:iCs/>
                                <w:color w:val="3B3838" w:themeColor="background2" w:themeShade="40"/>
                                <w:sz w:val="18"/>
                                <w:szCs w:val="18"/>
                              </w:rPr>
                              <w:t>-</w:t>
                            </w:r>
                            <w:r w:rsidR="00077F91" w:rsidRPr="004201D3">
                              <w:rPr>
                                <w:rFonts w:ascii="Aptos Light" w:hAnsi="Aptos Light" w:cs="Avenir Book"/>
                                <w:i/>
                                <w:iCs/>
                                <w:color w:val="3B3838" w:themeColor="background2" w:themeShade="40"/>
                                <w:sz w:val="18"/>
                                <w:szCs w:val="18"/>
                              </w:rPr>
                              <w:t>drag the</w:t>
                            </w:r>
                            <w:r w:rsidR="00351D38">
                              <w:rPr>
                                <w:rFonts w:ascii="Aptos Light" w:hAnsi="Aptos Light" w:cs="Avenir Book"/>
                                <w:i/>
                                <w:iCs/>
                                <w:color w:val="3B3838" w:themeColor="background2" w:themeShade="40"/>
                                <w:sz w:val="18"/>
                                <w:szCs w:val="18"/>
                              </w:rPr>
                              <w:br/>
                            </w:r>
                            <w:r w:rsidR="00077F91" w:rsidRPr="004201D3">
                              <w:rPr>
                                <w:rFonts w:ascii="Aptos Light" w:hAnsi="Aptos Light" w:cs="Avenir Book"/>
                                <w:i/>
                                <w:iCs/>
                                <w:color w:val="3B3838" w:themeColor="background2" w:themeShade="40"/>
                                <w:sz w:val="18"/>
                                <w:szCs w:val="18"/>
                              </w:rPr>
                              <w:t>right</w:t>
                            </w:r>
                            <w:r w:rsidR="003E6962" w:rsidRPr="004201D3">
                              <w:rPr>
                                <w:rFonts w:ascii="Aptos Light" w:hAnsi="Aptos Light" w:cs="Avenir Book"/>
                                <w:i/>
                                <w:iCs/>
                                <w:color w:val="3B3838" w:themeColor="background2" w:themeShade="40"/>
                                <w:sz w:val="18"/>
                                <w:szCs w:val="18"/>
                              </w:rPr>
                              <w:t>-</w:t>
                            </w:r>
                            <w:r w:rsidR="00077F91" w:rsidRPr="004201D3">
                              <w:rPr>
                                <w:rFonts w:ascii="Aptos Light" w:hAnsi="Aptos Light" w:cs="Avenir Book"/>
                                <w:i/>
                                <w:iCs/>
                                <w:color w:val="3B3838" w:themeColor="background2" w:themeShade="40"/>
                                <w:sz w:val="18"/>
                                <w:szCs w:val="18"/>
                              </w:rPr>
                              <w:t xml:space="preserve">hand side of </w:t>
                            </w:r>
                            <w:r w:rsidR="004201D3" w:rsidRPr="004201D3">
                              <w:rPr>
                                <w:rFonts w:ascii="Aptos Light" w:hAnsi="Aptos Light" w:cs="Avenir Book"/>
                                <w:i/>
                                <w:iCs/>
                                <w:color w:val="3B3838" w:themeColor="background2" w:themeShade="40"/>
                                <w:sz w:val="18"/>
                                <w:szCs w:val="18"/>
                              </w:rPr>
                              <w:t>the</w:t>
                            </w:r>
                            <w:r w:rsidR="00077F91" w:rsidRPr="004201D3">
                              <w:rPr>
                                <w:rFonts w:ascii="Aptos Light" w:hAnsi="Aptos Light" w:cs="Avenir Book"/>
                                <w:i/>
                                <w:iCs/>
                                <w:color w:val="3B3838" w:themeColor="background2" w:themeShade="40"/>
                                <w:sz w:val="18"/>
                                <w:szCs w:val="18"/>
                              </w:rPr>
                              <w:t xml:space="preserve"> graph </w:t>
                            </w:r>
                            <w:r w:rsidR="003E6962" w:rsidRPr="004201D3">
                              <w:rPr>
                                <w:rFonts w:ascii="Aptos Light" w:hAnsi="Aptos Light" w:cs="Avenir Book"/>
                                <w:i/>
                                <w:iCs/>
                                <w:color w:val="3B3838" w:themeColor="background2" w:themeShade="40"/>
                                <w:sz w:val="18"/>
                                <w:szCs w:val="18"/>
                              </w:rPr>
                              <w:t xml:space="preserve">frame </w:t>
                            </w:r>
                            <w:r w:rsidR="00077F91" w:rsidRPr="004201D3">
                              <w:rPr>
                                <w:rFonts w:ascii="Aptos Light" w:hAnsi="Aptos Light" w:cs="Avenir Book"/>
                                <w:i/>
                                <w:iCs/>
                                <w:color w:val="3B3838" w:themeColor="background2" w:themeShade="40"/>
                                <w:sz w:val="18"/>
                                <w:szCs w:val="18"/>
                              </w:rPr>
                              <w:t>to make wider</w:t>
                            </w:r>
                            <w:r w:rsidR="004201D3">
                              <w:rPr>
                                <w:rFonts w:ascii="Aptos Light" w:hAnsi="Aptos Light" w:cs="Avenir Book"/>
                                <w:i/>
                                <w:iCs/>
                                <w:color w:val="3B3838" w:themeColor="background2" w:themeShade="40"/>
                                <w:sz w:val="18"/>
                                <w:szCs w:val="18"/>
                              </w:rPr>
                              <w:t xml:space="preserve"> </w:t>
                            </w:r>
                            <w:r w:rsidR="00077F91" w:rsidRPr="004201D3">
                              <w:rPr>
                                <w:rFonts w:ascii="Aptos Light" w:hAnsi="Aptos Light" w:cs="Avenir Book"/>
                                <w:i/>
                                <w:iCs/>
                                <w:color w:val="3B3838" w:themeColor="background2" w:themeShade="40"/>
                                <w:sz w:val="18"/>
                                <w:szCs w:val="18"/>
                              </w:rPr>
                              <w:t>to view the numbers</w:t>
                            </w:r>
                            <w:r w:rsidR="00077F91">
                              <w:rPr>
                                <w:rFonts w:ascii="Aptos Light" w:hAnsi="Aptos Light" w:cs="Avenir Book"/>
                                <w:i/>
                                <w:iCs/>
                                <w:color w:val="3B3838" w:themeColor="background2" w:themeShade="40"/>
                                <w:szCs w:val="20"/>
                              </w:rPr>
                              <w:t>.</w:t>
                            </w:r>
                          </w:p>
                          <w:bookmarkEnd w:id="30"/>
                          <w:bookmarkEnd w:id="31"/>
                          <w:p w14:paraId="131690F0" w14:textId="5F96F1B3" w:rsidR="00BF3069" w:rsidRPr="00BF3069" w:rsidRDefault="00BF3069">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2843013" id="_x0000_t202" coordsize="21600,21600" o:spt="202" path="m,l,21600r21600,l21600,xe">
                <v:stroke joinstyle="miter"/>
                <v:path gradientshapeok="t" o:connecttype="rect"/>
              </v:shapetype>
              <v:shape id="Text Box 2" o:spid="_x0000_s1027" type="#_x0000_t202" style="position:absolute;margin-left:36.25pt;margin-top:10.75pt;width:399.8pt;height:78.3pt;z-index:251701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" filled="f" stroked="f" strokeweight=".5pt">
                <v:textbox>
                  <w:txbxContent>
                    <w:p w14:paraId="049711C9" w14:textId="3F287502" w:rsidR="00153110" w:rsidRPr="00D31C6F" w:rsidRDefault="00875145" w:rsidP="00153110">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8E48BF">
                        <w:rPr>
                          <w:rFonts w:ascii="Aptos Light" w:hAnsi="Aptos Light" w:cs="Avenir Book"/>
                          <w:i/>
                          <w:iCs/>
                          <w:color w:val="3B3838" w:themeColor="background2" w:themeShade="40"/>
                          <w:szCs w:val="20"/>
                        </w:rPr>
                        <w:t>Analyze</w:t>
                      </w:r>
                      <w:r w:rsidR="0096511A">
                        <w:rPr>
                          <w:rFonts w:ascii="Aptos Light" w:hAnsi="Aptos Light" w:cs="Avenir Book"/>
                          <w:i/>
                          <w:iCs/>
                          <w:color w:val="3B3838" w:themeColor="background2" w:themeShade="40"/>
                          <w:szCs w:val="20"/>
                        </w:rPr>
                        <w:t xml:space="preserve"> &gt; </w:t>
                      </w:r>
                      <w:r w:rsidR="008E48BF">
                        <w:rPr>
                          <w:rFonts w:ascii="Aptos Light" w:hAnsi="Aptos Light" w:cs="Avenir Book"/>
                          <w:i/>
                          <w:iCs/>
                          <w:color w:val="3B3838" w:themeColor="background2" w:themeShade="40"/>
                          <w:szCs w:val="20"/>
                        </w:rPr>
                        <w:t>Quality and Process</w:t>
                      </w:r>
                      <w:r w:rsidR="0096511A">
                        <w:rPr>
                          <w:rFonts w:ascii="Aptos Light" w:hAnsi="Aptos Light" w:cs="Avenir Book"/>
                          <w:i/>
                          <w:iCs/>
                          <w:color w:val="3B3838" w:themeColor="background2" w:themeShade="40"/>
                          <w:szCs w:val="20"/>
                        </w:rPr>
                        <w:t xml:space="preserve"> &gt; </w:t>
                      </w:r>
                      <w:r w:rsidR="008E48BF">
                        <w:rPr>
                          <w:rFonts w:ascii="Aptos Light" w:hAnsi="Aptos Light" w:cs="Avenir Book"/>
                          <w:i/>
                          <w:iCs/>
                          <w:color w:val="3B3838" w:themeColor="background2" w:themeShade="40"/>
                          <w:szCs w:val="20"/>
                        </w:rPr>
                        <w:t>Pareto Plot</w:t>
                      </w:r>
                      <w:r w:rsidR="0096511A">
                        <w:rPr>
                          <w:rFonts w:ascii="Aptos Light" w:hAnsi="Aptos Light" w:cs="Avenir Book"/>
                          <w:i/>
                          <w:iCs/>
                          <w:color w:val="3B3838" w:themeColor="background2" w:themeShade="40"/>
                          <w:szCs w:val="20"/>
                        </w:rPr>
                        <w:t xml:space="preserve">. </w:t>
                      </w:r>
                      <w:r w:rsidR="008E48BF">
                        <w:rPr>
                          <w:rFonts w:ascii="Aptos Light" w:hAnsi="Aptos Light" w:cs="Avenir Book"/>
                          <w:i/>
                          <w:iCs/>
                          <w:color w:val="3B3838" w:themeColor="background2" w:themeShade="40"/>
                          <w:szCs w:val="20"/>
                        </w:rPr>
                        <w:t>Choose</w:t>
                      </w:r>
                      <w:r w:rsidR="0096511A">
                        <w:rPr>
                          <w:rFonts w:ascii="Aptos Light" w:hAnsi="Aptos Light" w:cs="Avenir Book"/>
                          <w:i/>
                          <w:iCs/>
                          <w:color w:val="3B3838" w:themeColor="background2" w:themeShade="40"/>
                          <w:szCs w:val="20"/>
                        </w:rPr>
                        <w:t xml:space="preserve"> </w:t>
                      </w:r>
                      <w:r w:rsidR="008E48BF">
                        <w:rPr>
                          <w:rFonts w:ascii="Aptos Light" w:hAnsi="Aptos Light" w:cs="Avenir Book"/>
                          <w:i/>
                          <w:iCs/>
                          <w:color w:val="3B3838" w:themeColor="background2" w:themeShade="40"/>
                          <w:szCs w:val="20"/>
                        </w:rPr>
                        <w:t>‘Reasons’ for the Y role, ‘Frequency’ for the Freq role. Click OK.</w:t>
                      </w:r>
                      <w:r w:rsidR="00077F91">
                        <w:rPr>
                          <w:rFonts w:ascii="Aptos Light" w:hAnsi="Aptos Light" w:cs="Avenir Book"/>
                          <w:i/>
                          <w:iCs/>
                          <w:color w:val="3B3838" w:themeColor="background2" w:themeShade="40"/>
                          <w:szCs w:val="20"/>
                        </w:rPr>
                        <w:t xml:space="preserve"> </w:t>
                      </w:r>
                      <w:bookmarkStart w:id="24" w:name="OLE_LINK128"/>
                      <w:bookmarkStart w:id="25" w:name="OLE_LINK129"/>
                      <w:r w:rsidR="00077F91">
                        <w:rPr>
                          <w:rFonts w:ascii="Aptos Light" w:hAnsi="Aptos Light" w:cs="Avenir Book"/>
                          <w:i/>
                          <w:iCs/>
                          <w:color w:val="3B3838" w:themeColor="background2" w:themeShade="40"/>
                          <w:szCs w:val="20"/>
                        </w:rPr>
                        <w:t>Under the Red Triangle next to the Plot title, select Cumulative Percent &gt; Show Cum Percent Points and Label Cum Percent Points.</w:t>
                      </w:r>
                      <w:r w:rsidR="00077F91">
                        <w:rPr>
                          <w:rFonts w:ascii="Aptos Light" w:hAnsi="Aptos Light" w:cs="Avenir Book"/>
                          <w:i/>
                          <w:iCs/>
                          <w:color w:val="3B3838" w:themeColor="background2" w:themeShade="40"/>
                          <w:szCs w:val="20"/>
                        </w:rPr>
                        <w:br/>
                      </w:r>
                      <w:r w:rsidR="00077F91" w:rsidRPr="004201D3">
                        <w:rPr>
                          <w:rFonts w:ascii="Aptos Light" w:hAnsi="Aptos Light" w:cs="Avenir Book"/>
                          <w:i/>
                          <w:iCs/>
                          <w:color w:val="3B3838" w:themeColor="background2" w:themeShade="40"/>
                          <w:sz w:val="18"/>
                          <w:szCs w:val="18"/>
                        </w:rPr>
                        <w:t xml:space="preserve">Note: </w:t>
                      </w:r>
                      <w:r w:rsidR="004201D3">
                        <w:rPr>
                          <w:rFonts w:ascii="Aptos Light" w:hAnsi="Aptos Light" w:cs="Avenir Book"/>
                          <w:i/>
                          <w:iCs/>
                          <w:color w:val="3B3838" w:themeColor="background2" w:themeShade="40"/>
                          <w:sz w:val="18"/>
                          <w:szCs w:val="18"/>
                        </w:rPr>
                        <w:t>For this and other graphs you’ll create in the Exercises, y</w:t>
                      </w:r>
                      <w:r w:rsidR="00077F91" w:rsidRPr="004201D3">
                        <w:rPr>
                          <w:rFonts w:ascii="Aptos Light" w:hAnsi="Aptos Light" w:cs="Avenir Book"/>
                          <w:i/>
                          <w:iCs/>
                          <w:color w:val="3B3838" w:themeColor="background2" w:themeShade="40"/>
                          <w:sz w:val="18"/>
                          <w:szCs w:val="18"/>
                        </w:rPr>
                        <w:t xml:space="preserve">ou’ll need to </w:t>
                      </w:r>
                      <w:r w:rsidR="00AD54BD" w:rsidRPr="004201D3">
                        <w:rPr>
                          <w:rFonts w:ascii="Aptos Light" w:hAnsi="Aptos Light" w:cs="Avenir Book"/>
                          <w:i/>
                          <w:iCs/>
                          <w:color w:val="3B3838" w:themeColor="background2" w:themeShade="40"/>
                          <w:sz w:val="18"/>
                          <w:szCs w:val="18"/>
                        </w:rPr>
                        <w:t>select-</w:t>
                      </w:r>
                      <w:r w:rsidR="00077F91" w:rsidRPr="004201D3">
                        <w:rPr>
                          <w:rFonts w:ascii="Aptos Light" w:hAnsi="Aptos Light" w:cs="Avenir Book"/>
                          <w:i/>
                          <w:iCs/>
                          <w:color w:val="3B3838" w:themeColor="background2" w:themeShade="40"/>
                          <w:sz w:val="18"/>
                          <w:szCs w:val="18"/>
                        </w:rPr>
                        <w:t>and</w:t>
                      </w:r>
                      <w:r w:rsidR="00AD54BD" w:rsidRPr="004201D3">
                        <w:rPr>
                          <w:rFonts w:ascii="Aptos Light" w:hAnsi="Aptos Light" w:cs="Avenir Book"/>
                          <w:i/>
                          <w:iCs/>
                          <w:color w:val="3B3838" w:themeColor="background2" w:themeShade="40"/>
                          <w:sz w:val="18"/>
                          <w:szCs w:val="18"/>
                        </w:rPr>
                        <w:t>-</w:t>
                      </w:r>
                      <w:r w:rsidR="00077F91" w:rsidRPr="004201D3">
                        <w:rPr>
                          <w:rFonts w:ascii="Aptos Light" w:hAnsi="Aptos Light" w:cs="Avenir Book"/>
                          <w:i/>
                          <w:iCs/>
                          <w:color w:val="3B3838" w:themeColor="background2" w:themeShade="40"/>
                          <w:sz w:val="18"/>
                          <w:szCs w:val="18"/>
                        </w:rPr>
                        <w:t>drag the</w:t>
                      </w:r>
                      <w:r w:rsidR="00351D38">
                        <w:rPr>
                          <w:rFonts w:ascii="Aptos Light" w:hAnsi="Aptos Light" w:cs="Avenir Book"/>
                          <w:i/>
                          <w:iCs/>
                          <w:color w:val="3B3838" w:themeColor="background2" w:themeShade="40"/>
                          <w:sz w:val="18"/>
                          <w:szCs w:val="18"/>
                        </w:rPr>
                        <w:br/>
                      </w:r>
                      <w:r w:rsidR="00077F91" w:rsidRPr="004201D3">
                        <w:rPr>
                          <w:rFonts w:ascii="Aptos Light" w:hAnsi="Aptos Light" w:cs="Avenir Book"/>
                          <w:i/>
                          <w:iCs/>
                          <w:color w:val="3B3838" w:themeColor="background2" w:themeShade="40"/>
                          <w:sz w:val="18"/>
                          <w:szCs w:val="18"/>
                        </w:rPr>
                        <w:t>right</w:t>
                      </w:r>
                      <w:r w:rsidR="003E6962" w:rsidRPr="004201D3">
                        <w:rPr>
                          <w:rFonts w:ascii="Aptos Light" w:hAnsi="Aptos Light" w:cs="Avenir Book"/>
                          <w:i/>
                          <w:iCs/>
                          <w:color w:val="3B3838" w:themeColor="background2" w:themeShade="40"/>
                          <w:sz w:val="18"/>
                          <w:szCs w:val="18"/>
                        </w:rPr>
                        <w:t>-</w:t>
                      </w:r>
                      <w:r w:rsidR="00077F91" w:rsidRPr="004201D3">
                        <w:rPr>
                          <w:rFonts w:ascii="Aptos Light" w:hAnsi="Aptos Light" w:cs="Avenir Book"/>
                          <w:i/>
                          <w:iCs/>
                          <w:color w:val="3B3838" w:themeColor="background2" w:themeShade="40"/>
                          <w:sz w:val="18"/>
                          <w:szCs w:val="18"/>
                        </w:rPr>
                        <w:t xml:space="preserve">hand side of </w:t>
                      </w:r>
                      <w:r w:rsidR="004201D3" w:rsidRPr="004201D3">
                        <w:rPr>
                          <w:rFonts w:ascii="Aptos Light" w:hAnsi="Aptos Light" w:cs="Avenir Book"/>
                          <w:i/>
                          <w:iCs/>
                          <w:color w:val="3B3838" w:themeColor="background2" w:themeShade="40"/>
                          <w:sz w:val="18"/>
                          <w:szCs w:val="18"/>
                        </w:rPr>
                        <w:t>the</w:t>
                      </w:r>
                      <w:r w:rsidR="00077F91" w:rsidRPr="004201D3">
                        <w:rPr>
                          <w:rFonts w:ascii="Aptos Light" w:hAnsi="Aptos Light" w:cs="Avenir Book"/>
                          <w:i/>
                          <w:iCs/>
                          <w:color w:val="3B3838" w:themeColor="background2" w:themeShade="40"/>
                          <w:sz w:val="18"/>
                          <w:szCs w:val="18"/>
                        </w:rPr>
                        <w:t xml:space="preserve"> graph </w:t>
                      </w:r>
                      <w:r w:rsidR="003E6962" w:rsidRPr="004201D3">
                        <w:rPr>
                          <w:rFonts w:ascii="Aptos Light" w:hAnsi="Aptos Light" w:cs="Avenir Book"/>
                          <w:i/>
                          <w:iCs/>
                          <w:color w:val="3B3838" w:themeColor="background2" w:themeShade="40"/>
                          <w:sz w:val="18"/>
                          <w:szCs w:val="18"/>
                        </w:rPr>
                        <w:t xml:space="preserve">frame </w:t>
                      </w:r>
                      <w:r w:rsidR="00077F91" w:rsidRPr="004201D3">
                        <w:rPr>
                          <w:rFonts w:ascii="Aptos Light" w:hAnsi="Aptos Light" w:cs="Avenir Book"/>
                          <w:i/>
                          <w:iCs/>
                          <w:color w:val="3B3838" w:themeColor="background2" w:themeShade="40"/>
                          <w:sz w:val="18"/>
                          <w:szCs w:val="18"/>
                        </w:rPr>
                        <w:t>to make wider</w:t>
                      </w:r>
                      <w:r w:rsidR="004201D3">
                        <w:rPr>
                          <w:rFonts w:ascii="Aptos Light" w:hAnsi="Aptos Light" w:cs="Avenir Book"/>
                          <w:i/>
                          <w:iCs/>
                          <w:color w:val="3B3838" w:themeColor="background2" w:themeShade="40"/>
                          <w:sz w:val="18"/>
                          <w:szCs w:val="18"/>
                        </w:rPr>
                        <w:t xml:space="preserve"> </w:t>
                      </w:r>
                      <w:r w:rsidR="00077F91" w:rsidRPr="004201D3">
                        <w:rPr>
                          <w:rFonts w:ascii="Aptos Light" w:hAnsi="Aptos Light" w:cs="Avenir Book"/>
                          <w:i/>
                          <w:iCs/>
                          <w:color w:val="3B3838" w:themeColor="background2" w:themeShade="40"/>
                          <w:sz w:val="18"/>
                          <w:szCs w:val="18"/>
                        </w:rPr>
                        <w:t>to view the numbers</w:t>
                      </w:r>
                      <w:r w:rsidR="00077F91">
                        <w:rPr>
                          <w:rFonts w:ascii="Aptos Light" w:hAnsi="Aptos Light" w:cs="Avenir Book"/>
                          <w:i/>
                          <w:iCs/>
                          <w:color w:val="3B3838" w:themeColor="background2" w:themeShade="40"/>
                          <w:szCs w:val="20"/>
                        </w:rPr>
                        <w:t>.</w:t>
                      </w:r>
                    </w:p>
                    <w:bookmarkEnd w:id="24"/>
                    <w:bookmarkEnd w:id="25"/>
                    <w:p w14:paraId="131690F0" w14:textId="5F96F1B3" w:rsidR="00BF3069" w:rsidRPr="00BF3069" w:rsidRDefault="00BF3069">
                      <w:pPr>
                        <w:rPr>
                          <w:rFonts w:ascii="Avenir Book" w:hAnsi="Avenir Book" w:cs="Avenir Book"/>
                          <w:i/>
                          <w:iCs/>
                          <w:color w:val="3B3838" w:themeColor="background2" w:themeShade="40"/>
                          <w:szCs w:val="20"/>
                        </w:rPr>
                      </w:pPr>
                    </w:p>
                  </w:txbxContent>
                </v:textbox>
              </v:shape>
            </w:pict>
          </mc:Fallback>
        </mc:AlternateContent>
      </w:r>
      <w:r w:rsidR="009F0A11" w:rsidRPr="006856DA">
        <w:rPr>
          <w:rFonts w:ascii="Aptos Light" w:hAnsi="Aptos Light" w:cs="Avenir Book"/>
          <w:color w:val="262626" w:themeColor="text1" w:themeTint="D9"/>
          <w:sz w:val="22"/>
          <w:szCs w:val="22"/>
        </w:rPr>
        <w:br/>
      </w:r>
    </w:p>
    <w:p w14:paraId="4620D3F2" w14:textId="10FF651F" w:rsidR="00551657" w:rsidRPr="006856DA" w:rsidRDefault="00551657" w:rsidP="0098258A">
      <w:pPr>
        <w:spacing w:after="120"/>
        <w:rPr>
          <w:rFonts w:ascii="Aptos Light" w:hAnsi="Aptos Light" w:cs="Avenir Book"/>
          <w:color w:val="262626" w:themeColor="text1" w:themeTint="D9"/>
          <w:sz w:val="22"/>
          <w:szCs w:val="22"/>
        </w:rPr>
      </w:pPr>
    </w:p>
    <w:p w14:paraId="7C580EC0" w14:textId="4382BCA5" w:rsidR="00551657" w:rsidRPr="006856DA" w:rsidRDefault="00551657" w:rsidP="0098258A">
      <w:pPr>
        <w:spacing w:after="120"/>
        <w:rPr>
          <w:rFonts w:ascii="Aptos Light" w:hAnsi="Aptos Light" w:cs="Avenir Book"/>
          <w:color w:val="262626" w:themeColor="text1" w:themeTint="D9"/>
          <w:sz w:val="22"/>
          <w:szCs w:val="22"/>
        </w:rPr>
      </w:pPr>
    </w:p>
    <w:bookmarkEnd w:id="22"/>
    <w:bookmarkEnd w:id="23"/>
    <w:p w14:paraId="18606710" w14:textId="77777777" w:rsidR="008E48BF" w:rsidRDefault="008E48BF" w:rsidP="008E48BF">
      <w:pPr>
        <w:pStyle w:val="Title"/>
        <w:rPr>
          <w:rFonts w:ascii="Aptos Light" w:eastAsia="MS Mincho" w:hAnsi="Aptos Light" w:cs="Avenir Book"/>
          <w:b w:val="0"/>
          <w:bCs w:val="0"/>
          <w:color w:val="262626" w:themeColor="text1" w:themeTint="D9"/>
          <w:sz w:val="20"/>
          <w:szCs w:val="20"/>
        </w:rPr>
      </w:pPr>
    </w:p>
    <w:p w14:paraId="04AF600F" w14:textId="77777777" w:rsidR="009C5BF6" w:rsidRPr="006856DA" w:rsidRDefault="009C5BF6" w:rsidP="008E48BF">
      <w:pPr>
        <w:pStyle w:val="Title"/>
        <w:rPr>
          <w:rFonts w:ascii="Aptos Light" w:eastAsia="MS Mincho" w:hAnsi="Aptos Light" w:cs="Avenir Book"/>
          <w:b w:val="0"/>
          <w:bCs w:val="0"/>
          <w:color w:val="262626" w:themeColor="text1" w:themeTint="D9"/>
          <w:sz w:val="20"/>
          <w:szCs w:val="20"/>
        </w:rPr>
      </w:pPr>
      <w:bookmarkStart w:id="32" w:name="OLE_LINK132"/>
      <w:bookmarkStart w:id="33" w:name="OLE_LINK133"/>
    </w:p>
    <w:p w14:paraId="455E9A8B" w14:textId="6BF052EA" w:rsidR="008E48BF" w:rsidRPr="006856DA" w:rsidRDefault="004201D3" w:rsidP="008E48BF">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75328" behindDoc="1" locked="0" layoutInCell="1" allowOverlap="1" wp14:anchorId="1891F1B5" wp14:editId="72071475">
                <wp:simplePos x="0" y="0"/>
                <wp:positionH relativeFrom="column">
                  <wp:posOffset>398899</wp:posOffset>
                </wp:positionH>
                <wp:positionV relativeFrom="paragraph">
                  <wp:posOffset>883788</wp:posOffset>
                </wp:positionV>
                <wp:extent cx="5297170" cy="932811"/>
                <wp:effectExtent l="0" t="0" r="0" b="0"/>
                <wp:wrapNone/>
                <wp:docPr id="2020751790" name="Rounded Rectangle 1"/>
                <wp:cNvGraphicFramePr/>
                <a:graphic xmlns:a="http://schemas.openxmlformats.org/drawingml/2006/main">
                  <a:graphicData uri="http://schemas.microsoft.com/office/word/2010/wordprocessingShape">
                    <wps:wsp>
                      <wps:cNvSpPr/>
                      <wps:spPr>
                        <a:xfrm>
                          <a:off x="0" y="0"/>
                          <a:ext cx="5297170" cy="932811"/>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85A2B8" id="Rounded Rectangle 1" o:spid="_x0000_s1026" style="position:absolute;margin-left:31.4pt;margin-top:69.6pt;width:417.1pt;height:73.45pt;z-index:-25144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76352" behindDoc="0" locked="0" layoutInCell="1" allowOverlap="1" wp14:anchorId="3B0F0159" wp14:editId="1FEED1B7">
                <wp:simplePos x="0" y="0"/>
                <wp:positionH relativeFrom="column">
                  <wp:posOffset>460268</wp:posOffset>
                </wp:positionH>
                <wp:positionV relativeFrom="paragraph">
                  <wp:posOffset>920610</wp:posOffset>
                </wp:positionV>
                <wp:extent cx="5077460" cy="859168"/>
                <wp:effectExtent l="0" t="0" r="0" b="0"/>
                <wp:wrapNone/>
                <wp:docPr id="1680019067" name="Text Box 2"/>
                <wp:cNvGraphicFramePr/>
                <a:graphic xmlns:a="http://schemas.openxmlformats.org/drawingml/2006/main">
                  <a:graphicData uri="http://schemas.microsoft.com/office/word/2010/wordprocessingShape">
                    <wps:wsp>
                      <wps:cNvSpPr txBox="1"/>
                      <wps:spPr>
                        <a:xfrm>
                          <a:off x="0" y="0"/>
                          <a:ext cx="5077460" cy="859168"/>
                        </a:xfrm>
                        <a:prstGeom prst="rect">
                          <a:avLst/>
                        </a:prstGeom>
                        <a:noFill/>
                        <a:ln w="6350">
                          <a:noFill/>
                        </a:ln>
                      </wps:spPr>
                      <wps:txbx>
                        <w:txbxContent>
                          <w:p w14:paraId="2A4A6594" w14:textId="45B2F3E9" w:rsidR="00AD54BD" w:rsidRPr="00D31C6F" w:rsidRDefault="008E48BF" w:rsidP="00AD54BD">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Analyze &gt; Quality and Process &gt; Pareto Plot. Choose ‘Reasons’ for the Y role, ‘Frequency’ for the Freq role, and ‘Line’ as the By role. Click OK.</w:t>
                            </w:r>
                            <w:r w:rsidR="00AD54BD">
                              <w:rPr>
                                <w:rFonts w:ascii="Aptos Light" w:hAnsi="Aptos Light" w:cs="Avenir Book"/>
                                <w:i/>
                                <w:iCs/>
                                <w:color w:val="3B3838" w:themeColor="background2" w:themeShade="40"/>
                                <w:szCs w:val="20"/>
                              </w:rPr>
                              <w:t xml:space="preserve"> Under the Red Triangle next to the Plot title</w:t>
                            </w:r>
                            <w:r w:rsidR="00734EA6">
                              <w:rPr>
                                <w:rFonts w:ascii="Aptos Light" w:hAnsi="Aptos Light" w:cs="Avenir Book"/>
                                <w:i/>
                                <w:iCs/>
                                <w:color w:val="3B3838" w:themeColor="background2" w:themeShade="40"/>
                                <w:szCs w:val="20"/>
                              </w:rPr>
                              <w:t xml:space="preserve"> for each ‘Line’</w:t>
                            </w:r>
                            <w:r w:rsidR="00AD54BD">
                              <w:rPr>
                                <w:rFonts w:ascii="Aptos Light" w:hAnsi="Aptos Light" w:cs="Avenir Book"/>
                                <w:i/>
                                <w:iCs/>
                                <w:color w:val="3B3838" w:themeColor="background2" w:themeShade="40"/>
                                <w:szCs w:val="20"/>
                              </w:rPr>
                              <w:t>, select Cumulative Percent &gt; Show Cum Percent Points and Label Cum Percent Points.</w:t>
                            </w:r>
                            <w:r w:rsidR="00AD54BD">
                              <w:rPr>
                                <w:rFonts w:ascii="Aptos Light" w:hAnsi="Aptos Light" w:cs="Avenir Book"/>
                                <w:i/>
                                <w:iCs/>
                                <w:color w:val="3B3838" w:themeColor="background2" w:themeShade="40"/>
                                <w:szCs w:val="20"/>
                              </w:rPr>
                              <w:br/>
                            </w:r>
                          </w:p>
                          <w:p w14:paraId="40B52027" w14:textId="0327AE7E" w:rsidR="008E48BF" w:rsidRPr="00D31C6F" w:rsidRDefault="008E48BF" w:rsidP="008E48BF">
                            <w:pPr>
                              <w:rPr>
                                <w:rFonts w:ascii="Aptos Light" w:hAnsi="Aptos Light" w:cs="Avenir Book"/>
                                <w:i/>
                                <w:iCs/>
                                <w:color w:val="3B3838" w:themeColor="background2" w:themeShade="40"/>
                                <w:szCs w:val="20"/>
                              </w:rPr>
                            </w:pPr>
                          </w:p>
                          <w:p w14:paraId="7F9F480A" w14:textId="77777777" w:rsidR="008E48BF" w:rsidRPr="00BF3069" w:rsidRDefault="008E48BF" w:rsidP="008E48BF">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0F0159" id="_x0000_s1028" type="#_x0000_t202" style="position:absolute;left:0;text-align:left;margin-left:36.25pt;margin-top:72.5pt;width:399.8pt;height:67.65pt;z-index:251876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" filled="f" stroked="f" strokeweight=".5pt">
                <v:textbox>
                  <w:txbxContent>
                    <w:p w14:paraId="2A4A6594" w14:textId="45B2F3E9" w:rsidR="00AD54BD" w:rsidRPr="00D31C6F" w:rsidRDefault="008E48BF" w:rsidP="00AD54BD">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Analyze &gt; Quality and Process &gt; Pareto Plot. Choose ‘Reasons’ for the Y role, ‘Frequency’ for the Freq role, and ‘Line’ as the By role. Click OK.</w:t>
                      </w:r>
                      <w:r w:rsidR="00AD54BD">
                        <w:rPr>
                          <w:rFonts w:ascii="Aptos Light" w:hAnsi="Aptos Light" w:cs="Avenir Book"/>
                          <w:i/>
                          <w:iCs/>
                          <w:color w:val="3B3838" w:themeColor="background2" w:themeShade="40"/>
                          <w:szCs w:val="20"/>
                        </w:rPr>
                        <w:t xml:space="preserve"> Under the Red Triangle next to the Plot title</w:t>
                      </w:r>
                      <w:r w:rsidR="00734EA6">
                        <w:rPr>
                          <w:rFonts w:ascii="Aptos Light" w:hAnsi="Aptos Light" w:cs="Avenir Book"/>
                          <w:i/>
                          <w:iCs/>
                          <w:color w:val="3B3838" w:themeColor="background2" w:themeShade="40"/>
                          <w:szCs w:val="20"/>
                        </w:rPr>
                        <w:t xml:space="preserve"> for each ‘Line’</w:t>
                      </w:r>
                      <w:r w:rsidR="00AD54BD">
                        <w:rPr>
                          <w:rFonts w:ascii="Aptos Light" w:hAnsi="Aptos Light" w:cs="Avenir Book"/>
                          <w:i/>
                          <w:iCs/>
                          <w:color w:val="3B3838" w:themeColor="background2" w:themeShade="40"/>
                          <w:szCs w:val="20"/>
                        </w:rPr>
                        <w:t>, select Cumulative Percent &gt; Show Cum Percent Points and Label Cum Percent Points.</w:t>
                      </w:r>
                      <w:r w:rsidR="00AD54BD">
                        <w:rPr>
                          <w:rFonts w:ascii="Aptos Light" w:hAnsi="Aptos Light" w:cs="Avenir Book"/>
                          <w:i/>
                          <w:iCs/>
                          <w:color w:val="3B3838" w:themeColor="background2" w:themeShade="40"/>
                          <w:szCs w:val="20"/>
                        </w:rPr>
                        <w:br/>
                      </w:r>
                    </w:p>
                    <w:p w14:paraId="40B52027" w14:textId="0327AE7E" w:rsidR="008E48BF" w:rsidRPr="00D31C6F" w:rsidRDefault="008E48BF" w:rsidP="008E48BF">
                      <w:pPr>
                        <w:rPr>
                          <w:rFonts w:ascii="Aptos Light" w:hAnsi="Aptos Light" w:cs="Avenir Book"/>
                          <w:i/>
                          <w:iCs/>
                          <w:color w:val="3B3838" w:themeColor="background2" w:themeShade="40"/>
                          <w:szCs w:val="20"/>
                        </w:rPr>
                      </w:pPr>
                    </w:p>
                    <w:p w14:paraId="7F9F480A" w14:textId="77777777" w:rsidR="008E48BF" w:rsidRPr="00BF3069" w:rsidRDefault="008E48BF" w:rsidP="008E48BF">
                      <w:pPr>
                        <w:rPr>
                          <w:rFonts w:ascii="Avenir Book" w:hAnsi="Avenir Book" w:cs="Avenir Book"/>
                          <w:i/>
                          <w:iCs/>
                          <w:color w:val="3B3838" w:themeColor="background2" w:themeShade="40"/>
                          <w:szCs w:val="20"/>
                        </w:rPr>
                      </w:pPr>
                    </w:p>
                  </w:txbxContent>
                </v:textbox>
              </v:shape>
            </w:pict>
          </mc:Fallback>
        </mc:AlternateContent>
      </w:r>
      <w:r w:rsidR="008E48BF" w:rsidRPr="006856DA">
        <w:rPr>
          <w:rFonts w:ascii="Aptos Light" w:hAnsi="Aptos Light" w:cs="Avenir Book"/>
          <w:color w:val="262626" w:themeColor="text1" w:themeTint="D9"/>
          <w:sz w:val="22"/>
          <w:szCs w:val="22"/>
        </w:rPr>
        <w:t xml:space="preserve">Create </w:t>
      </w:r>
      <w:r w:rsidR="008E48BF">
        <w:rPr>
          <w:rFonts w:ascii="Aptos Light" w:hAnsi="Aptos Light" w:cs="Avenir Book"/>
          <w:color w:val="262626" w:themeColor="text1" w:themeTint="D9"/>
          <w:sz w:val="22"/>
          <w:szCs w:val="22"/>
        </w:rPr>
        <w:t xml:space="preserve">a Pareto Plot for each </w:t>
      </w:r>
      <w:r w:rsidR="008F5729">
        <w:rPr>
          <w:rFonts w:ascii="Aptos Light" w:hAnsi="Aptos Light" w:cs="Avenir Book"/>
          <w:color w:val="262626" w:themeColor="text1" w:themeTint="D9"/>
          <w:sz w:val="22"/>
          <w:szCs w:val="22"/>
        </w:rPr>
        <w:t>l</w:t>
      </w:r>
      <w:r w:rsidR="008E48BF">
        <w:rPr>
          <w:rFonts w:ascii="Aptos Light" w:hAnsi="Aptos Light" w:cs="Avenir Book"/>
          <w:color w:val="262626" w:themeColor="text1" w:themeTint="D9"/>
          <w:sz w:val="22"/>
          <w:szCs w:val="22"/>
        </w:rPr>
        <w:t>ine displaying the number of times the line was non-operational for each of the 19 reasons.</w:t>
      </w:r>
      <w:r w:rsidR="00077F91">
        <w:rPr>
          <w:rFonts w:ascii="Aptos Light" w:hAnsi="Aptos Light" w:cs="Avenir Book"/>
          <w:color w:val="262626" w:themeColor="text1" w:themeTint="D9"/>
          <w:sz w:val="22"/>
          <w:szCs w:val="22"/>
        </w:rPr>
        <w:t xml:space="preserve"> What are the top 5 reasons that each line was non-operational? What percentage of all times each line was </w:t>
      </w:r>
      <w:r>
        <w:rPr>
          <w:rFonts w:ascii="Aptos Light" w:hAnsi="Aptos Light" w:cs="Avenir Book"/>
          <w:color w:val="262626" w:themeColor="text1" w:themeTint="D9"/>
          <w:sz w:val="22"/>
          <w:szCs w:val="22"/>
        </w:rPr>
        <w:t>non-operational</w:t>
      </w:r>
      <w:r w:rsidR="00077F91">
        <w:rPr>
          <w:rFonts w:ascii="Aptos Light" w:hAnsi="Aptos Light" w:cs="Avenir Book"/>
          <w:color w:val="262626" w:themeColor="text1" w:themeTint="D9"/>
          <w:sz w:val="22"/>
          <w:szCs w:val="22"/>
        </w:rPr>
        <w:t xml:space="preserve"> w</w:t>
      </w:r>
      <w:r>
        <w:rPr>
          <w:rFonts w:ascii="Aptos Light" w:hAnsi="Aptos Light" w:cs="Avenir Book"/>
          <w:color w:val="262626" w:themeColor="text1" w:themeTint="D9"/>
          <w:sz w:val="22"/>
          <w:szCs w:val="22"/>
        </w:rPr>
        <w:t>as</w:t>
      </w:r>
      <w:r w:rsidR="00077F91">
        <w:rPr>
          <w:rFonts w:ascii="Aptos Light" w:hAnsi="Aptos Light" w:cs="Avenir Book"/>
          <w:color w:val="262626" w:themeColor="text1" w:themeTint="D9"/>
          <w:sz w:val="22"/>
          <w:szCs w:val="22"/>
        </w:rPr>
        <w:t xml:space="preserve"> because of these top 5 reasons?</w:t>
      </w:r>
      <w:r w:rsidR="00AD54BD">
        <w:rPr>
          <w:rFonts w:ascii="Aptos Light" w:hAnsi="Aptos Light" w:cs="Avenir Book"/>
          <w:color w:val="262626" w:themeColor="text1" w:themeTint="D9"/>
          <w:sz w:val="22"/>
          <w:szCs w:val="22"/>
        </w:rPr>
        <w:t xml:space="preserve"> Which reasons are in the top 5 for individual lines but not in the top 5 overall?</w:t>
      </w:r>
      <w:r w:rsidR="008E48BF">
        <w:rPr>
          <w:rFonts w:ascii="Aptos Light" w:hAnsi="Aptos Light" w:cs="Avenir Book"/>
          <w:color w:val="262626" w:themeColor="text1" w:themeTint="D9"/>
          <w:sz w:val="22"/>
          <w:szCs w:val="22"/>
        </w:rPr>
        <w:br/>
      </w:r>
    </w:p>
    <w:bookmarkEnd w:id="32"/>
    <w:bookmarkEnd w:id="33"/>
    <w:p w14:paraId="595B9625" w14:textId="1DFCEB04" w:rsidR="008E48BF" w:rsidRPr="006856DA" w:rsidRDefault="008E48BF" w:rsidP="008E48BF">
      <w:pPr>
        <w:spacing w:after="120"/>
        <w:rPr>
          <w:rFonts w:ascii="Aptos Light" w:hAnsi="Aptos Light" w:cs="Avenir Book"/>
          <w:color w:val="262626" w:themeColor="text1" w:themeTint="D9"/>
          <w:sz w:val="22"/>
          <w:szCs w:val="22"/>
        </w:rPr>
      </w:pPr>
      <w:r w:rsidRPr="006856DA">
        <w:rPr>
          <w:rFonts w:ascii="Aptos Light" w:hAnsi="Aptos Light" w:cs="Avenir Book"/>
          <w:color w:val="262626" w:themeColor="text1" w:themeTint="D9"/>
          <w:sz w:val="22"/>
          <w:szCs w:val="22"/>
        </w:rPr>
        <w:br/>
      </w:r>
    </w:p>
    <w:p w14:paraId="299BE681" w14:textId="77777777" w:rsidR="008E48BF" w:rsidRPr="006856DA" w:rsidRDefault="008E48BF" w:rsidP="008E48BF">
      <w:pPr>
        <w:spacing w:after="120"/>
        <w:rPr>
          <w:rFonts w:ascii="Aptos Light" w:hAnsi="Aptos Light" w:cs="Avenir Book"/>
          <w:color w:val="262626" w:themeColor="text1" w:themeTint="D9"/>
          <w:sz w:val="22"/>
          <w:szCs w:val="22"/>
        </w:rPr>
      </w:pPr>
    </w:p>
    <w:p w14:paraId="5CE6AD44" w14:textId="77777777" w:rsidR="008E48BF" w:rsidRPr="006856DA" w:rsidRDefault="008E48BF" w:rsidP="008E48BF">
      <w:pPr>
        <w:spacing w:after="120"/>
        <w:rPr>
          <w:rFonts w:ascii="Aptos Light" w:hAnsi="Aptos Light" w:cs="Avenir Book"/>
          <w:color w:val="262626" w:themeColor="text1" w:themeTint="D9"/>
          <w:sz w:val="22"/>
          <w:szCs w:val="22"/>
        </w:rPr>
      </w:pPr>
    </w:p>
    <w:p w14:paraId="355CECEA" w14:textId="09F91311" w:rsidR="00C040BB" w:rsidRDefault="007F56E4" w:rsidP="00734EA6">
      <w:pPr>
        <w:spacing w:after="1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br/>
      </w:r>
      <w:bookmarkEnd w:id="13"/>
      <w:bookmarkEnd w:id="14"/>
      <w:bookmarkEnd w:id="15"/>
      <w:bookmarkEnd w:id="16"/>
      <w:bookmarkEnd w:id="17"/>
      <w:bookmarkEnd w:id="18"/>
      <w:bookmarkEnd w:id="19"/>
      <w:bookmarkEnd w:id="20"/>
      <w:bookmarkEnd w:id="21"/>
      <w:bookmarkEnd w:id="28"/>
      <w:bookmarkEnd w:id="29"/>
    </w:p>
    <w:p w14:paraId="335D3A6F" w14:textId="77777777" w:rsidR="00C040BB" w:rsidRDefault="00C040BB">
      <w:pPr>
        <w:spacing w:before="0" w:after="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br w:type="page"/>
      </w:r>
    </w:p>
    <w:p w14:paraId="707314FD" w14:textId="77777777" w:rsidR="006E2A3B" w:rsidRPr="00734EA6" w:rsidRDefault="006E2A3B" w:rsidP="00734EA6">
      <w:pPr>
        <w:spacing w:after="120"/>
        <w:rPr>
          <w:rFonts w:ascii="Aptos Light" w:hAnsi="Aptos Light" w:cs="Avenir Book"/>
          <w:color w:val="262626" w:themeColor="text1" w:themeTint="D9"/>
          <w:sz w:val="22"/>
          <w:szCs w:val="22"/>
        </w:rPr>
      </w:pPr>
    </w:p>
    <w:p w14:paraId="48F98DF8" w14:textId="43B92AA0" w:rsidR="006E2A3B" w:rsidRPr="006856DA" w:rsidRDefault="006E2A3B" w:rsidP="006E2A3B">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sidRPr="006856DA">
        <w:rPr>
          <w:rFonts w:ascii="Aptos Light" w:hAnsi="Aptos Light" w:cs="Avenir Book"/>
          <w:color w:val="262626" w:themeColor="text1" w:themeTint="D9"/>
          <w:sz w:val="22"/>
          <w:szCs w:val="22"/>
        </w:rPr>
        <w:t xml:space="preserve">Create </w:t>
      </w:r>
      <w:r>
        <w:rPr>
          <w:rFonts w:ascii="Aptos Light" w:hAnsi="Aptos Light" w:cs="Avenir Book"/>
          <w:color w:val="262626" w:themeColor="text1" w:themeTint="D9"/>
          <w:sz w:val="22"/>
          <w:szCs w:val="22"/>
        </w:rPr>
        <w:t xml:space="preserve">a Pareto Plot for </w:t>
      </w:r>
      <w:r w:rsidR="00C040BB">
        <w:rPr>
          <w:rFonts w:ascii="Aptos Light" w:hAnsi="Aptos Light" w:cs="Avenir Book"/>
          <w:color w:val="262626" w:themeColor="text1" w:themeTint="D9"/>
          <w:sz w:val="22"/>
          <w:szCs w:val="22"/>
        </w:rPr>
        <w:t xml:space="preserve">all </w:t>
      </w:r>
      <w:r w:rsidR="008F5729">
        <w:rPr>
          <w:rFonts w:ascii="Aptos Light" w:hAnsi="Aptos Light" w:cs="Avenir Book"/>
          <w:color w:val="262626" w:themeColor="text1" w:themeTint="D9"/>
          <w:sz w:val="22"/>
          <w:szCs w:val="22"/>
        </w:rPr>
        <w:t>l</w:t>
      </w:r>
      <w:r w:rsidR="00C040BB">
        <w:rPr>
          <w:rFonts w:ascii="Aptos Light" w:hAnsi="Aptos Light" w:cs="Avenir Book"/>
          <w:color w:val="262626" w:themeColor="text1" w:themeTint="D9"/>
          <w:sz w:val="22"/>
          <w:szCs w:val="22"/>
        </w:rPr>
        <w:t xml:space="preserve">ines in aggregate </w:t>
      </w:r>
      <w:r>
        <w:rPr>
          <w:rFonts w:ascii="Aptos Light" w:hAnsi="Aptos Light" w:cs="Avenir Book"/>
          <w:color w:val="262626" w:themeColor="text1" w:themeTint="D9"/>
          <w:sz w:val="22"/>
          <w:szCs w:val="22"/>
        </w:rPr>
        <w:t xml:space="preserve">displaying the amount of time the lines were non-operational for each of the 19 reasons. </w:t>
      </w:r>
      <w:bookmarkStart w:id="34" w:name="OLE_LINK130"/>
      <w:bookmarkStart w:id="35" w:name="OLE_LINK131"/>
      <w:r>
        <w:rPr>
          <w:rFonts w:ascii="Aptos Light" w:hAnsi="Aptos Light" w:cs="Avenir Book"/>
          <w:color w:val="262626" w:themeColor="text1" w:themeTint="D9"/>
          <w:sz w:val="22"/>
          <w:szCs w:val="22"/>
        </w:rPr>
        <w:t>What are the top 5 reasons that resulted in the lines being non-operational for the most amount of time? What percentage of the total downtime was because of these top 5 reasons?</w:t>
      </w:r>
      <w:bookmarkEnd w:id="34"/>
      <w:bookmarkEnd w:id="35"/>
      <w:r>
        <w:rPr>
          <w:rFonts w:ascii="Aptos Light" w:hAnsi="Aptos Light" w:cs="Avenir Book"/>
          <w:color w:val="262626" w:themeColor="text1" w:themeTint="D9"/>
          <w:sz w:val="22"/>
          <w:szCs w:val="22"/>
        </w:rPr>
        <w:t xml:space="preserve"> </w:t>
      </w:r>
      <w:r w:rsidR="007C27DE">
        <w:rPr>
          <w:rFonts w:ascii="Aptos Light" w:hAnsi="Aptos Light" w:cs="Avenir Book"/>
          <w:color w:val="262626" w:themeColor="text1" w:themeTint="D9"/>
          <w:sz w:val="22"/>
          <w:szCs w:val="22"/>
        </w:rPr>
        <w:t xml:space="preserve">How do these results compare to your analysis on the </w:t>
      </w:r>
      <w:r w:rsidR="004B77D4">
        <w:rPr>
          <w:rFonts w:ascii="Aptos Light" w:hAnsi="Aptos Light" w:cs="Avenir Book"/>
          <w:color w:val="262626" w:themeColor="text1" w:themeTint="D9"/>
          <w:sz w:val="22"/>
          <w:szCs w:val="22"/>
        </w:rPr>
        <w:t>frequency</w:t>
      </w:r>
      <w:r w:rsidR="007C27DE">
        <w:rPr>
          <w:rFonts w:ascii="Aptos Light" w:hAnsi="Aptos Light" w:cs="Avenir Book"/>
          <w:color w:val="262626" w:themeColor="text1" w:themeTint="D9"/>
          <w:sz w:val="22"/>
          <w:szCs w:val="22"/>
        </w:rPr>
        <w:t xml:space="preserve"> the lines were </w:t>
      </w:r>
      <w:r w:rsidR="00C040BB">
        <w:rPr>
          <w:rFonts w:ascii="Aptos Light" w:hAnsi="Aptos Light" w:cs="Avenir Book"/>
          <w:color w:val="262626" w:themeColor="text1" w:themeTint="D9"/>
          <w:sz w:val="22"/>
          <w:szCs w:val="22"/>
        </w:rPr>
        <w:t>non-operational</w:t>
      </w:r>
      <w:r w:rsidR="007C27DE">
        <w:rPr>
          <w:rFonts w:ascii="Aptos Light" w:hAnsi="Aptos Light" w:cs="Avenir Book"/>
          <w:color w:val="262626" w:themeColor="text1" w:themeTint="D9"/>
          <w:sz w:val="22"/>
          <w:szCs w:val="22"/>
        </w:rPr>
        <w:t xml:space="preserve"> in Exercise 1? </w:t>
      </w:r>
      <w:r>
        <w:rPr>
          <w:rFonts w:ascii="Aptos Light" w:hAnsi="Aptos Light" w:cs="Avenir Book"/>
          <w:color w:val="262626" w:themeColor="text1" w:themeTint="D9"/>
          <w:sz w:val="22"/>
          <w:szCs w:val="22"/>
        </w:rPr>
        <w:br/>
      </w:r>
    </w:p>
    <w:p w14:paraId="28C84F71" w14:textId="115690FB" w:rsidR="006E2A3B" w:rsidRPr="006856DA" w:rsidRDefault="00C040BB" w:rsidP="006E2A3B">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78400" behindDoc="1" locked="0" layoutInCell="1" allowOverlap="1" wp14:anchorId="6F17A442" wp14:editId="1C37903A">
                <wp:simplePos x="0" y="0"/>
                <wp:positionH relativeFrom="column">
                  <wp:posOffset>398899</wp:posOffset>
                </wp:positionH>
                <wp:positionV relativeFrom="paragraph">
                  <wp:posOffset>101073</wp:posOffset>
                </wp:positionV>
                <wp:extent cx="5297170" cy="810072"/>
                <wp:effectExtent l="0" t="0" r="0" b="3175"/>
                <wp:wrapNone/>
                <wp:docPr id="684791161" name="Rounded Rectangle 1"/>
                <wp:cNvGraphicFramePr/>
                <a:graphic xmlns:a="http://schemas.openxmlformats.org/drawingml/2006/main">
                  <a:graphicData uri="http://schemas.microsoft.com/office/word/2010/wordprocessingShape">
                    <wps:wsp>
                      <wps:cNvSpPr/>
                      <wps:spPr>
                        <a:xfrm>
                          <a:off x="0" y="0"/>
                          <a:ext cx="5297170" cy="810072"/>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81B768" id="Rounded Rectangle 1" o:spid="_x0000_s1026" style="position:absolute;margin-left:31.4pt;margin-top:7.95pt;width:417.1pt;height:63.8pt;z-index:-25143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79424" behindDoc="0" locked="0" layoutInCell="1" allowOverlap="1" wp14:anchorId="5DC73483" wp14:editId="605777DB">
                <wp:simplePos x="0" y="0"/>
                <wp:positionH relativeFrom="column">
                  <wp:posOffset>460268</wp:posOffset>
                </wp:positionH>
                <wp:positionV relativeFrom="paragraph">
                  <wp:posOffset>137894</wp:posOffset>
                </wp:positionV>
                <wp:extent cx="5077460" cy="687334"/>
                <wp:effectExtent l="0" t="0" r="0" b="0"/>
                <wp:wrapNone/>
                <wp:docPr id="2107529363" name="Text Box 2"/>
                <wp:cNvGraphicFramePr/>
                <a:graphic xmlns:a="http://schemas.openxmlformats.org/drawingml/2006/main">
                  <a:graphicData uri="http://schemas.microsoft.com/office/word/2010/wordprocessingShape">
                    <wps:wsp>
                      <wps:cNvSpPr txBox="1"/>
                      <wps:spPr>
                        <a:xfrm>
                          <a:off x="0" y="0"/>
                          <a:ext cx="5077460" cy="687334"/>
                        </a:xfrm>
                        <a:prstGeom prst="rect">
                          <a:avLst/>
                        </a:prstGeom>
                        <a:noFill/>
                        <a:ln w="6350">
                          <a:noFill/>
                        </a:ln>
                      </wps:spPr>
                      <wps:txbx>
                        <w:txbxContent>
                          <w:p w14:paraId="4EC5DF2E" w14:textId="7300135B" w:rsidR="006E2A3B" w:rsidRPr="00D31C6F" w:rsidRDefault="006E2A3B" w:rsidP="006E2A3B">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Analyze &gt; Quality and Process &gt; Pareto Plot. Choose ‘Reasons’ for the Y role, ‘Downtime’ for the Freq role. Click OK. Under the Red Triangle next to the Plot title, select Cumulative Percent &gt; Show Cum Percent Points and Label Cum Percent Points.</w:t>
                            </w:r>
                            <w:r>
                              <w:rPr>
                                <w:rFonts w:ascii="Aptos Light" w:hAnsi="Aptos Light" w:cs="Avenir Book"/>
                                <w:i/>
                                <w:iCs/>
                                <w:color w:val="3B3838" w:themeColor="background2" w:themeShade="40"/>
                                <w:szCs w:val="20"/>
                              </w:rPr>
                              <w:br/>
                            </w:r>
                          </w:p>
                          <w:p w14:paraId="180FBA0F" w14:textId="77777777" w:rsidR="006E2A3B" w:rsidRPr="00BF3069" w:rsidRDefault="006E2A3B" w:rsidP="006E2A3B">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DC73483" id="_x0000_s1029" type="#_x0000_t202" style="position:absolute;margin-left:36.25pt;margin-top:10.85pt;width:399.8pt;height:54.1pt;z-index:251879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" filled="f" stroked="f" strokeweight=".5pt">
                <v:textbox>
                  <w:txbxContent>
                    <w:p w14:paraId="4EC5DF2E" w14:textId="7300135B" w:rsidR="006E2A3B" w:rsidRPr="00D31C6F" w:rsidRDefault="006E2A3B" w:rsidP="006E2A3B">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Analyze &gt; Quality and Process &gt; Pareto Plot. Choose ‘Reasons’ for the Y role, ‘</w:t>
                      </w:r>
                      <w:r>
                        <w:rPr>
                          <w:rFonts w:ascii="Aptos Light" w:hAnsi="Aptos Light" w:cs="Avenir Book"/>
                          <w:i/>
                          <w:iCs/>
                          <w:color w:val="3B3838" w:themeColor="background2" w:themeShade="40"/>
                          <w:szCs w:val="20"/>
                        </w:rPr>
                        <w:t>Downtime</w:t>
                      </w:r>
                      <w:r>
                        <w:rPr>
                          <w:rFonts w:ascii="Aptos Light" w:hAnsi="Aptos Light" w:cs="Avenir Book"/>
                          <w:i/>
                          <w:iCs/>
                          <w:color w:val="3B3838" w:themeColor="background2" w:themeShade="40"/>
                          <w:szCs w:val="20"/>
                        </w:rPr>
                        <w:t>’ for the Freq role. Click OK. Under the Red Triangle next to the Plot title, select Cumulative Percent &gt; Show Cum Percent Points and Label Cum Percent Points.</w:t>
                      </w:r>
                      <w:r>
                        <w:rPr>
                          <w:rFonts w:ascii="Aptos Light" w:hAnsi="Aptos Light" w:cs="Avenir Book"/>
                          <w:i/>
                          <w:iCs/>
                          <w:color w:val="3B3838" w:themeColor="background2" w:themeShade="40"/>
                          <w:szCs w:val="20"/>
                        </w:rPr>
                        <w:br/>
                      </w:r>
                    </w:p>
                    <w:p w14:paraId="180FBA0F" w14:textId="77777777" w:rsidR="006E2A3B" w:rsidRPr="00BF3069" w:rsidRDefault="006E2A3B" w:rsidP="006E2A3B">
                      <w:pPr>
                        <w:rPr>
                          <w:rFonts w:ascii="Avenir Book" w:hAnsi="Avenir Book" w:cs="Avenir Book"/>
                          <w:i/>
                          <w:iCs/>
                          <w:color w:val="3B3838" w:themeColor="background2" w:themeShade="40"/>
                          <w:szCs w:val="20"/>
                        </w:rPr>
                      </w:pPr>
                    </w:p>
                  </w:txbxContent>
                </v:textbox>
              </v:shape>
            </w:pict>
          </mc:Fallback>
        </mc:AlternateContent>
      </w:r>
      <w:r w:rsidR="006E2A3B" w:rsidRPr="006856DA">
        <w:rPr>
          <w:rFonts w:ascii="Aptos Light" w:hAnsi="Aptos Light" w:cs="Avenir Book"/>
          <w:color w:val="262626" w:themeColor="text1" w:themeTint="D9"/>
          <w:sz w:val="22"/>
          <w:szCs w:val="22"/>
        </w:rPr>
        <w:br/>
      </w:r>
    </w:p>
    <w:p w14:paraId="279C6E8E" w14:textId="77777777" w:rsidR="006E2A3B" w:rsidRPr="006856DA" w:rsidRDefault="006E2A3B" w:rsidP="006E2A3B">
      <w:pPr>
        <w:spacing w:after="120"/>
        <w:rPr>
          <w:rFonts w:ascii="Aptos Light" w:hAnsi="Aptos Light" w:cs="Avenir Book"/>
          <w:color w:val="262626" w:themeColor="text1" w:themeTint="D9"/>
          <w:sz w:val="22"/>
          <w:szCs w:val="22"/>
        </w:rPr>
      </w:pPr>
    </w:p>
    <w:p w14:paraId="374A0285" w14:textId="77777777" w:rsidR="006E2A3B" w:rsidRPr="006856DA" w:rsidRDefault="006E2A3B" w:rsidP="006E2A3B">
      <w:pPr>
        <w:spacing w:after="120"/>
        <w:rPr>
          <w:rFonts w:ascii="Aptos Light" w:hAnsi="Aptos Light" w:cs="Avenir Book"/>
          <w:color w:val="262626" w:themeColor="text1" w:themeTint="D9"/>
          <w:sz w:val="22"/>
          <w:szCs w:val="22"/>
        </w:rPr>
      </w:pPr>
    </w:p>
    <w:p w14:paraId="5EE202F6" w14:textId="77777777" w:rsidR="006E2A3B" w:rsidRPr="006856DA" w:rsidRDefault="006E2A3B" w:rsidP="006E2A3B">
      <w:pPr>
        <w:pStyle w:val="Title"/>
        <w:rPr>
          <w:rFonts w:ascii="Aptos Light" w:eastAsia="MS Mincho" w:hAnsi="Aptos Light" w:cs="Avenir Book"/>
          <w:b w:val="0"/>
          <w:bCs w:val="0"/>
          <w:color w:val="262626" w:themeColor="text1" w:themeTint="D9"/>
          <w:sz w:val="20"/>
          <w:szCs w:val="20"/>
        </w:rPr>
      </w:pPr>
    </w:p>
    <w:p w14:paraId="1F987029" w14:textId="31A511FE" w:rsidR="006E2A3B" w:rsidRPr="006856DA" w:rsidRDefault="006E2A3B" w:rsidP="006E2A3B">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sidRPr="006856DA">
        <w:rPr>
          <w:rFonts w:ascii="Aptos Light" w:hAnsi="Aptos Light" w:cs="Avenir Book"/>
          <w:color w:val="262626" w:themeColor="text1" w:themeTint="D9"/>
          <w:sz w:val="22"/>
          <w:szCs w:val="22"/>
        </w:rPr>
        <w:t xml:space="preserve">Create </w:t>
      </w:r>
      <w:r>
        <w:rPr>
          <w:rFonts w:ascii="Aptos Light" w:hAnsi="Aptos Light" w:cs="Avenir Book"/>
          <w:color w:val="262626" w:themeColor="text1" w:themeTint="D9"/>
          <w:sz w:val="22"/>
          <w:szCs w:val="22"/>
        </w:rPr>
        <w:t>a Pareto Plot for each Line displaying the amount of time the lines were non-operational for each of the 19 reasons. What are the top 5 reasons that resulted in each of the lines being non-operational for the most amount of time? What percentage of the total downtime was because of these top 5 reasons? Which reasons are in the top 5 for individual lines but not in the top 5 overall?</w:t>
      </w:r>
      <w:r w:rsidR="007C27DE">
        <w:rPr>
          <w:rFonts w:ascii="Aptos Light" w:hAnsi="Aptos Light" w:cs="Avenir Book"/>
          <w:color w:val="262626" w:themeColor="text1" w:themeTint="D9"/>
          <w:sz w:val="22"/>
          <w:szCs w:val="22"/>
        </w:rPr>
        <w:t xml:space="preserve"> How do these results compare to your analysis on the frequency of times the lines were down? How do these results compare to your analysis on the frequency of times each of the lines were down in Exercise 2?</w:t>
      </w:r>
      <w:r w:rsidR="007C27DE">
        <w:rPr>
          <w:rFonts w:ascii="Aptos Light" w:hAnsi="Aptos Light" w:cs="Avenir Book"/>
          <w:color w:val="262626" w:themeColor="text1" w:themeTint="D9"/>
          <w:sz w:val="22"/>
          <w:szCs w:val="22"/>
        </w:rPr>
        <w:br/>
      </w:r>
    </w:p>
    <w:p w14:paraId="361391BD" w14:textId="52B48ED4" w:rsidR="006E2A3B" w:rsidRPr="006856DA" w:rsidRDefault="004B77D4" w:rsidP="006E2A3B">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80448" behindDoc="1" locked="0" layoutInCell="1" allowOverlap="1" wp14:anchorId="7EB259DA" wp14:editId="017296AF">
                <wp:simplePos x="0" y="0"/>
                <wp:positionH relativeFrom="column">
                  <wp:posOffset>398899</wp:posOffset>
                </wp:positionH>
                <wp:positionV relativeFrom="paragraph">
                  <wp:posOffset>99610</wp:posOffset>
                </wp:positionV>
                <wp:extent cx="5297170" cy="963495"/>
                <wp:effectExtent l="0" t="0" r="0" b="1905"/>
                <wp:wrapNone/>
                <wp:docPr id="618679965" name="Rounded Rectangle 1"/>
                <wp:cNvGraphicFramePr/>
                <a:graphic xmlns:a="http://schemas.openxmlformats.org/drawingml/2006/main">
                  <a:graphicData uri="http://schemas.microsoft.com/office/word/2010/wordprocessingShape">
                    <wps:wsp>
                      <wps:cNvSpPr/>
                      <wps:spPr>
                        <a:xfrm>
                          <a:off x="0" y="0"/>
                          <a:ext cx="5297170" cy="963495"/>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0C606" id="Rounded Rectangle 1" o:spid="_x0000_s1026" style="position:absolute;margin-left:31.4pt;margin-top:7.85pt;width:417.1pt;height:75.85pt;z-index:-25143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" fillcolor="#f2f2f2 [3052]" stroked="f" strokeweight=".25pt">
                <v:stroke joinstyle="miter"/>
              </v:roundrect>
            </w:pict>
          </mc:Fallback>
        </mc:AlternateContent>
      </w:r>
      <w:r w:rsidR="006E2A3B"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81472" behindDoc="0" locked="0" layoutInCell="1" allowOverlap="1" wp14:anchorId="4B759CE7" wp14:editId="274DCA80">
                <wp:simplePos x="0" y="0"/>
                <wp:positionH relativeFrom="column">
                  <wp:posOffset>460268</wp:posOffset>
                </wp:positionH>
                <wp:positionV relativeFrom="paragraph">
                  <wp:posOffset>136432</wp:posOffset>
                </wp:positionV>
                <wp:extent cx="5077460" cy="834620"/>
                <wp:effectExtent l="0" t="0" r="0" b="0"/>
                <wp:wrapNone/>
                <wp:docPr id="206457508" name="Text Box 2"/>
                <wp:cNvGraphicFramePr/>
                <a:graphic xmlns:a="http://schemas.openxmlformats.org/drawingml/2006/main">
                  <a:graphicData uri="http://schemas.microsoft.com/office/word/2010/wordprocessingShape">
                    <wps:wsp>
                      <wps:cNvSpPr txBox="1"/>
                      <wps:spPr>
                        <a:xfrm>
                          <a:off x="0" y="0"/>
                          <a:ext cx="5077460" cy="834620"/>
                        </a:xfrm>
                        <a:prstGeom prst="rect">
                          <a:avLst/>
                        </a:prstGeom>
                        <a:noFill/>
                        <a:ln w="6350">
                          <a:noFill/>
                        </a:ln>
                      </wps:spPr>
                      <wps:txbx>
                        <w:txbxContent>
                          <w:p w14:paraId="2E619CD4" w14:textId="42C1DFE8" w:rsidR="006E2A3B" w:rsidRPr="00D31C6F" w:rsidRDefault="006E2A3B" w:rsidP="006E2A3B">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Analyze &gt; Quality and Process &gt; Pareto Plot. Choose ‘Reasons’ for the Y role, ‘Downtime’ for the Freq role, and ‘Line’ as the By role. Click OK. Under the Red Triangle next to the Plot title</w:t>
                            </w:r>
                            <w:r w:rsidR="004B77D4">
                              <w:rPr>
                                <w:rFonts w:ascii="Aptos Light" w:hAnsi="Aptos Light" w:cs="Avenir Book"/>
                                <w:i/>
                                <w:iCs/>
                                <w:color w:val="3B3838" w:themeColor="background2" w:themeShade="40"/>
                                <w:szCs w:val="20"/>
                              </w:rPr>
                              <w:t xml:space="preserve"> for each line</w:t>
                            </w:r>
                            <w:r>
                              <w:rPr>
                                <w:rFonts w:ascii="Aptos Light" w:hAnsi="Aptos Light" w:cs="Avenir Book"/>
                                <w:i/>
                                <w:iCs/>
                                <w:color w:val="3B3838" w:themeColor="background2" w:themeShade="40"/>
                                <w:szCs w:val="20"/>
                              </w:rPr>
                              <w:t>, select Cumulative Percent &gt; Show Cum Percent Points and Label Cum Percent Points.</w:t>
                            </w:r>
                            <w:r>
                              <w:rPr>
                                <w:rFonts w:ascii="Aptos Light" w:hAnsi="Aptos Light" w:cs="Avenir Book"/>
                                <w:i/>
                                <w:iCs/>
                                <w:color w:val="3B3838" w:themeColor="background2" w:themeShade="40"/>
                                <w:szCs w:val="20"/>
                              </w:rPr>
                              <w:br/>
                            </w:r>
                          </w:p>
                          <w:p w14:paraId="71CA4083" w14:textId="77777777" w:rsidR="006E2A3B" w:rsidRPr="00D31C6F" w:rsidRDefault="006E2A3B" w:rsidP="006E2A3B">
                            <w:pPr>
                              <w:rPr>
                                <w:rFonts w:ascii="Aptos Light" w:hAnsi="Aptos Light" w:cs="Avenir Book"/>
                                <w:i/>
                                <w:iCs/>
                                <w:color w:val="3B3838" w:themeColor="background2" w:themeShade="40"/>
                                <w:szCs w:val="20"/>
                              </w:rPr>
                            </w:pPr>
                          </w:p>
                          <w:p w14:paraId="7719D713" w14:textId="77777777" w:rsidR="006E2A3B" w:rsidRPr="00BF3069" w:rsidRDefault="006E2A3B" w:rsidP="006E2A3B">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759CE7" id="_x0000_s1030" type="#_x0000_t202" style="position:absolute;margin-left:36.25pt;margin-top:10.75pt;width:399.8pt;height:65.7pt;z-index:251881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" filled="f" stroked="f" strokeweight=".5pt">
                <v:textbox>
                  <w:txbxContent>
                    <w:p w14:paraId="2E619CD4" w14:textId="42C1DFE8" w:rsidR="006E2A3B" w:rsidRPr="00D31C6F" w:rsidRDefault="006E2A3B" w:rsidP="006E2A3B">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Analyze &gt; Quality and Process &gt; Pareto Plot. Choose ‘Reasons’ for the Y role, ‘Downtime’ for the Freq role, and ‘Line’ as the By role. Click OK. Under the Red Triangle next to the Plot title</w:t>
                      </w:r>
                      <w:r w:rsidR="004B77D4">
                        <w:rPr>
                          <w:rFonts w:ascii="Aptos Light" w:hAnsi="Aptos Light" w:cs="Avenir Book"/>
                          <w:i/>
                          <w:iCs/>
                          <w:color w:val="3B3838" w:themeColor="background2" w:themeShade="40"/>
                          <w:szCs w:val="20"/>
                        </w:rPr>
                        <w:t xml:space="preserve"> for each line</w:t>
                      </w:r>
                      <w:r>
                        <w:rPr>
                          <w:rFonts w:ascii="Aptos Light" w:hAnsi="Aptos Light" w:cs="Avenir Book"/>
                          <w:i/>
                          <w:iCs/>
                          <w:color w:val="3B3838" w:themeColor="background2" w:themeShade="40"/>
                          <w:szCs w:val="20"/>
                        </w:rPr>
                        <w:t>, select Cumulative Percent &gt; Show Cum Percent Points and Label Cum Percent Points.</w:t>
                      </w:r>
                      <w:r>
                        <w:rPr>
                          <w:rFonts w:ascii="Aptos Light" w:hAnsi="Aptos Light" w:cs="Avenir Book"/>
                          <w:i/>
                          <w:iCs/>
                          <w:color w:val="3B3838" w:themeColor="background2" w:themeShade="40"/>
                          <w:szCs w:val="20"/>
                        </w:rPr>
                        <w:br/>
                      </w:r>
                    </w:p>
                    <w:p w14:paraId="71CA4083" w14:textId="77777777" w:rsidR="006E2A3B" w:rsidRPr="00D31C6F" w:rsidRDefault="006E2A3B" w:rsidP="006E2A3B">
                      <w:pPr>
                        <w:rPr>
                          <w:rFonts w:ascii="Aptos Light" w:hAnsi="Aptos Light" w:cs="Avenir Book"/>
                          <w:i/>
                          <w:iCs/>
                          <w:color w:val="3B3838" w:themeColor="background2" w:themeShade="40"/>
                          <w:szCs w:val="20"/>
                        </w:rPr>
                      </w:pPr>
                    </w:p>
                    <w:p w14:paraId="7719D713" w14:textId="77777777" w:rsidR="006E2A3B" w:rsidRPr="00BF3069" w:rsidRDefault="006E2A3B" w:rsidP="006E2A3B">
                      <w:pPr>
                        <w:rPr>
                          <w:rFonts w:ascii="Avenir Book" w:hAnsi="Avenir Book" w:cs="Avenir Book"/>
                          <w:i/>
                          <w:iCs/>
                          <w:color w:val="3B3838" w:themeColor="background2" w:themeShade="40"/>
                          <w:szCs w:val="20"/>
                        </w:rPr>
                      </w:pPr>
                    </w:p>
                  </w:txbxContent>
                </v:textbox>
              </v:shape>
            </w:pict>
          </mc:Fallback>
        </mc:AlternateContent>
      </w:r>
      <w:r w:rsidR="006E2A3B" w:rsidRPr="006856DA">
        <w:rPr>
          <w:rFonts w:ascii="Aptos Light" w:hAnsi="Aptos Light" w:cs="Avenir Book"/>
          <w:color w:val="262626" w:themeColor="text1" w:themeTint="D9"/>
          <w:sz w:val="22"/>
          <w:szCs w:val="22"/>
        </w:rPr>
        <w:br/>
      </w:r>
    </w:p>
    <w:p w14:paraId="27CAC605" w14:textId="77777777" w:rsidR="006E2A3B" w:rsidRPr="006856DA" w:rsidRDefault="006E2A3B" w:rsidP="006E2A3B">
      <w:pPr>
        <w:spacing w:after="120"/>
        <w:rPr>
          <w:rFonts w:ascii="Aptos Light" w:hAnsi="Aptos Light" w:cs="Avenir Book"/>
          <w:color w:val="262626" w:themeColor="text1" w:themeTint="D9"/>
          <w:sz w:val="22"/>
          <w:szCs w:val="22"/>
        </w:rPr>
      </w:pPr>
    </w:p>
    <w:p w14:paraId="291B76CC" w14:textId="77777777" w:rsidR="006E2A3B" w:rsidRPr="006856DA" w:rsidRDefault="006E2A3B" w:rsidP="006E2A3B">
      <w:pPr>
        <w:spacing w:after="120"/>
        <w:rPr>
          <w:rFonts w:ascii="Aptos Light" w:hAnsi="Aptos Light" w:cs="Avenir Book"/>
          <w:color w:val="262626" w:themeColor="text1" w:themeTint="D9"/>
          <w:sz w:val="22"/>
          <w:szCs w:val="22"/>
        </w:rPr>
      </w:pPr>
    </w:p>
    <w:p w14:paraId="1DA946CE" w14:textId="77777777" w:rsidR="006E2A3B" w:rsidRPr="007F56E4" w:rsidRDefault="006E2A3B" w:rsidP="006E2A3B">
      <w:pPr>
        <w:spacing w:after="1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br/>
      </w:r>
    </w:p>
    <w:p w14:paraId="0838FE37" w14:textId="2EE62FDF" w:rsidR="00EB7F9E" w:rsidRPr="00EB7F9E" w:rsidRDefault="00EB7F9E" w:rsidP="00EB7F9E">
      <w:pPr>
        <w:spacing w:after="120"/>
      </w:pPr>
    </w:p>
    <w:p w14:paraId="0D7D3211" w14:textId="0CE36C9E" w:rsidR="00EB7F9E" w:rsidRPr="006856DA" w:rsidRDefault="00EB7F9E" w:rsidP="00EB7F9E">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sidRPr="006856DA">
        <w:rPr>
          <w:rFonts w:ascii="Aptos Light" w:hAnsi="Aptos Light" w:cs="Avenir Book"/>
          <w:color w:val="262626" w:themeColor="text1" w:themeTint="D9"/>
          <w:sz w:val="22"/>
          <w:szCs w:val="22"/>
        </w:rPr>
        <w:t xml:space="preserve">Create </w:t>
      </w:r>
      <w:r>
        <w:rPr>
          <w:rFonts w:ascii="Aptos Light" w:hAnsi="Aptos Light" w:cs="Avenir Book"/>
          <w:color w:val="262626" w:themeColor="text1" w:themeTint="D9"/>
          <w:sz w:val="22"/>
          <w:szCs w:val="22"/>
        </w:rPr>
        <w:t>a comparative side-by-side Bar Chart displaying the frequency each of the lines were non-operational for the 19 reasons. Identify a few reasons where there’s a large difference in the frequency of non-operational status between the lines. Identify a few reasons where the frequency is similar across the lines.</w:t>
      </w:r>
      <w:r>
        <w:rPr>
          <w:rFonts w:ascii="Aptos Light" w:hAnsi="Aptos Light" w:cs="Avenir Book"/>
          <w:color w:val="262626" w:themeColor="text1" w:themeTint="D9"/>
          <w:sz w:val="22"/>
          <w:szCs w:val="22"/>
        </w:rPr>
        <w:br/>
      </w:r>
    </w:p>
    <w:p w14:paraId="16F65E7D" w14:textId="75BB9DB1" w:rsidR="00EB7F9E" w:rsidRPr="006856DA" w:rsidRDefault="00C428B6" w:rsidP="00EB7F9E">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83520" behindDoc="1" locked="0" layoutInCell="1" allowOverlap="1" wp14:anchorId="746A328A" wp14:editId="63A23C8C">
                <wp:simplePos x="0" y="0"/>
                <wp:positionH relativeFrom="column">
                  <wp:posOffset>398899</wp:posOffset>
                </wp:positionH>
                <wp:positionV relativeFrom="paragraph">
                  <wp:posOffset>99883</wp:posOffset>
                </wp:positionV>
                <wp:extent cx="5297170" cy="889852"/>
                <wp:effectExtent l="0" t="0" r="0" b="0"/>
                <wp:wrapNone/>
                <wp:docPr id="786155762" name="Rounded Rectangle 1"/>
                <wp:cNvGraphicFramePr/>
                <a:graphic xmlns:a="http://schemas.openxmlformats.org/drawingml/2006/main">
                  <a:graphicData uri="http://schemas.microsoft.com/office/word/2010/wordprocessingShape">
                    <wps:wsp>
                      <wps:cNvSpPr/>
                      <wps:spPr>
                        <a:xfrm>
                          <a:off x="0" y="0"/>
                          <a:ext cx="5297170" cy="889852"/>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25F854" id="Rounded Rectangle 1" o:spid="_x0000_s1026" style="position:absolute;margin-left:31.4pt;margin-top:7.85pt;width:417.1pt;height:70.05pt;z-index:-25143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84544" behindDoc="0" locked="0" layoutInCell="1" allowOverlap="1" wp14:anchorId="58C5670E" wp14:editId="5F837ED6">
                <wp:simplePos x="0" y="0"/>
                <wp:positionH relativeFrom="column">
                  <wp:posOffset>460268</wp:posOffset>
                </wp:positionH>
                <wp:positionV relativeFrom="paragraph">
                  <wp:posOffset>136704</wp:posOffset>
                </wp:positionV>
                <wp:extent cx="5077460" cy="816209"/>
                <wp:effectExtent l="0" t="0" r="0" b="0"/>
                <wp:wrapNone/>
                <wp:docPr id="1936108741" name="Text Box 2"/>
                <wp:cNvGraphicFramePr/>
                <a:graphic xmlns:a="http://schemas.openxmlformats.org/drawingml/2006/main">
                  <a:graphicData uri="http://schemas.microsoft.com/office/word/2010/wordprocessingShape">
                    <wps:wsp>
                      <wps:cNvSpPr txBox="1"/>
                      <wps:spPr>
                        <a:xfrm>
                          <a:off x="0" y="0"/>
                          <a:ext cx="5077460" cy="816209"/>
                        </a:xfrm>
                        <a:prstGeom prst="rect">
                          <a:avLst/>
                        </a:prstGeom>
                        <a:noFill/>
                        <a:ln w="6350">
                          <a:noFill/>
                        </a:ln>
                      </wps:spPr>
                      <wps:txbx>
                        <w:txbxContent>
                          <w:p w14:paraId="1DED2D83" w14:textId="2F049FC5" w:rsidR="00EB7F9E" w:rsidRPr="00D31C6F" w:rsidRDefault="00EB7F9E" w:rsidP="00EB7F9E">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100C27">
                              <w:rPr>
                                <w:rFonts w:ascii="Aptos Light" w:hAnsi="Aptos Light" w:cs="Avenir Book"/>
                                <w:i/>
                                <w:iCs/>
                                <w:color w:val="3B3838" w:themeColor="background2" w:themeShade="40"/>
                                <w:szCs w:val="20"/>
                              </w:rPr>
                              <w:t>Graph</w:t>
                            </w:r>
                            <w:r>
                              <w:rPr>
                                <w:rFonts w:ascii="Aptos Light" w:hAnsi="Aptos Light" w:cs="Avenir Book"/>
                                <w:i/>
                                <w:iCs/>
                                <w:color w:val="3B3838" w:themeColor="background2" w:themeShade="40"/>
                                <w:szCs w:val="20"/>
                              </w:rPr>
                              <w:t xml:space="preserve"> &gt; </w:t>
                            </w:r>
                            <w:r w:rsidR="00100C27">
                              <w:rPr>
                                <w:rFonts w:ascii="Aptos Light" w:hAnsi="Aptos Light" w:cs="Avenir Book"/>
                                <w:i/>
                                <w:iCs/>
                                <w:color w:val="3B3838" w:themeColor="background2" w:themeShade="40"/>
                                <w:szCs w:val="20"/>
                              </w:rPr>
                              <w:t>Graph Builder</w:t>
                            </w:r>
                            <w:r>
                              <w:rPr>
                                <w:rFonts w:ascii="Aptos Light" w:hAnsi="Aptos Light" w:cs="Avenir Book"/>
                                <w:i/>
                                <w:iCs/>
                                <w:color w:val="3B3838" w:themeColor="background2" w:themeShade="40"/>
                                <w:szCs w:val="20"/>
                              </w:rPr>
                              <w:t xml:space="preserve">. </w:t>
                            </w:r>
                            <w:r w:rsidR="00C428B6">
                              <w:rPr>
                                <w:rFonts w:ascii="Aptos Light" w:hAnsi="Aptos Light" w:cs="Avenir Book"/>
                                <w:i/>
                                <w:iCs/>
                                <w:color w:val="3B3838" w:themeColor="background2" w:themeShade="40"/>
                                <w:szCs w:val="20"/>
                              </w:rPr>
                              <w:t>Place</w:t>
                            </w:r>
                            <w:r>
                              <w:rPr>
                                <w:rFonts w:ascii="Aptos Light" w:hAnsi="Aptos Light" w:cs="Avenir Book"/>
                                <w:i/>
                                <w:iCs/>
                                <w:color w:val="3B3838" w:themeColor="background2" w:themeShade="40"/>
                                <w:szCs w:val="20"/>
                              </w:rPr>
                              <w:t xml:space="preserve"> ‘</w:t>
                            </w:r>
                            <w:r w:rsidR="00C428B6">
                              <w:rPr>
                                <w:rFonts w:ascii="Aptos Light" w:hAnsi="Aptos Light" w:cs="Avenir Book"/>
                                <w:i/>
                                <w:iCs/>
                                <w:color w:val="3B3838" w:themeColor="background2" w:themeShade="40"/>
                                <w:szCs w:val="20"/>
                              </w:rPr>
                              <w:t>Frequency</w:t>
                            </w:r>
                            <w:r>
                              <w:rPr>
                                <w:rFonts w:ascii="Aptos Light" w:hAnsi="Aptos Light" w:cs="Avenir Book"/>
                                <w:i/>
                                <w:iCs/>
                                <w:color w:val="3B3838" w:themeColor="background2" w:themeShade="40"/>
                                <w:szCs w:val="20"/>
                              </w:rPr>
                              <w:t xml:space="preserve">’ </w:t>
                            </w:r>
                            <w:r w:rsidR="00C428B6">
                              <w:rPr>
                                <w:rFonts w:ascii="Aptos Light" w:hAnsi="Aptos Light" w:cs="Avenir Book"/>
                                <w:i/>
                                <w:iCs/>
                                <w:color w:val="3B3838" w:themeColor="background2" w:themeShade="40"/>
                                <w:szCs w:val="20"/>
                              </w:rPr>
                              <w:t>in</w:t>
                            </w:r>
                            <w:r>
                              <w:rPr>
                                <w:rFonts w:ascii="Aptos Light" w:hAnsi="Aptos Light" w:cs="Avenir Book"/>
                                <w:i/>
                                <w:iCs/>
                                <w:color w:val="3B3838" w:themeColor="background2" w:themeShade="40"/>
                                <w:szCs w:val="20"/>
                              </w:rPr>
                              <w:t xml:space="preserve"> the Y role, ‘</w:t>
                            </w:r>
                            <w:r w:rsidR="00C428B6">
                              <w:rPr>
                                <w:rFonts w:ascii="Aptos Light" w:hAnsi="Aptos Light" w:cs="Avenir Book"/>
                                <w:i/>
                                <w:iCs/>
                                <w:color w:val="3B3838" w:themeColor="background2" w:themeShade="40"/>
                                <w:szCs w:val="20"/>
                              </w:rPr>
                              <w:t>Reasons</w:t>
                            </w:r>
                            <w:r>
                              <w:rPr>
                                <w:rFonts w:ascii="Aptos Light" w:hAnsi="Aptos Light" w:cs="Avenir Book"/>
                                <w:i/>
                                <w:iCs/>
                                <w:color w:val="3B3838" w:themeColor="background2" w:themeShade="40"/>
                                <w:szCs w:val="20"/>
                              </w:rPr>
                              <w:t xml:space="preserve">’ </w:t>
                            </w:r>
                            <w:r w:rsidR="00C428B6">
                              <w:rPr>
                                <w:rFonts w:ascii="Aptos Light" w:hAnsi="Aptos Light" w:cs="Avenir Book"/>
                                <w:i/>
                                <w:iCs/>
                                <w:color w:val="3B3838" w:themeColor="background2" w:themeShade="40"/>
                                <w:szCs w:val="20"/>
                              </w:rPr>
                              <w:t>in</w:t>
                            </w:r>
                            <w:r>
                              <w:rPr>
                                <w:rFonts w:ascii="Aptos Light" w:hAnsi="Aptos Light" w:cs="Avenir Book"/>
                                <w:i/>
                                <w:iCs/>
                                <w:color w:val="3B3838" w:themeColor="background2" w:themeShade="40"/>
                                <w:szCs w:val="20"/>
                              </w:rPr>
                              <w:t xml:space="preserve"> the </w:t>
                            </w:r>
                            <w:r w:rsidR="00C428B6">
                              <w:rPr>
                                <w:rFonts w:ascii="Aptos Light" w:hAnsi="Aptos Light" w:cs="Avenir Book"/>
                                <w:i/>
                                <w:iCs/>
                                <w:color w:val="3B3838" w:themeColor="background2" w:themeShade="40"/>
                                <w:szCs w:val="20"/>
                              </w:rPr>
                              <w:t>X</w:t>
                            </w:r>
                            <w:r>
                              <w:rPr>
                                <w:rFonts w:ascii="Aptos Light" w:hAnsi="Aptos Light" w:cs="Avenir Book"/>
                                <w:i/>
                                <w:iCs/>
                                <w:color w:val="3B3838" w:themeColor="background2" w:themeShade="40"/>
                                <w:szCs w:val="20"/>
                              </w:rPr>
                              <w:t xml:space="preserve"> role</w:t>
                            </w:r>
                            <w:r w:rsidR="00C428B6">
                              <w:rPr>
                                <w:rFonts w:ascii="Aptos Light" w:hAnsi="Aptos Light" w:cs="Avenir Book"/>
                                <w:i/>
                                <w:iCs/>
                                <w:color w:val="3B3838" w:themeColor="background2" w:themeShade="40"/>
                                <w:szCs w:val="20"/>
                              </w:rPr>
                              <w:t>, ‘Line’ in the Overlay role. Choose the Bar Chart icon in the graph palette.</w:t>
                            </w:r>
                            <w:r w:rsidR="00C428B6">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t xml:space="preserve"> </w:t>
                            </w:r>
                            <w:r w:rsidR="00C428B6">
                              <w:rPr>
                                <w:rFonts w:ascii="Aptos Light" w:hAnsi="Aptos Light" w:cs="Avenir Book"/>
                                <w:i/>
                                <w:iCs/>
                                <w:color w:val="3B3838" w:themeColor="background2" w:themeShade="40"/>
                                <w:szCs w:val="20"/>
                              </w:rPr>
                              <w:t>Right-click on the X axis and choose Order by &gt; Frequency, descending. The Reasons are now ordered from highest ‘Frequency’ cumulative across the lines to lowest.</w:t>
                            </w:r>
                          </w:p>
                          <w:p w14:paraId="2EF7B6FC" w14:textId="77777777" w:rsidR="00EB7F9E" w:rsidRPr="00D31C6F" w:rsidRDefault="00EB7F9E" w:rsidP="00EB7F9E">
                            <w:pPr>
                              <w:rPr>
                                <w:rFonts w:ascii="Aptos Light" w:hAnsi="Aptos Light" w:cs="Avenir Book"/>
                                <w:i/>
                                <w:iCs/>
                                <w:color w:val="3B3838" w:themeColor="background2" w:themeShade="40"/>
                                <w:szCs w:val="20"/>
                              </w:rPr>
                            </w:pPr>
                          </w:p>
                          <w:p w14:paraId="7033A475" w14:textId="77777777" w:rsidR="00EB7F9E" w:rsidRPr="00BF3069" w:rsidRDefault="00EB7F9E" w:rsidP="00EB7F9E">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C5670E" id="_x0000_s1031" type="#_x0000_t202" style="position:absolute;margin-left:36.25pt;margin-top:10.75pt;width:399.8pt;height:64.25pt;z-index:251884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" filled="f" stroked="f" strokeweight=".5pt">
                <v:textbox>
                  <w:txbxContent>
                    <w:p w14:paraId="1DED2D83" w14:textId="2F049FC5" w:rsidR="00EB7F9E" w:rsidRPr="00D31C6F" w:rsidRDefault="00EB7F9E" w:rsidP="00EB7F9E">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100C27">
                        <w:rPr>
                          <w:rFonts w:ascii="Aptos Light" w:hAnsi="Aptos Light" w:cs="Avenir Book"/>
                          <w:i/>
                          <w:iCs/>
                          <w:color w:val="3B3838" w:themeColor="background2" w:themeShade="40"/>
                          <w:szCs w:val="20"/>
                        </w:rPr>
                        <w:t>Graph</w:t>
                      </w:r>
                      <w:r>
                        <w:rPr>
                          <w:rFonts w:ascii="Aptos Light" w:hAnsi="Aptos Light" w:cs="Avenir Book"/>
                          <w:i/>
                          <w:iCs/>
                          <w:color w:val="3B3838" w:themeColor="background2" w:themeShade="40"/>
                          <w:szCs w:val="20"/>
                        </w:rPr>
                        <w:t xml:space="preserve"> &gt; </w:t>
                      </w:r>
                      <w:r w:rsidR="00100C27">
                        <w:rPr>
                          <w:rFonts w:ascii="Aptos Light" w:hAnsi="Aptos Light" w:cs="Avenir Book"/>
                          <w:i/>
                          <w:iCs/>
                          <w:color w:val="3B3838" w:themeColor="background2" w:themeShade="40"/>
                          <w:szCs w:val="20"/>
                        </w:rPr>
                        <w:t>Graph Builder</w:t>
                      </w:r>
                      <w:r>
                        <w:rPr>
                          <w:rFonts w:ascii="Aptos Light" w:hAnsi="Aptos Light" w:cs="Avenir Book"/>
                          <w:i/>
                          <w:iCs/>
                          <w:color w:val="3B3838" w:themeColor="background2" w:themeShade="40"/>
                          <w:szCs w:val="20"/>
                        </w:rPr>
                        <w:t xml:space="preserve">. </w:t>
                      </w:r>
                      <w:r w:rsidR="00C428B6">
                        <w:rPr>
                          <w:rFonts w:ascii="Aptos Light" w:hAnsi="Aptos Light" w:cs="Avenir Book"/>
                          <w:i/>
                          <w:iCs/>
                          <w:color w:val="3B3838" w:themeColor="background2" w:themeShade="40"/>
                          <w:szCs w:val="20"/>
                        </w:rPr>
                        <w:t>Place</w:t>
                      </w:r>
                      <w:r>
                        <w:rPr>
                          <w:rFonts w:ascii="Aptos Light" w:hAnsi="Aptos Light" w:cs="Avenir Book"/>
                          <w:i/>
                          <w:iCs/>
                          <w:color w:val="3B3838" w:themeColor="background2" w:themeShade="40"/>
                          <w:szCs w:val="20"/>
                        </w:rPr>
                        <w:t xml:space="preserve"> ‘</w:t>
                      </w:r>
                      <w:r w:rsidR="00C428B6">
                        <w:rPr>
                          <w:rFonts w:ascii="Aptos Light" w:hAnsi="Aptos Light" w:cs="Avenir Book"/>
                          <w:i/>
                          <w:iCs/>
                          <w:color w:val="3B3838" w:themeColor="background2" w:themeShade="40"/>
                          <w:szCs w:val="20"/>
                        </w:rPr>
                        <w:t>Frequency</w:t>
                      </w:r>
                      <w:r>
                        <w:rPr>
                          <w:rFonts w:ascii="Aptos Light" w:hAnsi="Aptos Light" w:cs="Avenir Book"/>
                          <w:i/>
                          <w:iCs/>
                          <w:color w:val="3B3838" w:themeColor="background2" w:themeShade="40"/>
                          <w:szCs w:val="20"/>
                        </w:rPr>
                        <w:t xml:space="preserve">’ </w:t>
                      </w:r>
                      <w:r w:rsidR="00C428B6">
                        <w:rPr>
                          <w:rFonts w:ascii="Aptos Light" w:hAnsi="Aptos Light" w:cs="Avenir Book"/>
                          <w:i/>
                          <w:iCs/>
                          <w:color w:val="3B3838" w:themeColor="background2" w:themeShade="40"/>
                          <w:szCs w:val="20"/>
                        </w:rPr>
                        <w:t>in</w:t>
                      </w:r>
                      <w:r>
                        <w:rPr>
                          <w:rFonts w:ascii="Aptos Light" w:hAnsi="Aptos Light" w:cs="Avenir Book"/>
                          <w:i/>
                          <w:iCs/>
                          <w:color w:val="3B3838" w:themeColor="background2" w:themeShade="40"/>
                          <w:szCs w:val="20"/>
                        </w:rPr>
                        <w:t xml:space="preserve"> the Y role, ‘</w:t>
                      </w:r>
                      <w:r w:rsidR="00C428B6">
                        <w:rPr>
                          <w:rFonts w:ascii="Aptos Light" w:hAnsi="Aptos Light" w:cs="Avenir Book"/>
                          <w:i/>
                          <w:iCs/>
                          <w:color w:val="3B3838" w:themeColor="background2" w:themeShade="40"/>
                          <w:szCs w:val="20"/>
                        </w:rPr>
                        <w:t>Reasons</w:t>
                      </w:r>
                      <w:r>
                        <w:rPr>
                          <w:rFonts w:ascii="Aptos Light" w:hAnsi="Aptos Light" w:cs="Avenir Book"/>
                          <w:i/>
                          <w:iCs/>
                          <w:color w:val="3B3838" w:themeColor="background2" w:themeShade="40"/>
                          <w:szCs w:val="20"/>
                        </w:rPr>
                        <w:t xml:space="preserve">’ </w:t>
                      </w:r>
                      <w:r w:rsidR="00C428B6">
                        <w:rPr>
                          <w:rFonts w:ascii="Aptos Light" w:hAnsi="Aptos Light" w:cs="Avenir Book"/>
                          <w:i/>
                          <w:iCs/>
                          <w:color w:val="3B3838" w:themeColor="background2" w:themeShade="40"/>
                          <w:szCs w:val="20"/>
                        </w:rPr>
                        <w:t>in</w:t>
                      </w:r>
                      <w:r>
                        <w:rPr>
                          <w:rFonts w:ascii="Aptos Light" w:hAnsi="Aptos Light" w:cs="Avenir Book"/>
                          <w:i/>
                          <w:iCs/>
                          <w:color w:val="3B3838" w:themeColor="background2" w:themeShade="40"/>
                          <w:szCs w:val="20"/>
                        </w:rPr>
                        <w:t xml:space="preserve"> the </w:t>
                      </w:r>
                      <w:r w:rsidR="00C428B6">
                        <w:rPr>
                          <w:rFonts w:ascii="Aptos Light" w:hAnsi="Aptos Light" w:cs="Avenir Book"/>
                          <w:i/>
                          <w:iCs/>
                          <w:color w:val="3B3838" w:themeColor="background2" w:themeShade="40"/>
                          <w:szCs w:val="20"/>
                        </w:rPr>
                        <w:t>X</w:t>
                      </w:r>
                      <w:r>
                        <w:rPr>
                          <w:rFonts w:ascii="Aptos Light" w:hAnsi="Aptos Light" w:cs="Avenir Book"/>
                          <w:i/>
                          <w:iCs/>
                          <w:color w:val="3B3838" w:themeColor="background2" w:themeShade="40"/>
                          <w:szCs w:val="20"/>
                        </w:rPr>
                        <w:t xml:space="preserve"> role</w:t>
                      </w:r>
                      <w:r w:rsidR="00C428B6">
                        <w:rPr>
                          <w:rFonts w:ascii="Aptos Light" w:hAnsi="Aptos Light" w:cs="Avenir Book"/>
                          <w:i/>
                          <w:iCs/>
                          <w:color w:val="3B3838" w:themeColor="background2" w:themeShade="40"/>
                          <w:szCs w:val="20"/>
                        </w:rPr>
                        <w:t>, ‘Line’ in the Overlay role. Choose the Bar Chart icon in the graph palette.</w:t>
                      </w:r>
                      <w:r w:rsidR="00C428B6">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t xml:space="preserve"> </w:t>
                      </w:r>
                      <w:r w:rsidR="00C428B6">
                        <w:rPr>
                          <w:rFonts w:ascii="Aptos Light" w:hAnsi="Aptos Light" w:cs="Avenir Book"/>
                          <w:i/>
                          <w:iCs/>
                          <w:color w:val="3B3838" w:themeColor="background2" w:themeShade="40"/>
                          <w:szCs w:val="20"/>
                        </w:rPr>
                        <w:t>Right-click on the X axis and choose Order by &gt; Frequency, descending. The Reasons are now ordered from highest ‘Frequency’ cumulative across the lines to lowest.</w:t>
                      </w:r>
                    </w:p>
                    <w:p w14:paraId="2EF7B6FC" w14:textId="77777777" w:rsidR="00EB7F9E" w:rsidRPr="00D31C6F" w:rsidRDefault="00EB7F9E" w:rsidP="00EB7F9E">
                      <w:pPr>
                        <w:rPr>
                          <w:rFonts w:ascii="Aptos Light" w:hAnsi="Aptos Light" w:cs="Avenir Book"/>
                          <w:i/>
                          <w:iCs/>
                          <w:color w:val="3B3838" w:themeColor="background2" w:themeShade="40"/>
                          <w:szCs w:val="20"/>
                        </w:rPr>
                      </w:pPr>
                    </w:p>
                    <w:p w14:paraId="7033A475" w14:textId="77777777" w:rsidR="00EB7F9E" w:rsidRPr="00BF3069" w:rsidRDefault="00EB7F9E" w:rsidP="00EB7F9E">
                      <w:pPr>
                        <w:rPr>
                          <w:rFonts w:ascii="Avenir Book" w:hAnsi="Avenir Book" w:cs="Avenir Book"/>
                          <w:i/>
                          <w:iCs/>
                          <w:color w:val="3B3838" w:themeColor="background2" w:themeShade="40"/>
                          <w:szCs w:val="20"/>
                        </w:rPr>
                      </w:pPr>
                    </w:p>
                  </w:txbxContent>
                </v:textbox>
              </v:shape>
            </w:pict>
          </mc:Fallback>
        </mc:AlternateContent>
      </w:r>
      <w:r>
        <w:rPr>
          <w:noProof/>
        </w:rPr>
        <w:drawing>
          <wp:anchor distT="0" distB="0" distL="114300" distR="114300" simplePos="0" relativeHeight="251889664" behindDoc="0" locked="0" layoutInCell="1" allowOverlap="1" wp14:anchorId="574E00FB" wp14:editId="2A733B18">
            <wp:simplePos x="0" y="0"/>
            <wp:positionH relativeFrom="column">
              <wp:posOffset>4381755</wp:posOffset>
            </wp:positionH>
            <wp:positionV relativeFrom="paragraph">
              <wp:posOffset>387414</wp:posOffset>
            </wp:positionV>
            <wp:extent cx="157032" cy="184107"/>
            <wp:effectExtent l="0" t="0" r="0" b="0"/>
            <wp:wrapNone/>
            <wp:docPr id="150364235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642357" name="Picture 1503642357"/>
                    <pic:cNvPicPr/>
                  </pic:nvPicPr>
                  <pic:blipFill>
                    <a:blip r:embed="rId9">
                      <a:extLst>
                        <a:ext uri="{28A0092B-C50C-407E-A947-70E740481C1C}">
                          <a14:useLocalDpi xmlns:a14="http://schemas.microsoft.com/office/drawing/2010/main" val="0"/>
                        </a:ext>
                      </a:extLst>
                    </a:blip>
                    <a:stretch>
                      <a:fillRect/>
                    </a:stretch>
                  </pic:blipFill>
                  <pic:spPr>
                    <a:xfrm>
                      <a:off x="0" y="0"/>
                      <a:ext cx="157032" cy="184107"/>
                    </a:xfrm>
                    <a:prstGeom prst="rect">
                      <a:avLst/>
                    </a:prstGeom>
                  </pic:spPr>
                </pic:pic>
              </a:graphicData>
            </a:graphic>
            <wp14:sizeRelH relativeFrom="page">
              <wp14:pctWidth>0</wp14:pctWidth>
            </wp14:sizeRelH>
            <wp14:sizeRelV relativeFrom="page">
              <wp14:pctHeight>0</wp14:pctHeight>
            </wp14:sizeRelV>
          </wp:anchor>
        </w:drawing>
      </w:r>
      <w:r w:rsidR="00EB7F9E" w:rsidRPr="006856DA">
        <w:rPr>
          <w:rFonts w:ascii="Aptos Light" w:hAnsi="Aptos Light" w:cs="Avenir Book"/>
          <w:color w:val="262626" w:themeColor="text1" w:themeTint="D9"/>
          <w:sz w:val="22"/>
          <w:szCs w:val="22"/>
        </w:rPr>
        <w:br/>
      </w:r>
    </w:p>
    <w:p w14:paraId="0493B09D" w14:textId="78932D64" w:rsidR="00EB7F9E" w:rsidRPr="006856DA" w:rsidRDefault="00EB7F9E" w:rsidP="00EB7F9E">
      <w:pPr>
        <w:spacing w:after="120"/>
        <w:rPr>
          <w:rFonts w:ascii="Aptos Light" w:hAnsi="Aptos Light" w:cs="Avenir Book"/>
          <w:color w:val="262626" w:themeColor="text1" w:themeTint="D9"/>
          <w:sz w:val="22"/>
          <w:szCs w:val="22"/>
        </w:rPr>
      </w:pPr>
    </w:p>
    <w:p w14:paraId="30EB2A4A" w14:textId="35D3C5DD" w:rsidR="00EB7F9E" w:rsidRPr="006856DA" w:rsidRDefault="00EB7F9E" w:rsidP="00EB7F9E">
      <w:pPr>
        <w:spacing w:after="120"/>
        <w:rPr>
          <w:rFonts w:ascii="Aptos Light" w:hAnsi="Aptos Light" w:cs="Avenir Book"/>
          <w:color w:val="262626" w:themeColor="text1" w:themeTint="D9"/>
          <w:sz w:val="22"/>
          <w:szCs w:val="22"/>
        </w:rPr>
      </w:pPr>
    </w:p>
    <w:p w14:paraId="48C215A6" w14:textId="77777777" w:rsidR="00EB7F9E" w:rsidRPr="007F56E4" w:rsidRDefault="00EB7F9E" w:rsidP="00EB7F9E">
      <w:pPr>
        <w:spacing w:after="1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br/>
      </w:r>
    </w:p>
    <w:p w14:paraId="44CC3B61" w14:textId="77777777" w:rsidR="009E1C78" w:rsidRDefault="009E1C78" w:rsidP="00381AA5">
      <w:pPr>
        <w:spacing w:after="120"/>
      </w:pPr>
    </w:p>
    <w:p w14:paraId="02EFD6CA" w14:textId="77777777" w:rsidR="00483FD4" w:rsidRDefault="00483FD4" w:rsidP="00381AA5">
      <w:pPr>
        <w:spacing w:after="120"/>
      </w:pPr>
    </w:p>
    <w:p w14:paraId="2DC450EC" w14:textId="77777777" w:rsidR="00483FD4" w:rsidRPr="00EB7F9E" w:rsidRDefault="00483FD4" w:rsidP="00483FD4">
      <w:pPr>
        <w:spacing w:after="120"/>
      </w:pPr>
      <w:bookmarkStart w:id="36" w:name="OLE_LINK138"/>
      <w:bookmarkStart w:id="37" w:name="OLE_LINK139"/>
    </w:p>
    <w:p w14:paraId="6576759E" w14:textId="538FF28E" w:rsidR="00483FD4" w:rsidRPr="00C428B6" w:rsidRDefault="00483FD4" w:rsidP="00C428B6">
      <w:pPr>
        <w:pStyle w:val="ListParagraph"/>
        <w:numPr>
          <w:ilvl w:val="0"/>
          <w:numId w:val="34"/>
        </w:numPr>
        <w:spacing w:after="120"/>
        <w:ind w:left="360"/>
        <w:contextualSpacing w:val="0"/>
      </w:pPr>
      <w:r w:rsidRPr="006856DA">
        <w:rPr>
          <w:rFonts w:ascii="Aptos Light" w:hAnsi="Aptos Light" w:cs="Avenir Book"/>
          <w:color w:val="262626" w:themeColor="text1" w:themeTint="D9"/>
          <w:sz w:val="22"/>
          <w:szCs w:val="22"/>
        </w:rPr>
        <w:t xml:space="preserve">Create </w:t>
      </w:r>
      <w:r>
        <w:rPr>
          <w:rFonts w:ascii="Aptos Light" w:hAnsi="Aptos Light" w:cs="Avenir Book"/>
          <w:color w:val="262626" w:themeColor="text1" w:themeTint="D9"/>
          <w:sz w:val="22"/>
          <w:szCs w:val="22"/>
        </w:rPr>
        <w:t xml:space="preserve">a comparative side-by-side Bar Chart displaying the amount of time each of the lines were non-operational for the 19 reasons. Identify a few reasons where there’s a large difference </w:t>
      </w:r>
      <w:r w:rsidR="00CA2893">
        <w:rPr>
          <w:rFonts w:ascii="Aptos Light" w:hAnsi="Aptos Light" w:cs="Avenir Book"/>
          <w:color w:val="262626" w:themeColor="text1" w:themeTint="D9"/>
          <w:sz w:val="22"/>
          <w:szCs w:val="22"/>
        </w:rPr>
        <w:t xml:space="preserve">in the amount of downtime </w:t>
      </w:r>
      <w:r>
        <w:rPr>
          <w:rFonts w:ascii="Aptos Light" w:hAnsi="Aptos Light" w:cs="Avenir Book"/>
          <w:color w:val="262626" w:themeColor="text1" w:themeTint="D9"/>
          <w:sz w:val="22"/>
          <w:szCs w:val="22"/>
        </w:rPr>
        <w:t xml:space="preserve">between the lines. Identify a few reasons where the </w:t>
      </w:r>
      <w:r w:rsidR="00CA2893">
        <w:rPr>
          <w:rFonts w:ascii="Aptos Light" w:hAnsi="Aptos Light" w:cs="Avenir Book"/>
          <w:color w:val="262626" w:themeColor="text1" w:themeTint="D9"/>
          <w:sz w:val="22"/>
          <w:szCs w:val="22"/>
        </w:rPr>
        <w:t>amount of downtime</w:t>
      </w:r>
      <w:r>
        <w:rPr>
          <w:rFonts w:ascii="Aptos Light" w:hAnsi="Aptos Light" w:cs="Avenir Book"/>
          <w:color w:val="262626" w:themeColor="text1" w:themeTint="D9"/>
          <w:sz w:val="22"/>
          <w:szCs w:val="22"/>
        </w:rPr>
        <w:t xml:space="preserve"> is similar across the lines.</w:t>
      </w:r>
      <w:r>
        <w:rPr>
          <w:rFonts w:ascii="Aptos Light" w:hAnsi="Aptos Light" w:cs="Avenir Book"/>
          <w:color w:val="262626" w:themeColor="text1" w:themeTint="D9"/>
          <w:sz w:val="22"/>
          <w:szCs w:val="22"/>
        </w:rPr>
        <w:br/>
      </w:r>
    </w:p>
    <w:p w14:paraId="56C622E9" w14:textId="47897C20" w:rsidR="00816B49" w:rsidRDefault="00816B49" w:rsidP="00C428B6">
      <w:pPr>
        <w:spacing w:after="120"/>
      </w:pPr>
      <w:r>
        <w:rPr>
          <w:noProof/>
        </w:rPr>
        <w:drawing>
          <wp:anchor distT="0" distB="0" distL="114300" distR="114300" simplePos="0" relativeHeight="251893760" behindDoc="0" locked="0" layoutInCell="1" allowOverlap="1" wp14:anchorId="1D75F961" wp14:editId="25665A72">
            <wp:simplePos x="0" y="0"/>
            <wp:positionH relativeFrom="column">
              <wp:posOffset>4358005</wp:posOffset>
            </wp:positionH>
            <wp:positionV relativeFrom="paragraph">
              <wp:posOffset>286385</wp:posOffset>
            </wp:positionV>
            <wp:extent cx="156845" cy="183515"/>
            <wp:effectExtent l="0" t="0" r="0" b="0"/>
            <wp:wrapNone/>
            <wp:docPr id="167765929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642357" name="Picture 1503642357"/>
                    <pic:cNvPicPr/>
                  </pic:nvPicPr>
                  <pic:blipFill>
                    <a:blip r:embed="rId9">
                      <a:extLst>
                        <a:ext uri="{28A0092B-C50C-407E-A947-70E740481C1C}">
                          <a14:useLocalDpi xmlns:a14="http://schemas.microsoft.com/office/drawing/2010/main" val="0"/>
                        </a:ext>
                      </a:extLst>
                    </a:blip>
                    <a:stretch>
                      <a:fillRect/>
                    </a:stretch>
                  </pic:blipFill>
                  <pic:spPr>
                    <a:xfrm>
                      <a:off x="0" y="0"/>
                      <a:ext cx="156845" cy="183515"/>
                    </a:xfrm>
                    <a:prstGeom prst="rect">
                      <a:avLst/>
                    </a:prstGeom>
                  </pic:spPr>
                </pic:pic>
              </a:graphicData>
            </a:graphic>
            <wp14:sizeRelH relativeFrom="page">
              <wp14:pctWidth>0</wp14:pctWidth>
            </wp14:sizeRelH>
            <wp14:sizeRelV relativeFrom="page">
              <wp14:pctHeight>0</wp14:pctHeight>
            </wp14:sizeRelV>
          </wp:anchor>
        </w:drawing>
      </w: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91712" behindDoc="1" locked="0" layoutInCell="1" allowOverlap="1" wp14:anchorId="49F5941F" wp14:editId="1F1FE379">
                <wp:simplePos x="0" y="0"/>
                <wp:positionH relativeFrom="column">
                  <wp:posOffset>375285</wp:posOffset>
                </wp:positionH>
                <wp:positionV relativeFrom="paragraph">
                  <wp:posOffset>-1270</wp:posOffset>
                </wp:positionV>
                <wp:extent cx="5297170" cy="889635"/>
                <wp:effectExtent l="0" t="0" r="0" b="0"/>
                <wp:wrapNone/>
                <wp:docPr id="2122684270" name="Rounded Rectangle 1"/>
                <wp:cNvGraphicFramePr/>
                <a:graphic xmlns:a="http://schemas.openxmlformats.org/drawingml/2006/main">
                  <a:graphicData uri="http://schemas.microsoft.com/office/word/2010/wordprocessingShape">
                    <wps:wsp>
                      <wps:cNvSpPr/>
                      <wps:spPr>
                        <a:xfrm>
                          <a:off x="0" y="0"/>
                          <a:ext cx="5297170" cy="889635"/>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D6C1E3" id="Rounded Rectangle 1" o:spid="_x0000_s1026" style="position:absolute;margin-left:29.55pt;margin-top:-.1pt;width:417.1pt;height:70.05pt;z-index:-25142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92736" behindDoc="0" locked="0" layoutInCell="1" allowOverlap="1" wp14:anchorId="562724EF" wp14:editId="79A302F3">
                <wp:simplePos x="0" y="0"/>
                <wp:positionH relativeFrom="column">
                  <wp:posOffset>436245</wp:posOffset>
                </wp:positionH>
                <wp:positionV relativeFrom="paragraph">
                  <wp:posOffset>36029</wp:posOffset>
                </wp:positionV>
                <wp:extent cx="5077460" cy="815975"/>
                <wp:effectExtent l="0" t="0" r="0" b="0"/>
                <wp:wrapNone/>
                <wp:docPr id="617956094" name="Text Box 2"/>
                <wp:cNvGraphicFramePr/>
                <a:graphic xmlns:a="http://schemas.openxmlformats.org/drawingml/2006/main">
                  <a:graphicData uri="http://schemas.microsoft.com/office/word/2010/wordprocessingShape">
                    <wps:wsp>
                      <wps:cNvSpPr txBox="1"/>
                      <wps:spPr>
                        <a:xfrm>
                          <a:off x="0" y="0"/>
                          <a:ext cx="5077460" cy="815975"/>
                        </a:xfrm>
                        <a:prstGeom prst="rect">
                          <a:avLst/>
                        </a:prstGeom>
                        <a:noFill/>
                        <a:ln w="6350">
                          <a:noFill/>
                        </a:ln>
                      </wps:spPr>
                      <wps:txbx>
                        <w:txbxContent>
                          <w:p w14:paraId="3DACFD62" w14:textId="3C07CBFD" w:rsidR="00C428B6" w:rsidRPr="00D31C6F" w:rsidRDefault="00C428B6" w:rsidP="00C428B6">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Graph &gt; Graph Builder. Place ‘Downtime’ in the Y role, ‘Reasons’ in the X role, ‘Line’ in the Overlay role. Choose the Bar Chart icon in the graph palette.</w:t>
                            </w:r>
                            <w:r>
                              <w:rPr>
                                <w:rFonts w:ascii="Aptos Light" w:hAnsi="Aptos Light" w:cs="Avenir Book"/>
                                <w:i/>
                                <w:iCs/>
                                <w:color w:val="3B3838" w:themeColor="background2" w:themeShade="40"/>
                                <w:szCs w:val="20"/>
                              </w:rPr>
                              <w:br/>
                              <w:t xml:space="preserve"> Right-click on the X axis and choose Order by &gt; Frequency, descending. The Reasons are now ordered from highest amount of ‘Downtime’ cumulative across the lines to lowest.</w:t>
                            </w:r>
                          </w:p>
                          <w:p w14:paraId="30816E19" w14:textId="77777777" w:rsidR="00C428B6" w:rsidRPr="00D31C6F" w:rsidRDefault="00C428B6" w:rsidP="00C428B6">
                            <w:pPr>
                              <w:rPr>
                                <w:rFonts w:ascii="Aptos Light" w:hAnsi="Aptos Light" w:cs="Avenir Book"/>
                                <w:i/>
                                <w:iCs/>
                                <w:color w:val="3B3838" w:themeColor="background2" w:themeShade="40"/>
                                <w:szCs w:val="20"/>
                              </w:rPr>
                            </w:pPr>
                          </w:p>
                          <w:p w14:paraId="70697239" w14:textId="77777777" w:rsidR="00C428B6" w:rsidRPr="00BF3069" w:rsidRDefault="00C428B6" w:rsidP="00C428B6">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2724EF" id="_x0000_s1032" type="#_x0000_t202" style="position:absolute;margin-left:34.35pt;margin-top:2.85pt;width:399.8pt;height:64.25pt;z-index:251892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" filled="f" stroked="f" strokeweight=".5pt">
                <v:textbox>
                  <w:txbxContent>
                    <w:p w14:paraId="3DACFD62" w14:textId="3C07CBFD" w:rsidR="00C428B6" w:rsidRPr="00D31C6F" w:rsidRDefault="00C428B6" w:rsidP="00C428B6">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Graph &gt; Graph Builder. Place ‘</w:t>
                      </w:r>
                      <w:r>
                        <w:rPr>
                          <w:rFonts w:ascii="Aptos Light" w:hAnsi="Aptos Light" w:cs="Avenir Book"/>
                          <w:i/>
                          <w:iCs/>
                          <w:color w:val="3B3838" w:themeColor="background2" w:themeShade="40"/>
                          <w:szCs w:val="20"/>
                        </w:rPr>
                        <w:t>Downtime</w:t>
                      </w:r>
                      <w:r>
                        <w:rPr>
                          <w:rFonts w:ascii="Aptos Light" w:hAnsi="Aptos Light" w:cs="Avenir Book"/>
                          <w:i/>
                          <w:iCs/>
                          <w:color w:val="3B3838" w:themeColor="background2" w:themeShade="40"/>
                          <w:szCs w:val="20"/>
                        </w:rPr>
                        <w:t>’ in the Y role, ‘Reasons’ in the X role, ‘Line’ in the Overlay role. Choose the Bar Chart icon in the graph palette.</w:t>
                      </w:r>
                      <w:r>
                        <w:rPr>
                          <w:rFonts w:ascii="Aptos Light" w:hAnsi="Aptos Light" w:cs="Avenir Book"/>
                          <w:i/>
                          <w:iCs/>
                          <w:color w:val="3B3838" w:themeColor="background2" w:themeShade="40"/>
                          <w:szCs w:val="20"/>
                        </w:rPr>
                        <w:br/>
                        <w:t xml:space="preserve"> Right-click on the X axis and choose Order by &gt; Frequency, descending. The Reasons are now ordered from highest </w:t>
                      </w:r>
                      <w:r>
                        <w:rPr>
                          <w:rFonts w:ascii="Aptos Light" w:hAnsi="Aptos Light" w:cs="Avenir Book"/>
                          <w:i/>
                          <w:iCs/>
                          <w:color w:val="3B3838" w:themeColor="background2" w:themeShade="40"/>
                          <w:szCs w:val="20"/>
                        </w:rPr>
                        <w:t>amount of ‘Downtime’</w:t>
                      </w:r>
                      <w:r>
                        <w:rPr>
                          <w:rFonts w:ascii="Aptos Light" w:hAnsi="Aptos Light" w:cs="Avenir Book"/>
                          <w:i/>
                          <w:iCs/>
                          <w:color w:val="3B3838" w:themeColor="background2" w:themeShade="40"/>
                          <w:szCs w:val="20"/>
                        </w:rPr>
                        <w:t xml:space="preserve"> cumulative across the lines to lowest.</w:t>
                      </w:r>
                    </w:p>
                    <w:p w14:paraId="30816E19" w14:textId="77777777" w:rsidR="00C428B6" w:rsidRPr="00D31C6F" w:rsidRDefault="00C428B6" w:rsidP="00C428B6">
                      <w:pPr>
                        <w:rPr>
                          <w:rFonts w:ascii="Aptos Light" w:hAnsi="Aptos Light" w:cs="Avenir Book"/>
                          <w:i/>
                          <w:iCs/>
                          <w:color w:val="3B3838" w:themeColor="background2" w:themeShade="40"/>
                          <w:szCs w:val="20"/>
                        </w:rPr>
                      </w:pPr>
                    </w:p>
                    <w:p w14:paraId="70697239" w14:textId="77777777" w:rsidR="00C428B6" w:rsidRPr="00BF3069" w:rsidRDefault="00C428B6" w:rsidP="00C428B6">
                      <w:pPr>
                        <w:rPr>
                          <w:rFonts w:ascii="Avenir Book" w:hAnsi="Avenir Book" w:cs="Avenir Book"/>
                          <w:i/>
                          <w:iCs/>
                          <w:color w:val="3B3838" w:themeColor="background2" w:themeShade="40"/>
                          <w:szCs w:val="20"/>
                        </w:rPr>
                      </w:pPr>
                    </w:p>
                  </w:txbxContent>
                </v:textbox>
              </v:shape>
            </w:pict>
          </mc:Fallback>
        </mc:AlternateContent>
      </w:r>
    </w:p>
    <w:p w14:paraId="5D249FB6" w14:textId="28C71FCF" w:rsidR="00816B49" w:rsidRDefault="00816B49" w:rsidP="00C428B6">
      <w:pPr>
        <w:spacing w:after="120"/>
      </w:pPr>
    </w:p>
    <w:p w14:paraId="3CFDBA96" w14:textId="68099772" w:rsidR="00816B49" w:rsidRDefault="00816B49" w:rsidP="00C428B6">
      <w:pPr>
        <w:spacing w:after="120"/>
      </w:pPr>
    </w:p>
    <w:p w14:paraId="2F24313F" w14:textId="2F8E0C90" w:rsidR="00816B49" w:rsidRDefault="00816B49" w:rsidP="00C428B6">
      <w:pPr>
        <w:spacing w:after="120"/>
      </w:pPr>
    </w:p>
    <w:bookmarkEnd w:id="36"/>
    <w:bookmarkEnd w:id="37"/>
    <w:p w14:paraId="071802D2" w14:textId="0136906A" w:rsidR="00816B49" w:rsidRDefault="00816B49" w:rsidP="00C428B6">
      <w:pPr>
        <w:spacing w:after="120"/>
      </w:pPr>
    </w:p>
    <w:p w14:paraId="10C1464F" w14:textId="77777777" w:rsidR="00816B49" w:rsidRPr="00EB7F9E" w:rsidRDefault="00816B49" w:rsidP="00816B49">
      <w:pPr>
        <w:spacing w:after="120"/>
      </w:pPr>
    </w:p>
    <w:p w14:paraId="61B303CA" w14:textId="32D79EE3" w:rsidR="00816B49" w:rsidRPr="00C428B6" w:rsidRDefault="00816B49" w:rsidP="00816B49">
      <w:pPr>
        <w:pStyle w:val="ListParagraph"/>
        <w:numPr>
          <w:ilvl w:val="0"/>
          <w:numId w:val="34"/>
        </w:numPr>
        <w:spacing w:after="120"/>
        <w:ind w:left="360"/>
        <w:contextualSpacing w:val="0"/>
      </w:pPr>
      <w:r w:rsidRPr="006856DA">
        <w:rPr>
          <w:rFonts w:ascii="Aptos Light" w:hAnsi="Aptos Light" w:cs="Avenir Book"/>
          <w:color w:val="262626" w:themeColor="text1" w:themeTint="D9"/>
          <w:sz w:val="22"/>
          <w:szCs w:val="22"/>
        </w:rPr>
        <w:t xml:space="preserve">Create </w:t>
      </w:r>
      <w:r>
        <w:rPr>
          <w:rFonts w:ascii="Aptos Light" w:hAnsi="Aptos Light" w:cs="Avenir Book"/>
          <w:color w:val="262626" w:themeColor="text1" w:themeTint="D9"/>
          <w:sz w:val="22"/>
          <w:szCs w:val="22"/>
        </w:rPr>
        <w:t>a new variable that is the average amount of time the line is non-operational for each reason.</w:t>
      </w:r>
      <w:r>
        <w:rPr>
          <w:rFonts w:ascii="Aptos Light" w:hAnsi="Aptos Light" w:cs="Avenir Book"/>
          <w:color w:val="262626" w:themeColor="text1" w:themeTint="D9"/>
          <w:sz w:val="22"/>
          <w:szCs w:val="22"/>
        </w:rPr>
        <w:br/>
      </w:r>
    </w:p>
    <w:p w14:paraId="2BA533FA" w14:textId="07F0AC0C" w:rsidR="00816B49" w:rsidRDefault="00816B49" w:rsidP="00816B49">
      <w:pPr>
        <w:spacing w:after="120"/>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902976" behindDoc="1" locked="0" layoutInCell="1" allowOverlap="1" wp14:anchorId="597E6F61" wp14:editId="37050C2C">
                <wp:simplePos x="0" y="0"/>
                <wp:positionH relativeFrom="column">
                  <wp:posOffset>375285</wp:posOffset>
                </wp:positionH>
                <wp:positionV relativeFrom="paragraph">
                  <wp:posOffset>-1270</wp:posOffset>
                </wp:positionV>
                <wp:extent cx="5297170" cy="889635"/>
                <wp:effectExtent l="0" t="0" r="0" b="0"/>
                <wp:wrapNone/>
                <wp:docPr id="1566638837" name="Rounded Rectangle 1"/>
                <wp:cNvGraphicFramePr/>
                <a:graphic xmlns:a="http://schemas.openxmlformats.org/drawingml/2006/main">
                  <a:graphicData uri="http://schemas.microsoft.com/office/word/2010/wordprocessingShape">
                    <wps:wsp>
                      <wps:cNvSpPr/>
                      <wps:spPr>
                        <a:xfrm>
                          <a:off x="0" y="0"/>
                          <a:ext cx="5297170" cy="889635"/>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997D4B" id="Rounded Rectangle 1" o:spid="_x0000_s1026" style="position:absolute;margin-left:29.55pt;margin-top:-.1pt;width:417.1pt;height:70.05pt;z-index:-25141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904000" behindDoc="0" locked="0" layoutInCell="1" allowOverlap="1" wp14:anchorId="75064B3E" wp14:editId="0D817067">
                <wp:simplePos x="0" y="0"/>
                <wp:positionH relativeFrom="column">
                  <wp:posOffset>436245</wp:posOffset>
                </wp:positionH>
                <wp:positionV relativeFrom="paragraph">
                  <wp:posOffset>36029</wp:posOffset>
                </wp:positionV>
                <wp:extent cx="5077460" cy="815975"/>
                <wp:effectExtent l="0" t="0" r="0" b="0"/>
                <wp:wrapNone/>
                <wp:docPr id="1102864332" name="Text Box 2"/>
                <wp:cNvGraphicFramePr/>
                <a:graphic xmlns:a="http://schemas.openxmlformats.org/drawingml/2006/main">
                  <a:graphicData uri="http://schemas.microsoft.com/office/word/2010/wordprocessingShape">
                    <wps:wsp>
                      <wps:cNvSpPr txBox="1"/>
                      <wps:spPr>
                        <a:xfrm>
                          <a:off x="0" y="0"/>
                          <a:ext cx="5077460" cy="815975"/>
                        </a:xfrm>
                        <a:prstGeom prst="rect">
                          <a:avLst/>
                        </a:prstGeom>
                        <a:noFill/>
                        <a:ln w="6350">
                          <a:noFill/>
                        </a:ln>
                      </wps:spPr>
                      <wps:txbx>
                        <w:txbxContent>
                          <w:p w14:paraId="6280717B" w14:textId="0C8C0AC8" w:rsidR="00816B49" w:rsidRPr="00D31C6F" w:rsidRDefault="00816B49" w:rsidP="00816B49">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Highlight both the ‘Frequency’ and ‘Downtime’ columns. Right-click on the highlighted columns and choose New Formula Column &gt; Combine &gt; Ratio (reverse order). Rename the column ‘Avg Downtime per Incident’.</w:t>
                            </w:r>
                          </w:p>
                          <w:p w14:paraId="748E5A2A" w14:textId="77777777" w:rsidR="00816B49" w:rsidRPr="00D31C6F" w:rsidRDefault="00816B49" w:rsidP="00816B49">
                            <w:pPr>
                              <w:rPr>
                                <w:rFonts w:ascii="Aptos Light" w:hAnsi="Aptos Light" w:cs="Avenir Book"/>
                                <w:i/>
                                <w:iCs/>
                                <w:color w:val="3B3838" w:themeColor="background2" w:themeShade="40"/>
                                <w:szCs w:val="20"/>
                              </w:rPr>
                            </w:pPr>
                          </w:p>
                          <w:p w14:paraId="1425FF56" w14:textId="77777777" w:rsidR="00816B49" w:rsidRPr="00BF3069" w:rsidRDefault="00816B49" w:rsidP="00816B49">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064B3E" id="_x0000_s1033" type="#_x0000_t202" style="position:absolute;margin-left:34.35pt;margin-top:2.85pt;width:399.8pt;height:64.25pt;z-index:251904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" filled="f" stroked="f" strokeweight=".5pt">
                <v:textbox>
                  <w:txbxContent>
                    <w:p w14:paraId="6280717B" w14:textId="0C8C0AC8" w:rsidR="00816B49" w:rsidRPr="00D31C6F" w:rsidRDefault="00816B49" w:rsidP="00816B49">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Highlight both the ‘Frequency’ and ‘Downtime’ columns</w:t>
                      </w:r>
                      <w:r>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Right-click on the highlighted columns and choose New Formula Column &gt; Combine &gt; Ratio</w:t>
                      </w:r>
                      <w:r>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(reverse order). Rename the column ‘Avg Downtime per Incident’</w:t>
                      </w:r>
                      <w:r>
                        <w:rPr>
                          <w:rFonts w:ascii="Aptos Light" w:hAnsi="Aptos Light" w:cs="Avenir Book"/>
                          <w:i/>
                          <w:iCs/>
                          <w:color w:val="3B3838" w:themeColor="background2" w:themeShade="40"/>
                          <w:szCs w:val="20"/>
                        </w:rPr>
                        <w:t>.</w:t>
                      </w:r>
                    </w:p>
                    <w:p w14:paraId="748E5A2A" w14:textId="77777777" w:rsidR="00816B49" w:rsidRPr="00D31C6F" w:rsidRDefault="00816B49" w:rsidP="00816B49">
                      <w:pPr>
                        <w:rPr>
                          <w:rFonts w:ascii="Aptos Light" w:hAnsi="Aptos Light" w:cs="Avenir Book"/>
                          <w:i/>
                          <w:iCs/>
                          <w:color w:val="3B3838" w:themeColor="background2" w:themeShade="40"/>
                          <w:szCs w:val="20"/>
                        </w:rPr>
                      </w:pPr>
                    </w:p>
                    <w:p w14:paraId="1425FF56" w14:textId="77777777" w:rsidR="00816B49" w:rsidRPr="00BF3069" w:rsidRDefault="00816B49" w:rsidP="00816B49">
                      <w:pPr>
                        <w:rPr>
                          <w:rFonts w:ascii="Avenir Book" w:hAnsi="Avenir Book" w:cs="Avenir Book"/>
                          <w:i/>
                          <w:iCs/>
                          <w:color w:val="3B3838" w:themeColor="background2" w:themeShade="40"/>
                          <w:szCs w:val="20"/>
                        </w:rPr>
                      </w:pPr>
                    </w:p>
                  </w:txbxContent>
                </v:textbox>
              </v:shape>
            </w:pict>
          </mc:Fallback>
        </mc:AlternateContent>
      </w:r>
    </w:p>
    <w:p w14:paraId="7BC7BE41" w14:textId="77777777" w:rsidR="00816B49" w:rsidRDefault="00816B49" w:rsidP="00816B49">
      <w:pPr>
        <w:spacing w:after="120"/>
      </w:pPr>
    </w:p>
    <w:p w14:paraId="38DACBE9" w14:textId="77777777" w:rsidR="00816B49" w:rsidRDefault="00816B49" w:rsidP="00816B49">
      <w:pPr>
        <w:spacing w:after="120"/>
      </w:pPr>
    </w:p>
    <w:p w14:paraId="3CCD6CB5" w14:textId="77777777" w:rsidR="00816B49" w:rsidRDefault="00816B49" w:rsidP="00816B49">
      <w:pPr>
        <w:spacing w:after="120"/>
      </w:pPr>
    </w:p>
    <w:p w14:paraId="532A5455" w14:textId="77777777" w:rsidR="00816B49" w:rsidRPr="007F56E4" w:rsidRDefault="00816B49" w:rsidP="00816B49">
      <w:pPr>
        <w:spacing w:after="120"/>
        <w:rPr>
          <w:rFonts w:ascii="Aptos Light" w:hAnsi="Aptos Light" w:cs="Avenir Book"/>
          <w:color w:val="262626" w:themeColor="text1" w:themeTint="D9"/>
          <w:sz w:val="22"/>
          <w:szCs w:val="22"/>
        </w:rPr>
      </w:pPr>
    </w:p>
    <w:p w14:paraId="19F231CC" w14:textId="77777777" w:rsidR="00816B49" w:rsidRPr="00EB7F9E" w:rsidRDefault="00816B49" w:rsidP="00816B49">
      <w:pPr>
        <w:spacing w:after="120"/>
      </w:pPr>
    </w:p>
    <w:p w14:paraId="7B6D2EAE" w14:textId="7D4DE4D0" w:rsidR="00816B49" w:rsidRPr="006856DA" w:rsidRDefault="00816B49" w:rsidP="00816B49">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sidRPr="006856DA">
        <w:rPr>
          <w:rFonts w:ascii="Aptos Light" w:hAnsi="Aptos Light" w:cs="Avenir Book"/>
          <w:color w:val="262626" w:themeColor="text1" w:themeTint="D9"/>
          <w:sz w:val="22"/>
          <w:szCs w:val="22"/>
        </w:rPr>
        <w:t xml:space="preserve">Create </w:t>
      </w:r>
      <w:r>
        <w:rPr>
          <w:rFonts w:ascii="Aptos Light" w:hAnsi="Aptos Light" w:cs="Avenir Book"/>
          <w:color w:val="262626" w:themeColor="text1" w:themeTint="D9"/>
          <w:sz w:val="22"/>
          <w:szCs w:val="22"/>
        </w:rPr>
        <w:t xml:space="preserve">Bar Chart displaying the </w:t>
      </w:r>
      <w:r w:rsidR="009B26C4">
        <w:rPr>
          <w:rFonts w:ascii="Aptos Light" w:hAnsi="Aptos Light" w:cs="Avenir Book"/>
          <w:color w:val="262626" w:themeColor="text1" w:themeTint="D9"/>
          <w:sz w:val="22"/>
          <w:szCs w:val="22"/>
        </w:rPr>
        <w:t>‘Average Downtime per Incident’</w:t>
      </w:r>
      <w:r>
        <w:rPr>
          <w:rFonts w:ascii="Aptos Light" w:hAnsi="Aptos Light" w:cs="Avenir Book"/>
          <w:color w:val="262626" w:themeColor="text1" w:themeTint="D9"/>
          <w:sz w:val="22"/>
          <w:szCs w:val="22"/>
        </w:rPr>
        <w:t xml:space="preserve"> </w:t>
      </w:r>
      <w:r w:rsidR="009B26C4">
        <w:rPr>
          <w:rFonts w:ascii="Aptos Light" w:hAnsi="Aptos Light" w:cs="Avenir Book"/>
          <w:color w:val="262626" w:themeColor="text1" w:themeTint="D9"/>
          <w:sz w:val="22"/>
          <w:szCs w:val="22"/>
        </w:rPr>
        <w:t>across all lines in aggregate.</w:t>
      </w:r>
      <w:r>
        <w:rPr>
          <w:rFonts w:ascii="Aptos Light" w:hAnsi="Aptos Light" w:cs="Avenir Book"/>
          <w:color w:val="262626" w:themeColor="text1" w:themeTint="D9"/>
          <w:sz w:val="22"/>
          <w:szCs w:val="22"/>
        </w:rPr>
        <w:t xml:space="preserve"> </w:t>
      </w:r>
      <w:r w:rsidR="009B26C4">
        <w:rPr>
          <w:rFonts w:ascii="Aptos Light" w:hAnsi="Aptos Light" w:cs="Avenir Book"/>
          <w:color w:val="262626" w:themeColor="text1" w:themeTint="D9"/>
          <w:sz w:val="22"/>
          <w:szCs w:val="22"/>
        </w:rPr>
        <w:t>What are the top 5 reasons having the largest average downtime? What are the 5 reasons with the smallest average downtime?</w:t>
      </w:r>
      <w:r>
        <w:rPr>
          <w:rFonts w:ascii="Aptos Light" w:hAnsi="Aptos Light" w:cs="Avenir Book"/>
          <w:color w:val="262626" w:themeColor="text1" w:themeTint="D9"/>
          <w:sz w:val="22"/>
          <w:szCs w:val="22"/>
        </w:rPr>
        <w:t xml:space="preserve"> </w:t>
      </w:r>
    </w:p>
    <w:p w14:paraId="26A4C5AB" w14:textId="5D67B4E7" w:rsidR="00816B49" w:rsidRPr="006856DA" w:rsidRDefault="009B26C4" w:rsidP="00816B49">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95808" behindDoc="1" locked="0" layoutInCell="1" allowOverlap="1" wp14:anchorId="4CA89376" wp14:editId="41AB230C">
                <wp:simplePos x="0" y="0"/>
                <wp:positionH relativeFrom="column">
                  <wp:posOffset>398899</wp:posOffset>
                </wp:positionH>
                <wp:positionV relativeFrom="paragraph">
                  <wp:posOffset>101276</wp:posOffset>
                </wp:positionV>
                <wp:extent cx="5297170" cy="810073"/>
                <wp:effectExtent l="0" t="0" r="0" b="3175"/>
                <wp:wrapNone/>
                <wp:docPr id="2040361737" name="Rounded Rectangle 1"/>
                <wp:cNvGraphicFramePr/>
                <a:graphic xmlns:a="http://schemas.openxmlformats.org/drawingml/2006/main">
                  <a:graphicData uri="http://schemas.microsoft.com/office/word/2010/wordprocessingShape">
                    <wps:wsp>
                      <wps:cNvSpPr/>
                      <wps:spPr>
                        <a:xfrm>
                          <a:off x="0" y="0"/>
                          <a:ext cx="5297170" cy="810073"/>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078396" id="Rounded Rectangle 1" o:spid="_x0000_s1026" style="position:absolute;margin-left:31.4pt;margin-top:7.95pt;width:417.1pt;height:63.8pt;z-index:-25142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96832" behindDoc="0" locked="0" layoutInCell="1" allowOverlap="1" wp14:anchorId="4F4924D0" wp14:editId="37EBA572">
                <wp:simplePos x="0" y="0"/>
                <wp:positionH relativeFrom="column">
                  <wp:posOffset>460268</wp:posOffset>
                </wp:positionH>
                <wp:positionV relativeFrom="paragraph">
                  <wp:posOffset>138098</wp:posOffset>
                </wp:positionV>
                <wp:extent cx="5077460" cy="693471"/>
                <wp:effectExtent l="0" t="0" r="0" b="0"/>
                <wp:wrapNone/>
                <wp:docPr id="913390995" name="Text Box 2"/>
                <wp:cNvGraphicFramePr/>
                <a:graphic xmlns:a="http://schemas.openxmlformats.org/drawingml/2006/main">
                  <a:graphicData uri="http://schemas.microsoft.com/office/word/2010/wordprocessingShape">
                    <wps:wsp>
                      <wps:cNvSpPr txBox="1"/>
                      <wps:spPr>
                        <a:xfrm>
                          <a:off x="0" y="0"/>
                          <a:ext cx="5077460" cy="693471"/>
                        </a:xfrm>
                        <a:prstGeom prst="rect">
                          <a:avLst/>
                        </a:prstGeom>
                        <a:noFill/>
                        <a:ln w="6350">
                          <a:noFill/>
                        </a:ln>
                      </wps:spPr>
                      <wps:txbx>
                        <w:txbxContent>
                          <w:p w14:paraId="62A897CF" w14:textId="79318FFA" w:rsidR="00816B49" w:rsidRPr="00D31C6F" w:rsidRDefault="00816B49" w:rsidP="00816B49">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Graph &gt; Graph Builder. Place ‘</w:t>
                            </w:r>
                            <w:r w:rsidR="009B26C4">
                              <w:rPr>
                                <w:rFonts w:ascii="Aptos Light" w:hAnsi="Aptos Light" w:cs="Avenir Book"/>
                                <w:i/>
                                <w:iCs/>
                                <w:color w:val="3B3838" w:themeColor="background2" w:themeShade="40"/>
                                <w:szCs w:val="20"/>
                              </w:rPr>
                              <w:t>Avg Downtime per Incident</w:t>
                            </w:r>
                            <w:r>
                              <w:rPr>
                                <w:rFonts w:ascii="Aptos Light" w:hAnsi="Aptos Light" w:cs="Avenir Book"/>
                                <w:i/>
                                <w:iCs/>
                                <w:color w:val="3B3838" w:themeColor="background2" w:themeShade="40"/>
                                <w:szCs w:val="20"/>
                              </w:rPr>
                              <w:t>’ in the Y role, ‘Reasons’ in the X role, Choose the Bar Chart icon in the graph palette.</w:t>
                            </w:r>
                            <w:r>
                              <w:rPr>
                                <w:rFonts w:ascii="Aptos Light" w:hAnsi="Aptos Light" w:cs="Avenir Book"/>
                                <w:i/>
                                <w:iCs/>
                                <w:color w:val="3B3838" w:themeColor="background2" w:themeShade="40"/>
                                <w:szCs w:val="20"/>
                              </w:rPr>
                              <w:br/>
                              <w:t xml:space="preserve"> Right-click on the X axis and choose Order by &gt; Frequency, descending.</w:t>
                            </w:r>
                          </w:p>
                          <w:p w14:paraId="78D4DC94" w14:textId="77777777" w:rsidR="00816B49" w:rsidRPr="00D31C6F" w:rsidRDefault="00816B49" w:rsidP="00816B49">
                            <w:pPr>
                              <w:rPr>
                                <w:rFonts w:ascii="Aptos Light" w:hAnsi="Aptos Light" w:cs="Avenir Book"/>
                                <w:i/>
                                <w:iCs/>
                                <w:color w:val="3B3838" w:themeColor="background2" w:themeShade="40"/>
                                <w:szCs w:val="20"/>
                              </w:rPr>
                            </w:pPr>
                          </w:p>
                          <w:p w14:paraId="191F07B0" w14:textId="77777777" w:rsidR="00816B49" w:rsidRPr="00BF3069" w:rsidRDefault="00816B49" w:rsidP="00816B49">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4924D0" id="_x0000_s1034" type="#_x0000_t202" style="position:absolute;margin-left:36.25pt;margin-top:10.85pt;width:399.8pt;height:54.6pt;z-index:251896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" filled="f" stroked="f" strokeweight=".5pt">
                <v:textbox>
                  <w:txbxContent>
                    <w:p w14:paraId="62A897CF" w14:textId="79318FFA" w:rsidR="00816B49" w:rsidRPr="00D31C6F" w:rsidRDefault="00816B49" w:rsidP="00816B49">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Graph &gt; Graph Builder. Place ‘</w:t>
                      </w:r>
                      <w:r w:rsidR="009B26C4">
                        <w:rPr>
                          <w:rFonts w:ascii="Aptos Light" w:hAnsi="Aptos Light" w:cs="Avenir Book"/>
                          <w:i/>
                          <w:iCs/>
                          <w:color w:val="3B3838" w:themeColor="background2" w:themeShade="40"/>
                          <w:szCs w:val="20"/>
                        </w:rPr>
                        <w:t>Avg Downtime per Incident</w:t>
                      </w:r>
                      <w:r>
                        <w:rPr>
                          <w:rFonts w:ascii="Aptos Light" w:hAnsi="Aptos Light" w:cs="Avenir Book"/>
                          <w:i/>
                          <w:iCs/>
                          <w:color w:val="3B3838" w:themeColor="background2" w:themeShade="40"/>
                          <w:szCs w:val="20"/>
                        </w:rPr>
                        <w:t>’ in the Y role, ‘Reasons’ in the X role, Choose the Bar Chart icon in the graph palette.</w:t>
                      </w:r>
                      <w:r>
                        <w:rPr>
                          <w:rFonts w:ascii="Aptos Light" w:hAnsi="Aptos Light" w:cs="Avenir Book"/>
                          <w:i/>
                          <w:iCs/>
                          <w:color w:val="3B3838" w:themeColor="background2" w:themeShade="40"/>
                          <w:szCs w:val="20"/>
                        </w:rPr>
                        <w:br/>
                        <w:t xml:space="preserve"> Right-click on the X axis and choose Order by &gt; Frequency, descending.</w:t>
                      </w:r>
                    </w:p>
                    <w:p w14:paraId="78D4DC94" w14:textId="77777777" w:rsidR="00816B49" w:rsidRPr="00D31C6F" w:rsidRDefault="00816B49" w:rsidP="00816B49">
                      <w:pPr>
                        <w:rPr>
                          <w:rFonts w:ascii="Aptos Light" w:hAnsi="Aptos Light" w:cs="Avenir Book"/>
                          <w:i/>
                          <w:iCs/>
                          <w:color w:val="3B3838" w:themeColor="background2" w:themeShade="40"/>
                          <w:szCs w:val="20"/>
                        </w:rPr>
                      </w:pPr>
                    </w:p>
                    <w:p w14:paraId="191F07B0" w14:textId="77777777" w:rsidR="00816B49" w:rsidRPr="00BF3069" w:rsidRDefault="00816B49" w:rsidP="00816B49">
                      <w:pPr>
                        <w:rPr>
                          <w:rFonts w:ascii="Avenir Book" w:hAnsi="Avenir Book" w:cs="Avenir Book"/>
                          <w:i/>
                          <w:iCs/>
                          <w:color w:val="3B3838" w:themeColor="background2" w:themeShade="40"/>
                          <w:szCs w:val="20"/>
                        </w:rPr>
                      </w:pPr>
                    </w:p>
                  </w:txbxContent>
                </v:textbox>
              </v:shape>
            </w:pict>
          </mc:Fallback>
        </mc:AlternateContent>
      </w:r>
      <w:r>
        <w:rPr>
          <w:noProof/>
        </w:rPr>
        <w:drawing>
          <wp:anchor distT="0" distB="0" distL="114300" distR="114300" simplePos="0" relativeHeight="251897856" behindDoc="0" locked="0" layoutInCell="1" allowOverlap="1" wp14:anchorId="20A54166" wp14:editId="6D0A242A">
            <wp:simplePos x="0" y="0"/>
            <wp:positionH relativeFrom="column">
              <wp:posOffset>4307857</wp:posOffset>
            </wp:positionH>
            <wp:positionV relativeFrom="paragraph">
              <wp:posOffset>387350</wp:posOffset>
            </wp:positionV>
            <wp:extent cx="157032" cy="184107"/>
            <wp:effectExtent l="0" t="0" r="0" b="0"/>
            <wp:wrapNone/>
            <wp:docPr id="88372171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642357" name="Picture 1503642357"/>
                    <pic:cNvPicPr/>
                  </pic:nvPicPr>
                  <pic:blipFill>
                    <a:blip r:embed="rId9">
                      <a:extLst>
                        <a:ext uri="{28A0092B-C50C-407E-A947-70E740481C1C}">
                          <a14:useLocalDpi xmlns:a14="http://schemas.microsoft.com/office/drawing/2010/main" val="0"/>
                        </a:ext>
                      </a:extLst>
                    </a:blip>
                    <a:stretch>
                      <a:fillRect/>
                    </a:stretch>
                  </pic:blipFill>
                  <pic:spPr>
                    <a:xfrm>
                      <a:off x="0" y="0"/>
                      <a:ext cx="157032" cy="184107"/>
                    </a:xfrm>
                    <a:prstGeom prst="rect">
                      <a:avLst/>
                    </a:prstGeom>
                  </pic:spPr>
                </pic:pic>
              </a:graphicData>
            </a:graphic>
            <wp14:sizeRelH relativeFrom="page">
              <wp14:pctWidth>0</wp14:pctWidth>
            </wp14:sizeRelH>
            <wp14:sizeRelV relativeFrom="page">
              <wp14:pctHeight>0</wp14:pctHeight>
            </wp14:sizeRelV>
          </wp:anchor>
        </w:drawing>
      </w:r>
      <w:r w:rsidR="00816B49" w:rsidRPr="006856DA">
        <w:rPr>
          <w:rFonts w:ascii="Aptos Light" w:hAnsi="Aptos Light" w:cs="Avenir Book"/>
          <w:color w:val="262626" w:themeColor="text1" w:themeTint="D9"/>
          <w:sz w:val="22"/>
          <w:szCs w:val="22"/>
        </w:rPr>
        <w:br/>
      </w:r>
    </w:p>
    <w:p w14:paraId="1A3FFFB9" w14:textId="77777777" w:rsidR="00816B49" w:rsidRPr="006856DA" w:rsidRDefault="00816B49" w:rsidP="00816B49">
      <w:pPr>
        <w:spacing w:after="120"/>
        <w:rPr>
          <w:rFonts w:ascii="Aptos Light" w:hAnsi="Aptos Light" w:cs="Avenir Book"/>
          <w:color w:val="262626" w:themeColor="text1" w:themeTint="D9"/>
          <w:sz w:val="22"/>
          <w:szCs w:val="22"/>
        </w:rPr>
      </w:pPr>
    </w:p>
    <w:p w14:paraId="24422471" w14:textId="77777777" w:rsidR="00816B49" w:rsidRPr="006856DA" w:rsidRDefault="00816B49" w:rsidP="00816B49">
      <w:pPr>
        <w:spacing w:after="120"/>
        <w:rPr>
          <w:rFonts w:ascii="Aptos Light" w:hAnsi="Aptos Light" w:cs="Avenir Book"/>
          <w:color w:val="262626" w:themeColor="text1" w:themeTint="D9"/>
          <w:sz w:val="22"/>
          <w:szCs w:val="22"/>
        </w:rPr>
      </w:pPr>
    </w:p>
    <w:p w14:paraId="5A880A2F" w14:textId="5F9A20D5" w:rsidR="00816B49" w:rsidRDefault="00816B49" w:rsidP="00816B49">
      <w:pPr>
        <w:spacing w:after="120"/>
      </w:pPr>
    </w:p>
    <w:p w14:paraId="060819E6" w14:textId="77777777" w:rsidR="00F86A37" w:rsidRPr="00EB7F9E" w:rsidRDefault="00F86A37" w:rsidP="00F86A37">
      <w:pPr>
        <w:spacing w:after="120"/>
      </w:pPr>
    </w:p>
    <w:p w14:paraId="7FD63683" w14:textId="44958D44" w:rsidR="00F86A37" w:rsidRPr="006856DA" w:rsidRDefault="00F86A37" w:rsidP="00F86A37">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sidRPr="006856DA">
        <w:rPr>
          <w:rFonts w:ascii="Aptos Light" w:hAnsi="Aptos Light" w:cs="Avenir Book"/>
          <w:color w:val="262626" w:themeColor="text1" w:themeTint="D9"/>
          <w:sz w:val="22"/>
          <w:szCs w:val="22"/>
        </w:rPr>
        <w:t xml:space="preserve">Create </w:t>
      </w:r>
      <w:r>
        <w:rPr>
          <w:rFonts w:ascii="Aptos Light" w:hAnsi="Aptos Light" w:cs="Avenir Book"/>
          <w:color w:val="262626" w:themeColor="text1" w:themeTint="D9"/>
          <w:sz w:val="22"/>
          <w:szCs w:val="22"/>
        </w:rPr>
        <w:t xml:space="preserve">comparative side-by-side Bar Chart displaying the ‘Average Downtime per Incident’ for each line. </w:t>
      </w:r>
      <w:r w:rsidR="00522159">
        <w:rPr>
          <w:rFonts w:ascii="Aptos Light" w:hAnsi="Aptos Light" w:cs="Avenir Book"/>
          <w:color w:val="262626" w:themeColor="text1" w:themeTint="D9"/>
          <w:sz w:val="22"/>
          <w:szCs w:val="22"/>
        </w:rPr>
        <w:t>Summarize</w:t>
      </w:r>
      <w:r>
        <w:rPr>
          <w:rFonts w:ascii="Aptos Light" w:hAnsi="Aptos Light" w:cs="Avenir Book"/>
          <w:color w:val="262626" w:themeColor="text1" w:themeTint="D9"/>
          <w:sz w:val="22"/>
          <w:szCs w:val="22"/>
        </w:rPr>
        <w:t xml:space="preserve"> a few insights this graph reveals. </w:t>
      </w:r>
    </w:p>
    <w:p w14:paraId="57F63500" w14:textId="5F447F14" w:rsidR="00F86A37" w:rsidRPr="006856DA" w:rsidRDefault="00F86A37" w:rsidP="00F86A37">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906048" behindDoc="1" locked="0" layoutInCell="1" allowOverlap="1" wp14:anchorId="33BC3B7F" wp14:editId="516AF81E">
                <wp:simplePos x="0" y="0"/>
                <wp:positionH relativeFrom="column">
                  <wp:posOffset>398899</wp:posOffset>
                </wp:positionH>
                <wp:positionV relativeFrom="paragraph">
                  <wp:posOffset>102559</wp:posOffset>
                </wp:positionV>
                <wp:extent cx="5297170" cy="957358"/>
                <wp:effectExtent l="0" t="0" r="0" b="0"/>
                <wp:wrapNone/>
                <wp:docPr id="1639092680" name="Rounded Rectangle 1"/>
                <wp:cNvGraphicFramePr/>
                <a:graphic xmlns:a="http://schemas.openxmlformats.org/drawingml/2006/main">
                  <a:graphicData uri="http://schemas.microsoft.com/office/word/2010/wordprocessingShape">
                    <wps:wsp>
                      <wps:cNvSpPr/>
                      <wps:spPr>
                        <a:xfrm>
                          <a:off x="0" y="0"/>
                          <a:ext cx="5297170" cy="957358"/>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A4451" id="Rounded Rectangle 1" o:spid="_x0000_s1026" style="position:absolute;margin-left:31.4pt;margin-top:8.1pt;width:417.1pt;height:75.4pt;z-index:-25141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907072" behindDoc="0" locked="0" layoutInCell="1" allowOverlap="1" wp14:anchorId="4BE55FBC" wp14:editId="1DD728A1">
                <wp:simplePos x="0" y="0"/>
                <wp:positionH relativeFrom="column">
                  <wp:posOffset>460268</wp:posOffset>
                </wp:positionH>
                <wp:positionV relativeFrom="paragraph">
                  <wp:posOffset>139380</wp:posOffset>
                </wp:positionV>
                <wp:extent cx="5077460" cy="822347"/>
                <wp:effectExtent l="0" t="0" r="0" b="0"/>
                <wp:wrapNone/>
                <wp:docPr id="1786935903" name="Text Box 2"/>
                <wp:cNvGraphicFramePr/>
                <a:graphic xmlns:a="http://schemas.openxmlformats.org/drawingml/2006/main">
                  <a:graphicData uri="http://schemas.microsoft.com/office/word/2010/wordprocessingShape">
                    <wps:wsp>
                      <wps:cNvSpPr txBox="1"/>
                      <wps:spPr>
                        <a:xfrm>
                          <a:off x="0" y="0"/>
                          <a:ext cx="5077460" cy="822347"/>
                        </a:xfrm>
                        <a:prstGeom prst="rect">
                          <a:avLst/>
                        </a:prstGeom>
                        <a:noFill/>
                        <a:ln w="6350">
                          <a:noFill/>
                        </a:ln>
                      </wps:spPr>
                      <wps:txbx>
                        <w:txbxContent>
                          <w:p w14:paraId="4B3E4401" w14:textId="1CD62E6F" w:rsidR="00F86A37" w:rsidRPr="00D31C6F" w:rsidRDefault="00F86A37" w:rsidP="00F86A37">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Graph &gt; Graph Builder. Place ‘Avg Downtime per Incident’ in the Y role, ‘Reasons’ in the X role, and ‘Line’ in the Overlay role.</w:t>
                            </w:r>
                            <w:r>
                              <w:rPr>
                                <w:rFonts w:ascii="Aptos Light" w:hAnsi="Aptos Light" w:cs="Avenir Book"/>
                                <w:i/>
                                <w:iCs/>
                                <w:color w:val="3B3838" w:themeColor="background2" w:themeShade="40"/>
                                <w:szCs w:val="20"/>
                              </w:rPr>
                              <w:br/>
                              <w:t>Choose the Bar Chart icon in the graph palette.</w:t>
                            </w:r>
                            <w:r>
                              <w:rPr>
                                <w:rFonts w:ascii="Aptos Light" w:hAnsi="Aptos Light" w:cs="Avenir Book"/>
                                <w:i/>
                                <w:iCs/>
                                <w:color w:val="3B3838" w:themeColor="background2" w:themeShade="40"/>
                                <w:szCs w:val="20"/>
                              </w:rPr>
                              <w:br/>
                              <w:t>Right-click on the X axis and choose Order by &gt; Frequency, descending.</w:t>
                            </w:r>
                          </w:p>
                          <w:p w14:paraId="2EC3BC4C" w14:textId="77777777" w:rsidR="00F86A37" w:rsidRPr="00D31C6F" w:rsidRDefault="00F86A37" w:rsidP="00F86A37">
                            <w:pPr>
                              <w:rPr>
                                <w:rFonts w:ascii="Aptos Light" w:hAnsi="Aptos Light" w:cs="Avenir Book"/>
                                <w:i/>
                                <w:iCs/>
                                <w:color w:val="3B3838" w:themeColor="background2" w:themeShade="40"/>
                                <w:szCs w:val="20"/>
                              </w:rPr>
                            </w:pPr>
                          </w:p>
                          <w:p w14:paraId="261B7299" w14:textId="77777777" w:rsidR="00F86A37" w:rsidRPr="00BF3069" w:rsidRDefault="00F86A37" w:rsidP="00F86A37">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E55FBC" id="_x0000_s1035" type="#_x0000_t202" style="position:absolute;margin-left:36.25pt;margin-top:10.95pt;width:399.8pt;height:64.75pt;z-index:251907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" filled="f" stroked="f" strokeweight=".5pt">
                <v:textbox>
                  <w:txbxContent>
                    <w:p w14:paraId="4B3E4401" w14:textId="1CD62E6F" w:rsidR="00F86A37" w:rsidRPr="00D31C6F" w:rsidRDefault="00F86A37" w:rsidP="00F86A37">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Graph &gt; Graph Builder. Place ‘Avg Downtime per Incident’ in the Y role, ‘Reasons’ in the X role, </w:t>
                      </w:r>
                      <w:r>
                        <w:rPr>
                          <w:rFonts w:ascii="Aptos Light" w:hAnsi="Aptos Light" w:cs="Avenir Book"/>
                          <w:i/>
                          <w:iCs/>
                          <w:color w:val="3B3838" w:themeColor="background2" w:themeShade="40"/>
                          <w:szCs w:val="20"/>
                        </w:rPr>
                        <w:t>and ‘Line’ in the Overlay role.</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t>Choose the Bar Chart icon in the graph palette.</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t>Right-click on the X axis and choose Order by &gt; Frequency, descending.</w:t>
                      </w:r>
                    </w:p>
                    <w:p w14:paraId="2EC3BC4C" w14:textId="77777777" w:rsidR="00F86A37" w:rsidRPr="00D31C6F" w:rsidRDefault="00F86A37" w:rsidP="00F86A37">
                      <w:pPr>
                        <w:rPr>
                          <w:rFonts w:ascii="Aptos Light" w:hAnsi="Aptos Light" w:cs="Avenir Book"/>
                          <w:i/>
                          <w:iCs/>
                          <w:color w:val="3B3838" w:themeColor="background2" w:themeShade="40"/>
                          <w:szCs w:val="20"/>
                        </w:rPr>
                      </w:pPr>
                    </w:p>
                    <w:p w14:paraId="261B7299" w14:textId="77777777" w:rsidR="00F86A37" w:rsidRPr="00BF3069" w:rsidRDefault="00F86A37" w:rsidP="00F86A37">
                      <w:pPr>
                        <w:rPr>
                          <w:rFonts w:ascii="Avenir Book" w:hAnsi="Avenir Book" w:cs="Avenir Book"/>
                          <w:i/>
                          <w:iCs/>
                          <w:color w:val="3B3838" w:themeColor="background2" w:themeShade="40"/>
                          <w:szCs w:val="20"/>
                        </w:rPr>
                      </w:pPr>
                    </w:p>
                  </w:txbxContent>
                </v:textbox>
              </v:shape>
            </w:pict>
          </mc:Fallback>
        </mc:AlternateContent>
      </w:r>
      <w:r w:rsidRPr="006856DA">
        <w:rPr>
          <w:rFonts w:ascii="Aptos Light" w:hAnsi="Aptos Light" w:cs="Avenir Book"/>
          <w:color w:val="262626" w:themeColor="text1" w:themeTint="D9"/>
          <w:sz w:val="22"/>
          <w:szCs w:val="22"/>
        </w:rPr>
        <w:br/>
      </w:r>
    </w:p>
    <w:p w14:paraId="1B5C331E" w14:textId="3BDF7ADD" w:rsidR="00F86A37" w:rsidRPr="006856DA" w:rsidRDefault="00F86A37" w:rsidP="00F86A37">
      <w:pPr>
        <w:spacing w:after="120"/>
        <w:rPr>
          <w:rFonts w:ascii="Aptos Light" w:hAnsi="Aptos Light" w:cs="Avenir Book"/>
          <w:color w:val="262626" w:themeColor="text1" w:themeTint="D9"/>
          <w:sz w:val="22"/>
          <w:szCs w:val="22"/>
        </w:rPr>
      </w:pPr>
      <w:r>
        <w:rPr>
          <w:noProof/>
        </w:rPr>
        <w:drawing>
          <wp:anchor distT="0" distB="0" distL="114300" distR="114300" simplePos="0" relativeHeight="251908096" behindDoc="0" locked="0" layoutInCell="1" allowOverlap="1" wp14:anchorId="5F1D9520" wp14:editId="7CDAC23E">
            <wp:simplePos x="0" y="0"/>
            <wp:positionH relativeFrom="column">
              <wp:posOffset>3072765</wp:posOffset>
            </wp:positionH>
            <wp:positionV relativeFrom="paragraph">
              <wp:posOffset>134833</wp:posOffset>
            </wp:positionV>
            <wp:extent cx="157032" cy="184107"/>
            <wp:effectExtent l="0" t="0" r="0" b="0"/>
            <wp:wrapNone/>
            <wp:docPr id="1541133440"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642357" name="Picture 1503642357"/>
                    <pic:cNvPicPr/>
                  </pic:nvPicPr>
                  <pic:blipFill>
                    <a:blip r:embed="rId9">
                      <a:extLst>
                        <a:ext uri="{28A0092B-C50C-407E-A947-70E740481C1C}">
                          <a14:useLocalDpi xmlns:a14="http://schemas.microsoft.com/office/drawing/2010/main" val="0"/>
                        </a:ext>
                      </a:extLst>
                    </a:blip>
                    <a:stretch>
                      <a:fillRect/>
                    </a:stretch>
                  </pic:blipFill>
                  <pic:spPr>
                    <a:xfrm>
                      <a:off x="0" y="0"/>
                      <a:ext cx="157032" cy="184107"/>
                    </a:xfrm>
                    <a:prstGeom prst="rect">
                      <a:avLst/>
                    </a:prstGeom>
                  </pic:spPr>
                </pic:pic>
              </a:graphicData>
            </a:graphic>
            <wp14:sizeRelH relativeFrom="page">
              <wp14:pctWidth>0</wp14:pctWidth>
            </wp14:sizeRelH>
            <wp14:sizeRelV relativeFrom="page">
              <wp14:pctHeight>0</wp14:pctHeight>
            </wp14:sizeRelV>
          </wp:anchor>
        </w:drawing>
      </w:r>
    </w:p>
    <w:p w14:paraId="3B21D1E0" w14:textId="6F46B908" w:rsidR="00F86A37" w:rsidRPr="006856DA" w:rsidRDefault="00F86A37" w:rsidP="00F86A37">
      <w:pPr>
        <w:spacing w:after="120"/>
        <w:rPr>
          <w:rFonts w:ascii="Aptos Light" w:hAnsi="Aptos Light" w:cs="Avenir Book"/>
          <w:color w:val="262626" w:themeColor="text1" w:themeTint="D9"/>
          <w:sz w:val="22"/>
          <w:szCs w:val="22"/>
        </w:rPr>
      </w:pPr>
    </w:p>
    <w:p w14:paraId="1B7D5F43" w14:textId="77777777" w:rsidR="00F86A37" w:rsidRDefault="00F86A37" w:rsidP="00F86A37">
      <w:pPr>
        <w:spacing w:after="120"/>
      </w:pPr>
    </w:p>
    <w:p w14:paraId="317702A3" w14:textId="6944A8A0" w:rsidR="00990649" w:rsidRDefault="00990649">
      <w:pPr>
        <w:spacing w:before="0" w:after="0"/>
      </w:pPr>
      <w:r>
        <w:br w:type="page"/>
      </w:r>
    </w:p>
    <w:p w14:paraId="7C0067E1" w14:textId="77777777" w:rsidR="00990649" w:rsidRPr="00EB7F9E" w:rsidRDefault="00990649" w:rsidP="00990649">
      <w:pPr>
        <w:spacing w:after="120"/>
      </w:pPr>
    </w:p>
    <w:p w14:paraId="6A92B606" w14:textId="64B6319B" w:rsidR="00990649" w:rsidRPr="00990649" w:rsidRDefault="00990649" w:rsidP="00643424">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sidRPr="00990649">
        <w:rPr>
          <w:rFonts w:ascii="Aptos Light" w:hAnsi="Aptos Light" w:cs="Avenir Book"/>
          <w:color w:val="262626" w:themeColor="text1" w:themeTint="D9"/>
          <w:sz w:val="22"/>
          <w:szCs w:val="22"/>
        </w:rPr>
        <w:t>What are some next steps</w:t>
      </w:r>
      <w:r>
        <w:rPr>
          <w:rFonts w:ascii="Aptos Light" w:hAnsi="Aptos Light" w:cs="Avenir Book"/>
          <w:color w:val="262626" w:themeColor="text1" w:themeTint="D9"/>
          <w:sz w:val="22"/>
          <w:szCs w:val="22"/>
        </w:rPr>
        <w:t xml:space="preserve"> </w:t>
      </w:r>
      <w:r w:rsidRPr="00990649">
        <w:rPr>
          <w:rFonts w:ascii="Aptos Light" w:hAnsi="Aptos Light" w:cs="Avenir Book"/>
          <w:color w:val="262626" w:themeColor="text1" w:themeTint="D9"/>
          <w:sz w:val="22"/>
          <w:szCs w:val="22"/>
        </w:rPr>
        <w:t>the quality team can take</w:t>
      </w:r>
      <w:r>
        <w:rPr>
          <w:rFonts w:ascii="Aptos Light" w:hAnsi="Aptos Light" w:cs="Avenir Book"/>
          <w:color w:val="262626" w:themeColor="text1" w:themeTint="D9"/>
          <w:sz w:val="22"/>
          <w:szCs w:val="22"/>
        </w:rPr>
        <w:t xml:space="preserve"> to </w:t>
      </w:r>
      <w:r w:rsidRPr="00990649">
        <w:rPr>
          <w:rFonts w:ascii="Aptos Light" w:hAnsi="Aptos Light" w:cs="Avenir Book"/>
          <w:color w:val="262626" w:themeColor="text1" w:themeTint="D9"/>
          <w:sz w:val="22"/>
          <w:szCs w:val="22"/>
        </w:rPr>
        <w:t xml:space="preserve">improve these </w:t>
      </w:r>
      <w:r>
        <w:rPr>
          <w:rFonts w:ascii="Aptos Light" w:hAnsi="Aptos Light" w:cs="Avenir Book"/>
          <w:color w:val="262626" w:themeColor="text1" w:themeTint="D9"/>
          <w:sz w:val="22"/>
          <w:szCs w:val="22"/>
        </w:rPr>
        <w:t>production lines</w:t>
      </w:r>
      <w:r w:rsidRPr="00990649">
        <w:rPr>
          <w:rFonts w:ascii="Aptos Light" w:hAnsi="Aptos Light" w:cs="Avenir Book"/>
          <w:color w:val="262626" w:themeColor="text1" w:themeTint="D9"/>
          <w:sz w:val="22"/>
          <w:szCs w:val="22"/>
        </w:rPr>
        <w:t xml:space="preserve">? What other data would be helpful to have? </w:t>
      </w:r>
      <w:r>
        <w:rPr>
          <w:rFonts w:ascii="Aptos Light" w:hAnsi="Aptos Light" w:cs="Avenir Book"/>
          <w:color w:val="262626" w:themeColor="text1" w:themeTint="D9"/>
          <w:sz w:val="22"/>
          <w:szCs w:val="22"/>
        </w:rPr>
        <w:t xml:space="preserve">Can you think of any reasons why the lines do not perform similarly with regard to the frequency and amount of time they’re non-operational. </w:t>
      </w:r>
    </w:p>
    <w:p w14:paraId="195DF5EC" w14:textId="3EAC7E02" w:rsidR="00990649" w:rsidRPr="006856DA" w:rsidRDefault="00990649" w:rsidP="00990649">
      <w:pPr>
        <w:spacing w:after="120"/>
        <w:rPr>
          <w:rFonts w:ascii="Aptos Light" w:hAnsi="Aptos Light" w:cs="Avenir Book"/>
          <w:color w:val="262626" w:themeColor="text1" w:themeTint="D9"/>
          <w:sz w:val="22"/>
          <w:szCs w:val="22"/>
        </w:rPr>
      </w:pPr>
    </w:p>
    <w:p w14:paraId="44B02E3C" w14:textId="77777777" w:rsidR="00990649" w:rsidRPr="006856DA" w:rsidRDefault="00990649" w:rsidP="00990649">
      <w:pPr>
        <w:spacing w:after="120"/>
        <w:rPr>
          <w:rFonts w:ascii="Aptos Light" w:hAnsi="Aptos Light" w:cs="Avenir Book"/>
          <w:color w:val="262626" w:themeColor="text1" w:themeTint="D9"/>
          <w:sz w:val="22"/>
          <w:szCs w:val="22"/>
        </w:rPr>
      </w:pPr>
    </w:p>
    <w:p w14:paraId="35EA82EC" w14:textId="77777777" w:rsidR="00990649" w:rsidRDefault="00990649" w:rsidP="00990649">
      <w:pPr>
        <w:spacing w:after="120"/>
      </w:pPr>
    </w:p>
    <w:p w14:paraId="00AD6A62" w14:textId="77777777" w:rsidR="00990649" w:rsidRPr="00F45ACB" w:rsidRDefault="00990649" w:rsidP="00990649">
      <w:pPr>
        <w:spacing w:after="120"/>
      </w:pPr>
    </w:p>
    <w:p w14:paraId="6DA13FA1" w14:textId="77777777" w:rsidR="00990649" w:rsidRPr="00F45ACB" w:rsidRDefault="00990649" w:rsidP="00C428B6">
      <w:pPr>
        <w:spacing w:after="120"/>
      </w:pPr>
    </w:p>
    <w:sectPr w:rsidR="00990649" w:rsidRPr="00F45ACB" w:rsidSect="00EE447A">
      <w:headerReference w:type="default" r:id="rId10"/>
      <w:footerReference w:type="even" r:id="rId11"/>
      <w:footerReference w:type="default" r:id="rId12"/>
      <w:footerReference w:type="first" r:id="rId13"/>
      <w:pgSz w:w="12240" w:h="15840" w:code="1"/>
      <w:pgMar w:top="1316" w:right="1440" w:bottom="1438" w:left="1440" w:header="720" w:footer="7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EC506" w14:textId="77777777" w:rsidR="009649DA" w:rsidRDefault="009649DA">
      <w:r>
        <w:separator/>
      </w:r>
    </w:p>
  </w:endnote>
  <w:endnote w:type="continuationSeparator" w:id="0">
    <w:p w14:paraId="728758AA" w14:textId="77777777" w:rsidR="009649DA" w:rsidRDefault="00964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 w:name="Aptos Light">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lbertus Extra Bold">
    <w:altName w:val="Candara"/>
    <w:panose1 w:val="020B0604020202020204"/>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Avenir Next W1G">
    <w:altName w:val="Calibri"/>
    <w:panose1 w:val="020B0503020202020204"/>
    <w:charset w:val="00"/>
    <w:family w:val="swiss"/>
    <w:notTrueType/>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Heavy">
    <w:panose1 w:val="020B0703020203020204"/>
    <w:charset w:val="4D"/>
    <w:family w:val="swiss"/>
    <w:pitch w:val="variable"/>
    <w:sig w:usb0="800000AF" w:usb1="5000204A" w:usb2="00000000" w:usb3="00000000" w:csb0="0000009B" w:csb1="00000000"/>
  </w:font>
  <w:font w:name="Aptos SemiBold">
    <w:panose1 w:val="020B0004020202020204"/>
    <w:charset w:val="00"/>
    <w:family w:val="swiss"/>
    <w:pitch w:val="variable"/>
    <w:sig w:usb0="20000287" w:usb1="00000003" w:usb2="00000000" w:usb3="00000000" w:csb0="000001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venir Medium">
    <w:panose1 w:val="020006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ACFA" w14:textId="77777777" w:rsidR="00301E09" w:rsidRDefault="00301E09" w:rsidP="0039329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D6CADD" w14:textId="77777777" w:rsidR="00301E09" w:rsidRDefault="00301E09" w:rsidP="00B379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379956"/>
      <w:docPartObj>
        <w:docPartGallery w:val="Page Numbers (Bottom of Page)"/>
        <w:docPartUnique/>
      </w:docPartObj>
    </w:sdtPr>
    <w:sdtContent>
      <w:p w14:paraId="50C6526F" w14:textId="4D60C1E3" w:rsidR="00393296" w:rsidRDefault="00393296" w:rsidP="00745B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11531" w14:textId="265FEC0D" w:rsidR="00301E09" w:rsidRPr="006E5E32" w:rsidRDefault="00CD1CC3" w:rsidP="00B379C5">
    <w:pPr>
      <w:ind w:right="360"/>
      <w:rPr>
        <w:color w:val="0F243E"/>
        <w:sz w:val="26"/>
        <w:szCs w:val="26"/>
      </w:rPr>
    </w:pPr>
    <w:r>
      <w:rPr>
        <w:noProof/>
      </w:rPr>
      <w:drawing>
        <wp:anchor distT="0" distB="0" distL="114300" distR="114300" simplePos="0" relativeHeight="251659264" behindDoc="1" locked="0" layoutInCell="1" allowOverlap="1" wp14:anchorId="6D7B7628" wp14:editId="01F2991B">
          <wp:simplePos x="0" y="0"/>
          <wp:positionH relativeFrom="column">
            <wp:posOffset>4631055</wp:posOffset>
          </wp:positionH>
          <wp:positionV relativeFrom="paragraph">
            <wp:posOffset>141424</wp:posOffset>
          </wp:positionV>
          <wp:extent cx="1332987" cy="363499"/>
          <wp:effectExtent l="0" t="0" r="635" b="5080"/>
          <wp:wrapNone/>
          <wp:docPr id="1592217415" name="Picture 15922174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stretch>
                    <a:fillRect/>
                  </a:stretch>
                </pic:blipFill>
                <pic:spPr>
                  <a:xfrm>
                    <a:off x="0" y="0"/>
                    <a:ext cx="1332987" cy="36349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AAA24CA" wp14:editId="522A0553">
              <wp:simplePos x="0" y="0"/>
              <wp:positionH relativeFrom="column">
                <wp:posOffset>-266700</wp:posOffset>
              </wp:positionH>
              <wp:positionV relativeFrom="paragraph">
                <wp:posOffset>91440</wp:posOffset>
              </wp:positionV>
              <wp:extent cx="304800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48000" cy="533400"/>
                      </a:xfrm>
                      <a:prstGeom prst="rect">
                        <a:avLst/>
                      </a:prstGeom>
                      <a:solidFill>
                        <a:schemeClr val="lt1"/>
                      </a:solidFill>
                      <a:ln w="6350">
                        <a:noFill/>
                      </a:ln>
                    </wps:spPr>
                    <wps:txbx>
                      <w:txbxContent>
                        <w:p w14:paraId="2E63424E" w14:textId="55596747"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0D30D1">
                            <w:rPr>
                              <w:sz w:val="18"/>
                              <w:szCs w:val="18"/>
                              <w:lang w:val="en-US"/>
                            </w:rPr>
                            <w:t>Jul</w:t>
                          </w:r>
                          <w:r w:rsidR="00E25F67">
                            <w:rPr>
                              <w:sz w:val="18"/>
                              <w:szCs w:val="18"/>
                              <w:lang w:val="en-US"/>
                            </w:rPr>
                            <w:t xml:space="preserve"> 202</w:t>
                          </w:r>
                          <w:r w:rsidR="000D30D1">
                            <w:rPr>
                              <w:sz w:val="18"/>
                              <w:szCs w:val="18"/>
                              <w:lang w:val="en-US"/>
                            </w:rPr>
                            <w:t>5</w:t>
                          </w:r>
                          <w:r>
                            <w:rPr>
                              <w:sz w:val="18"/>
                              <w:szCs w:val="18"/>
                              <w:lang w:val="en-US"/>
                            </w:rPr>
                            <w:br/>
                            <w:t>Copyright of JMP® Statistical Discovery (202</w:t>
                          </w:r>
                          <w:r w:rsidR="000D30D1">
                            <w:rPr>
                              <w:sz w:val="18"/>
                              <w:szCs w:val="18"/>
                              <w:lang w:val="en-US"/>
                            </w:rPr>
                            <w:t>5</w:t>
                          </w:r>
                          <w:r>
                            <w:rPr>
                              <w:sz w:val="18"/>
                              <w:szCs w:val="18"/>
                              <w:lang w:val="en-US"/>
                            </w:rPr>
                            <w:t>)</w:t>
                          </w:r>
                        </w:p>
                        <w:p w14:paraId="2D6C9507" w14:textId="77777777" w:rsidR="00CD1CC3" w:rsidRDefault="00CD1C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A24CA" id="_x0000_t202" coordsize="21600,21600" o:spt="202" path="m,l,21600r21600,l21600,xe">
              <v:stroke joinstyle="miter"/>
              <v:path gradientshapeok="t" o:connecttype="rect"/>
            </v:shapetype>
            <v:shape id="_x0000_s1036" type="#_x0000_t202" style="position:absolute;margin-left:-21pt;margin-top:7.2pt;width:240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" fillcolor="white [3201]" stroked="f" strokeweight=".5pt">
              <v:textbox>
                <w:txbxContent>
                  <w:p w14:paraId="2E63424E" w14:textId="55596747"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0D30D1">
                      <w:rPr>
                        <w:sz w:val="18"/>
                        <w:szCs w:val="18"/>
                        <w:lang w:val="en-US"/>
                      </w:rPr>
                      <w:t>Jul</w:t>
                    </w:r>
                    <w:r w:rsidR="00E25F67">
                      <w:rPr>
                        <w:sz w:val="18"/>
                        <w:szCs w:val="18"/>
                        <w:lang w:val="en-US"/>
                      </w:rPr>
                      <w:t xml:space="preserve"> 202</w:t>
                    </w:r>
                    <w:r w:rsidR="000D30D1">
                      <w:rPr>
                        <w:sz w:val="18"/>
                        <w:szCs w:val="18"/>
                        <w:lang w:val="en-US"/>
                      </w:rPr>
                      <w:t>5</w:t>
                    </w:r>
                    <w:r>
                      <w:rPr>
                        <w:sz w:val="18"/>
                        <w:szCs w:val="18"/>
                        <w:lang w:val="en-US"/>
                      </w:rPr>
                      <w:br/>
                      <w:t>Copyright of JMP® Statistical Discovery (202</w:t>
                    </w:r>
                    <w:r w:rsidR="000D30D1">
                      <w:rPr>
                        <w:sz w:val="18"/>
                        <w:szCs w:val="18"/>
                        <w:lang w:val="en-US"/>
                      </w:rPr>
                      <w:t>5</w:t>
                    </w:r>
                    <w:r>
                      <w:rPr>
                        <w:sz w:val="18"/>
                        <w:szCs w:val="18"/>
                        <w:lang w:val="en-US"/>
                      </w:rPr>
                      <w:t>)</w:t>
                    </w:r>
                  </w:p>
                  <w:p w14:paraId="2D6C9507" w14:textId="77777777" w:rsidR="00CD1CC3" w:rsidRDefault="00CD1CC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AD98" w14:textId="77777777" w:rsidR="00301E09" w:rsidRPr="00092E26" w:rsidRDefault="00301E09" w:rsidP="001121EA">
    <w:pPr>
      <w:pStyle w:val="Footer"/>
      <w:tabs>
        <w:tab w:val="clear" w:pos="8640"/>
        <w:tab w:val="center" w:pos="4946"/>
        <w:tab w:val="right" w:pos="9360"/>
      </w:tabs>
      <w:ind w:left="180" w:hanging="180"/>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E665B" w14:textId="77777777" w:rsidR="009649DA" w:rsidRDefault="009649DA">
      <w:r>
        <w:separator/>
      </w:r>
    </w:p>
  </w:footnote>
  <w:footnote w:type="continuationSeparator" w:id="0">
    <w:p w14:paraId="5C5A1655" w14:textId="77777777" w:rsidR="009649DA" w:rsidRDefault="009649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87CB" w14:textId="77777777" w:rsidR="00301E09" w:rsidRDefault="00301E09" w:rsidP="00F27BAD">
    <w:pPr>
      <w:pStyle w:val="Footer"/>
      <w:tabs>
        <w:tab w:val="clear" w:pos="4320"/>
        <w:tab w:val="clear" w:pos="8640"/>
        <w:tab w:val="left" w:pos="2340"/>
      </w:tabs>
      <w:ind w:left="180" w:right="-367" w:hanging="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7864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A7B75"/>
    <w:multiLevelType w:val="hybridMultilevel"/>
    <w:tmpl w:val="F020B1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52B6AB9"/>
    <w:multiLevelType w:val="hybridMultilevel"/>
    <w:tmpl w:val="3270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52240"/>
    <w:multiLevelType w:val="hybridMultilevel"/>
    <w:tmpl w:val="796C85DE"/>
    <w:lvl w:ilvl="0" w:tplc="FB3E06A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11F7D75"/>
    <w:multiLevelType w:val="hybridMultilevel"/>
    <w:tmpl w:val="9E6ADA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14080A"/>
    <w:multiLevelType w:val="hybridMultilevel"/>
    <w:tmpl w:val="49A80890"/>
    <w:lvl w:ilvl="0" w:tplc="FE6C41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E6496D"/>
    <w:multiLevelType w:val="hybridMultilevel"/>
    <w:tmpl w:val="4B6C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F90693"/>
    <w:multiLevelType w:val="hybridMultilevel"/>
    <w:tmpl w:val="D28CBEDC"/>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6727D"/>
    <w:multiLevelType w:val="hybridMultilevel"/>
    <w:tmpl w:val="121885D2"/>
    <w:lvl w:ilvl="0" w:tplc="6AE8B7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A714D9"/>
    <w:multiLevelType w:val="hybridMultilevel"/>
    <w:tmpl w:val="3EB65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9874BF"/>
    <w:multiLevelType w:val="hybridMultilevel"/>
    <w:tmpl w:val="1B4A4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025B43"/>
    <w:multiLevelType w:val="hybridMultilevel"/>
    <w:tmpl w:val="AE7E8840"/>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53CA9"/>
    <w:multiLevelType w:val="hybridMultilevel"/>
    <w:tmpl w:val="BC0A7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BA309E"/>
    <w:multiLevelType w:val="hybridMultilevel"/>
    <w:tmpl w:val="C890B240"/>
    <w:lvl w:ilvl="0" w:tplc="0ABAEF0E">
      <w:start w:val="1"/>
      <w:numFmt w:val="lowerLetter"/>
      <w:lvlText w:val="%1."/>
      <w:lvlJc w:val="left"/>
      <w:pPr>
        <w:ind w:left="108" w:hanging="360"/>
      </w:pPr>
      <w:rPr>
        <w:rFonts w:hint="default"/>
      </w:rPr>
    </w:lvl>
    <w:lvl w:ilvl="1" w:tplc="04090019">
      <w:start w:val="1"/>
      <w:numFmt w:val="lowerLetter"/>
      <w:lvlText w:val="%2."/>
      <w:lvlJc w:val="left"/>
      <w:pPr>
        <w:ind w:left="828" w:hanging="360"/>
      </w:pPr>
    </w:lvl>
    <w:lvl w:ilvl="2" w:tplc="0409001B" w:tentative="1">
      <w:start w:val="1"/>
      <w:numFmt w:val="lowerRoman"/>
      <w:lvlText w:val="%3."/>
      <w:lvlJc w:val="right"/>
      <w:pPr>
        <w:ind w:left="1548" w:hanging="180"/>
      </w:pPr>
    </w:lvl>
    <w:lvl w:ilvl="3" w:tplc="0409000F" w:tentative="1">
      <w:start w:val="1"/>
      <w:numFmt w:val="decimal"/>
      <w:lvlText w:val="%4."/>
      <w:lvlJc w:val="left"/>
      <w:pPr>
        <w:ind w:left="2268" w:hanging="360"/>
      </w:pPr>
    </w:lvl>
    <w:lvl w:ilvl="4" w:tplc="04090019" w:tentative="1">
      <w:start w:val="1"/>
      <w:numFmt w:val="lowerLetter"/>
      <w:lvlText w:val="%5."/>
      <w:lvlJc w:val="left"/>
      <w:pPr>
        <w:ind w:left="2988" w:hanging="360"/>
      </w:pPr>
    </w:lvl>
    <w:lvl w:ilvl="5" w:tplc="0409001B" w:tentative="1">
      <w:start w:val="1"/>
      <w:numFmt w:val="lowerRoman"/>
      <w:lvlText w:val="%6."/>
      <w:lvlJc w:val="right"/>
      <w:pPr>
        <w:ind w:left="3708" w:hanging="180"/>
      </w:pPr>
    </w:lvl>
    <w:lvl w:ilvl="6" w:tplc="0409000F" w:tentative="1">
      <w:start w:val="1"/>
      <w:numFmt w:val="decimal"/>
      <w:lvlText w:val="%7."/>
      <w:lvlJc w:val="left"/>
      <w:pPr>
        <w:ind w:left="4428" w:hanging="360"/>
      </w:pPr>
    </w:lvl>
    <w:lvl w:ilvl="7" w:tplc="04090019" w:tentative="1">
      <w:start w:val="1"/>
      <w:numFmt w:val="lowerLetter"/>
      <w:lvlText w:val="%8."/>
      <w:lvlJc w:val="left"/>
      <w:pPr>
        <w:ind w:left="5148" w:hanging="360"/>
      </w:pPr>
    </w:lvl>
    <w:lvl w:ilvl="8" w:tplc="0409001B" w:tentative="1">
      <w:start w:val="1"/>
      <w:numFmt w:val="lowerRoman"/>
      <w:lvlText w:val="%9."/>
      <w:lvlJc w:val="right"/>
      <w:pPr>
        <w:ind w:left="5868" w:hanging="180"/>
      </w:pPr>
    </w:lvl>
  </w:abstractNum>
  <w:abstractNum w:abstractNumId="14" w15:restartNumberingAfterBreak="0">
    <w:nsid w:val="373F2094"/>
    <w:multiLevelType w:val="hybridMultilevel"/>
    <w:tmpl w:val="29980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5621FF"/>
    <w:multiLevelType w:val="hybridMultilevel"/>
    <w:tmpl w:val="699E5B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44F73"/>
    <w:multiLevelType w:val="hybridMultilevel"/>
    <w:tmpl w:val="84AE6BEA"/>
    <w:lvl w:ilvl="0" w:tplc="2E1C38C6">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5B1CD2"/>
    <w:multiLevelType w:val="hybridMultilevel"/>
    <w:tmpl w:val="0324ED7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4C58EE"/>
    <w:multiLevelType w:val="hybridMultilevel"/>
    <w:tmpl w:val="55506126"/>
    <w:lvl w:ilvl="0" w:tplc="F14A31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E71705"/>
    <w:multiLevelType w:val="hybridMultilevel"/>
    <w:tmpl w:val="9FBEB4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55757C6"/>
    <w:multiLevelType w:val="hybridMultilevel"/>
    <w:tmpl w:val="122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D824FC"/>
    <w:multiLevelType w:val="hybridMultilevel"/>
    <w:tmpl w:val="3490C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584D9D"/>
    <w:multiLevelType w:val="hybridMultilevel"/>
    <w:tmpl w:val="8F66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FD6448"/>
    <w:multiLevelType w:val="hybridMultilevel"/>
    <w:tmpl w:val="8D90620E"/>
    <w:lvl w:ilvl="0" w:tplc="BB0A0E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EB32BB"/>
    <w:multiLevelType w:val="hybridMultilevel"/>
    <w:tmpl w:val="CF5E0732"/>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26529D"/>
    <w:multiLevelType w:val="hybridMultilevel"/>
    <w:tmpl w:val="98463280"/>
    <w:lvl w:ilvl="0" w:tplc="07D024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E355A5"/>
    <w:multiLevelType w:val="hybridMultilevel"/>
    <w:tmpl w:val="CC1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EF18A2"/>
    <w:multiLevelType w:val="hybridMultilevel"/>
    <w:tmpl w:val="4D287D0C"/>
    <w:lvl w:ilvl="0" w:tplc="A878A306">
      <w:start w:val="1"/>
      <w:numFmt w:val="decimal"/>
      <w:lvlText w:val="%1."/>
      <w:lvlJc w:val="left"/>
      <w:pPr>
        <w:ind w:left="720" w:hanging="360"/>
      </w:pPr>
      <w:rPr>
        <w:rFonts w:ascii="Aptos Light" w:hAnsi="Aptos Light" w:hint="default"/>
        <w:b w:val="0"/>
        <w:bCs w:val="0"/>
        <w:i w:val="0"/>
        <w:i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D403BA"/>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E802B7"/>
    <w:multiLevelType w:val="hybridMultilevel"/>
    <w:tmpl w:val="A23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345A79"/>
    <w:multiLevelType w:val="hybridMultilevel"/>
    <w:tmpl w:val="366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D4807"/>
    <w:multiLevelType w:val="hybridMultilevel"/>
    <w:tmpl w:val="0ABA04AA"/>
    <w:lvl w:ilvl="0" w:tplc="0409000F">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C1E79A1"/>
    <w:multiLevelType w:val="hybridMultilevel"/>
    <w:tmpl w:val="BE2E8860"/>
    <w:lvl w:ilvl="0" w:tplc="B17C7122">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130E37"/>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5919F0"/>
    <w:multiLevelType w:val="hybridMultilevel"/>
    <w:tmpl w:val="592091BC"/>
    <w:lvl w:ilvl="0" w:tplc="65445D28">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9054A1"/>
    <w:multiLevelType w:val="hybridMultilevel"/>
    <w:tmpl w:val="E4703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A0798F"/>
    <w:multiLevelType w:val="hybridMultilevel"/>
    <w:tmpl w:val="699E5B34"/>
    <w:lvl w:ilvl="0" w:tplc="0CEC0E5E">
      <w:start w:val="1"/>
      <w:numFmt w:val="bullet"/>
      <w:lvlText w:val="O"/>
      <w:lvlJc w:val="left"/>
      <w:pPr>
        <w:tabs>
          <w:tab w:val="num" w:pos="576"/>
        </w:tabs>
        <w:ind w:left="288" w:hanging="72"/>
      </w:pPr>
      <w:rPr>
        <w:rFonts w:ascii="Arial" w:hAnsi="Aria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984131"/>
    <w:multiLevelType w:val="hybridMultilevel"/>
    <w:tmpl w:val="5D0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FF446D"/>
    <w:multiLevelType w:val="hybridMultilevel"/>
    <w:tmpl w:val="C1BCE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2849499">
    <w:abstractNumId w:val="12"/>
  </w:num>
  <w:num w:numId="2" w16cid:durableId="1742436193">
    <w:abstractNumId w:val="21"/>
  </w:num>
  <w:num w:numId="3" w16cid:durableId="1161390000">
    <w:abstractNumId w:val="4"/>
  </w:num>
  <w:num w:numId="4" w16cid:durableId="1731272933">
    <w:abstractNumId w:val="18"/>
  </w:num>
  <w:num w:numId="5" w16cid:durableId="369455722">
    <w:abstractNumId w:val="31"/>
  </w:num>
  <w:num w:numId="6" w16cid:durableId="2020698168">
    <w:abstractNumId w:val="1"/>
  </w:num>
  <w:num w:numId="7" w16cid:durableId="1881940071">
    <w:abstractNumId w:val="2"/>
  </w:num>
  <w:num w:numId="8" w16cid:durableId="1118525377">
    <w:abstractNumId w:val="25"/>
  </w:num>
  <w:num w:numId="9" w16cid:durableId="624433449">
    <w:abstractNumId w:val="23"/>
  </w:num>
  <w:num w:numId="10" w16cid:durableId="123282674">
    <w:abstractNumId w:val="8"/>
  </w:num>
  <w:num w:numId="11" w16cid:durableId="1278677087">
    <w:abstractNumId w:val="5"/>
  </w:num>
  <w:num w:numId="12" w16cid:durableId="915362391">
    <w:abstractNumId w:val="29"/>
  </w:num>
  <w:num w:numId="13" w16cid:durableId="1616905019">
    <w:abstractNumId w:val="19"/>
  </w:num>
  <w:num w:numId="14" w16cid:durableId="1481732304">
    <w:abstractNumId w:val="36"/>
  </w:num>
  <w:num w:numId="15" w16cid:durableId="1568489132">
    <w:abstractNumId w:val="15"/>
  </w:num>
  <w:num w:numId="16" w16cid:durableId="1700205492">
    <w:abstractNumId w:val="35"/>
  </w:num>
  <w:num w:numId="17" w16cid:durableId="1164711273">
    <w:abstractNumId w:val="14"/>
  </w:num>
  <w:num w:numId="18" w16cid:durableId="2073843222">
    <w:abstractNumId w:val="3"/>
  </w:num>
  <w:num w:numId="19" w16cid:durableId="1750273383">
    <w:abstractNumId w:val="13"/>
  </w:num>
  <w:num w:numId="20" w16cid:durableId="1030642344">
    <w:abstractNumId w:val="6"/>
  </w:num>
  <w:num w:numId="21" w16cid:durableId="1509562676">
    <w:abstractNumId w:val="30"/>
  </w:num>
  <w:num w:numId="22" w16cid:durableId="1708410924">
    <w:abstractNumId w:val="20"/>
  </w:num>
  <w:num w:numId="23" w16cid:durableId="1124277624">
    <w:abstractNumId w:val="28"/>
  </w:num>
  <w:num w:numId="24" w16cid:durableId="1821264804">
    <w:abstractNumId w:val="33"/>
  </w:num>
  <w:num w:numId="25" w16cid:durableId="2066179482">
    <w:abstractNumId w:val="37"/>
  </w:num>
  <w:num w:numId="26" w16cid:durableId="1146775160">
    <w:abstractNumId w:val="0"/>
  </w:num>
  <w:num w:numId="27" w16cid:durableId="1420831237">
    <w:abstractNumId w:val="9"/>
  </w:num>
  <w:num w:numId="28" w16cid:durableId="248855414">
    <w:abstractNumId w:val="7"/>
  </w:num>
  <w:num w:numId="29" w16cid:durableId="447895555">
    <w:abstractNumId w:val="34"/>
  </w:num>
  <w:num w:numId="30" w16cid:durableId="937061622">
    <w:abstractNumId w:val="11"/>
  </w:num>
  <w:num w:numId="31" w16cid:durableId="1851724109">
    <w:abstractNumId w:val="32"/>
  </w:num>
  <w:num w:numId="32" w16cid:durableId="850414453">
    <w:abstractNumId w:val="24"/>
  </w:num>
  <w:num w:numId="33" w16cid:durableId="1111781098">
    <w:abstractNumId w:val="16"/>
  </w:num>
  <w:num w:numId="34" w16cid:durableId="1660648263">
    <w:abstractNumId w:val="27"/>
  </w:num>
  <w:num w:numId="35" w16cid:durableId="1440488361">
    <w:abstractNumId w:val="26"/>
  </w:num>
  <w:num w:numId="36" w16cid:durableId="521358214">
    <w:abstractNumId w:val="10"/>
  </w:num>
  <w:num w:numId="37" w16cid:durableId="194120209">
    <w:abstractNumId w:val="38"/>
  </w:num>
  <w:num w:numId="38" w16cid:durableId="1039620797">
    <w:abstractNumId w:val="22"/>
  </w:num>
  <w:num w:numId="39" w16cid:durableId="17767493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75"/>
    <w:rsid w:val="00000D2F"/>
    <w:rsid w:val="0000647E"/>
    <w:rsid w:val="00013192"/>
    <w:rsid w:val="000153CF"/>
    <w:rsid w:val="00017153"/>
    <w:rsid w:val="000178F5"/>
    <w:rsid w:val="00017A3B"/>
    <w:rsid w:val="000206CC"/>
    <w:rsid w:val="000209B7"/>
    <w:rsid w:val="000221BB"/>
    <w:rsid w:val="00023171"/>
    <w:rsid w:val="0002447C"/>
    <w:rsid w:val="00031100"/>
    <w:rsid w:val="0003159D"/>
    <w:rsid w:val="00031678"/>
    <w:rsid w:val="00031CFC"/>
    <w:rsid w:val="00032A53"/>
    <w:rsid w:val="00035567"/>
    <w:rsid w:val="00036299"/>
    <w:rsid w:val="00044476"/>
    <w:rsid w:val="0004703B"/>
    <w:rsid w:val="00054348"/>
    <w:rsid w:val="000567F1"/>
    <w:rsid w:val="00056E7E"/>
    <w:rsid w:val="0005746C"/>
    <w:rsid w:val="000578C9"/>
    <w:rsid w:val="00060602"/>
    <w:rsid w:val="000653CC"/>
    <w:rsid w:val="0006573D"/>
    <w:rsid w:val="00071392"/>
    <w:rsid w:val="000741D5"/>
    <w:rsid w:val="00076DBE"/>
    <w:rsid w:val="00077F91"/>
    <w:rsid w:val="00082F96"/>
    <w:rsid w:val="000849CB"/>
    <w:rsid w:val="00085F00"/>
    <w:rsid w:val="00086F18"/>
    <w:rsid w:val="00092E26"/>
    <w:rsid w:val="00095B5E"/>
    <w:rsid w:val="00096D0E"/>
    <w:rsid w:val="000A17CA"/>
    <w:rsid w:val="000A5A56"/>
    <w:rsid w:val="000B15BC"/>
    <w:rsid w:val="000B282B"/>
    <w:rsid w:val="000B3112"/>
    <w:rsid w:val="000C6B23"/>
    <w:rsid w:val="000D1B02"/>
    <w:rsid w:val="000D30D1"/>
    <w:rsid w:val="000D3C72"/>
    <w:rsid w:val="000D650E"/>
    <w:rsid w:val="000D67B8"/>
    <w:rsid w:val="000D6FE9"/>
    <w:rsid w:val="000D717C"/>
    <w:rsid w:val="000E0C1A"/>
    <w:rsid w:val="000E1402"/>
    <w:rsid w:val="000E2F3D"/>
    <w:rsid w:val="000E2FDC"/>
    <w:rsid w:val="000E7B31"/>
    <w:rsid w:val="000F1DEC"/>
    <w:rsid w:val="00100C27"/>
    <w:rsid w:val="00101181"/>
    <w:rsid w:val="0010258B"/>
    <w:rsid w:val="0010681C"/>
    <w:rsid w:val="001117CC"/>
    <w:rsid w:val="00111868"/>
    <w:rsid w:val="001121EA"/>
    <w:rsid w:val="00117017"/>
    <w:rsid w:val="001235B7"/>
    <w:rsid w:val="00130943"/>
    <w:rsid w:val="00131246"/>
    <w:rsid w:val="00132335"/>
    <w:rsid w:val="001325BE"/>
    <w:rsid w:val="0013690D"/>
    <w:rsid w:val="00140B89"/>
    <w:rsid w:val="001411E8"/>
    <w:rsid w:val="00141329"/>
    <w:rsid w:val="001429C1"/>
    <w:rsid w:val="00144412"/>
    <w:rsid w:val="00144599"/>
    <w:rsid w:val="00145CE2"/>
    <w:rsid w:val="00146017"/>
    <w:rsid w:val="00153110"/>
    <w:rsid w:val="00153866"/>
    <w:rsid w:val="00154D5B"/>
    <w:rsid w:val="00156C71"/>
    <w:rsid w:val="00163A28"/>
    <w:rsid w:val="00164AC5"/>
    <w:rsid w:val="00164B92"/>
    <w:rsid w:val="001667CF"/>
    <w:rsid w:val="001708E3"/>
    <w:rsid w:val="00171741"/>
    <w:rsid w:val="001801CB"/>
    <w:rsid w:val="0018157C"/>
    <w:rsid w:val="00184E3C"/>
    <w:rsid w:val="00185E45"/>
    <w:rsid w:val="00186271"/>
    <w:rsid w:val="00195DAA"/>
    <w:rsid w:val="001979BB"/>
    <w:rsid w:val="001A21DD"/>
    <w:rsid w:val="001A25A5"/>
    <w:rsid w:val="001A36B8"/>
    <w:rsid w:val="001A4177"/>
    <w:rsid w:val="001A4A5F"/>
    <w:rsid w:val="001A4B0A"/>
    <w:rsid w:val="001B1639"/>
    <w:rsid w:val="001B2C3B"/>
    <w:rsid w:val="001B5660"/>
    <w:rsid w:val="001B7221"/>
    <w:rsid w:val="001C07F9"/>
    <w:rsid w:val="001C107B"/>
    <w:rsid w:val="001C120B"/>
    <w:rsid w:val="001C7812"/>
    <w:rsid w:val="001C7D2C"/>
    <w:rsid w:val="001D1217"/>
    <w:rsid w:val="001D3D2C"/>
    <w:rsid w:val="001D5A2C"/>
    <w:rsid w:val="001E635F"/>
    <w:rsid w:val="001E716B"/>
    <w:rsid w:val="001E73A2"/>
    <w:rsid w:val="001F2DCF"/>
    <w:rsid w:val="001F4840"/>
    <w:rsid w:val="00201B0D"/>
    <w:rsid w:val="00203C9A"/>
    <w:rsid w:val="00206682"/>
    <w:rsid w:val="00207D21"/>
    <w:rsid w:val="00210C79"/>
    <w:rsid w:val="00212964"/>
    <w:rsid w:val="00214D80"/>
    <w:rsid w:val="00216909"/>
    <w:rsid w:val="00216DFC"/>
    <w:rsid w:val="00221853"/>
    <w:rsid w:val="00226F8B"/>
    <w:rsid w:val="00233CBB"/>
    <w:rsid w:val="002341E9"/>
    <w:rsid w:val="002415F2"/>
    <w:rsid w:val="00241FBE"/>
    <w:rsid w:val="00251A98"/>
    <w:rsid w:val="00254413"/>
    <w:rsid w:val="002546BF"/>
    <w:rsid w:val="0025708D"/>
    <w:rsid w:val="002618D4"/>
    <w:rsid w:val="002642D7"/>
    <w:rsid w:val="00270DF1"/>
    <w:rsid w:val="002743A8"/>
    <w:rsid w:val="0027577A"/>
    <w:rsid w:val="0027691D"/>
    <w:rsid w:val="00277265"/>
    <w:rsid w:val="002859A4"/>
    <w:rsid w:val="00285DCF"/>
    <w:rsid w:val="00286BE8"/>
    <w:rsid w:val="002876B2"/>
    <w:rsid w:val="00291F09"/>
    <w:rsid w:val="00291F89"/>
    <w:rsid w:val="00296966"/>
    <w:rsid w:val="00297BE9"/>
    <w:rsid w:val="002A1BA9"/>
    <w:rsid w:val="002A26D3"/>
    <w:rsid w:val="002A28AD"/>
    <w:rsid w:val="002A3EF9"/>
    <w:rsid w:val="002A5B4F"/>
    <w:rsid w:val="002A5B88"/>
    <w:rsid w:val="002A746E"/>
    <w:rsid w:val="002B02F4"/>
    <w:rsid w:val="002B113A"/>
    <w:rsid w:val="002B5306"/>
    <w:rsid w:val="002B7E29"/>
    <w:rsid w:val="002C2093"/>
    <w:rsid w:val="002C6EB7"/>
    <w:rsid w:val="002C7149"/>
    <w:rsid w:val="002D0818"/>
    <w:rsid w:val="002D1FBA"/>
    <w:rsid w:val="002D2B6C"/>
    <w:rsid w:val="002D455F"/>
    <w:rsid w:val="002D5ECE"/>
    <w:rsid w:val="002E08E8"/>
    <w:rsid w:val="002E13DA"/>
    <w:rsid w:val="002E2779"/>
    <w:rsid w:val="002E4829"/>
    <w:rsid w:val="002E6A71"/>
    <w:rsid w:val="002F07EE"/>
    <w:rsid w:val="002F0E3B"/>
    <w:rsid w:val="002F193A"/>
    <w:rsid w:val="002F4743"/>
    <w:rsid w:val="00301E09"/>
    <w:rsid w:val="00303B2E"/>
    <w:rsid w:val="0030423E"/>
    <w:rsid w:val="0031310C"/>
    <w:rsid w:val="00314D4C"/>
    <w:rsid w:val="0031600B"/>
    <w:rsid w:val="00320509"/>
    <w:rsid w:val="00321458"/>
    <w:rsid w:val="003232B5"/>
    <w:rsid w:val="00327E7E"/>
    <w:rsid w:val="00330DA8"/>
    <w:rsid w:val="0033506F"/>
    <w:rsid w:val="00336A47"/>
    <w:rsid w:val="0034348E"/>
    <w:rsid w:val="003451DD"/>
    <w:rsid w:val="003474A1"/>
    <w:rsid w:val="0035069A"/>
    <w:rsid w:val="00351D38"/>
    <w:rsid w:val="00354EA2"/>
    <w:rsid w:val="00356089"/>
    <w:rsid w:val="00356EF2"/>
    <w:rsid w:val="00361D49"/>
    <w:rsid w:val="0037131E"/>
    <w:rsid w:val="00374FA5"/>
    <w:rsid w:val="003752FD"/>
    <w:rsid w:val="00376B42"/>
    <w:rsid w:val="00376EA6"/>
    <w:rsid w:val="00381AA5"/>
    <w:rsid w:val="00382659"/>
    <w:rsid w:val="00384FFF"/>
    <w:rsid w:val="00385A1F"/>
    <w:rsid w:val="00390FB6"/>
    <w:rsid w:val="00393296"/>
    <w:rsid w:val="003939F4"/>
    <w:rsid w:val="00394E6D"/>
    <w:rsid w:val="00395FC3"/>
    <w:rsid w:val="003969A3"/>
    <w:rsid w:val="003A0A45"/>
    <w:rsid w:val="003A3344"/>
    <w:rsid w:val="003A3479"/>
    <w:rsid w:val="003A3C74"/>
    <w:rsid w:val="003A7E3A"/>
    <w:rsid w:val="003B43BA"/>
    <w:rsid w:val="003B4B49"/>
    <w:rsid w:val="003B70B7"/>
    <w:rsid w:val="003C0995"/>
    <w:rsid w:val="003C237C"/>
    <w:rsid w:val="003C2B07"/>
    <w:rsid w:val="003C2B54"/>
    <w:rsid w:val="003C4E9F"/>
    <w:rsid w:val="003D1A44"/>
    <w:rsid w:val="003D20CB"/>
    <w:rsid w:val="003D23FB"/>
    <w:rsid w:val="003D61EE"/>
    <w:rsid w:val="003E321A"/>
    <w:rsid w:val="003E3E26"/>
    <w:rsid w:val="003E416E"/>
    <w:rsid w:val="003E6962"/>
    <w:rsid w:val="003F07B1"/>
    <w:rsid w:val="003F1DE9"/>
    <w:rsid w:val="003F4C20"/>
    <w:rsid w:val="00400056"/>
    <w:rsid w:val="00402738"/>
    <w:rsid w:val="004049A8"/>
    <w:rsid w:val="00404FE2"/>
    <w:rsid w:val="0040572E"/>
    <w:rsid w:val="00411416"/>
    <w:rsid w:val="004122C6"/>
    <w:rsid w:val="004143CB"/>
    <w:rsid w:val="00416104"/>
    <w:rsid w:val="004173AD"/>
    <w:rsid w:val="00417565"/>
    <w:rsid w:val="004201D3"/>
    <w:rsid w:val="00421F4B"/>
    <w:rsid w:val="00425054"/>
    <w:rsid w:val="00426BC7"/>
    <w:rsid w:val="004320B1"/>
    <w:rsid w:val="00432622"/>
    <w:rsid w:val="004332C5"/>
    <w:rsid w:val="0043397F"/>
    <w:rsid w:val="00440F89"/>
    <w:rsid w:val="004418D2"/>
    <w:rsid w:val="00442A80"/>
    <w:rsid w:val="00444910"/>
    <w:rsid w:val="004471EB"/>
    <w:rsid w:val="00451B36"/>
    <w:rsid w:val="00454E14"/>
    <w:rsid w:val="00455D3C"/>
    <w:rsid w:val="00457868"/>
    <w:rsid w:val="004645F7"/>
    <w:rsid w:val="004651A9"/>
    <w:rsid w:val="004665D0"/>
    <w:rsid w:val="00467766"/>
    <w:rsid w:val="004702BA"/>
    <w:rsid w:val="00472BAB"/>
    <w:rsid w:val="004735E0"/>
    <w:rsid w:val="0047395E"/>
    <w:rsid w:val="00473B9F"/>
    <w:rsid w:val="00473D8D"/>
    <w:rsid w:val="00473F00"/>
    <w:rsid w:val="00474126"/>
    <w:rsid w:val="00480992"/>
    <w:rsid w:val="00482396"/>
    <w:rsid w:val="004827AB"/>
    <w:rsid w:val="00483EBB"/>
    <w:rsid w:val="00483FD4"/>
    <w:rsid w:val="00484AD7"/>
    <w:rsid w:val="00493540"/>
    <w:rsid w:val="00497C7D"/>
    <w:rsid w:val="004B40DF"/>
    <w:rsid w:val="004B46B8"/>
    <w:rsid w:val="004B6412"/>
    <w:rsid w:val="004B77D4"/>
    <w:rsid w:val="004B7F25"/>
    <w:rsid w:val="004C0B4B"/>
    <w:rsid w:val="004C1C18"/>
    <w:rsid w:val="004C2530"/>
    <w:rsid w:val="004C4B03"/>
    <w:rsid w:val="004C7184"/>
    <w:rsid w:val="004D3B9F"/>
    <w:rsid w:val="004D45CB"/>
    <w:rsid w:val="004D5348"/>
    <w:rsid w:val="004D5632"/>
    <w:rsid w:val="004D59CD"/>
    <w:rsid w:val="004D7C39"/>
    <w:rsid w:val="004E47E4"/>
    <w:rsid w:val="004E6DA1"/>
    <w:rsid w:val="004F2284"/>
    <w:rsid w:val="004F27B2"/>
    <w:rsid w:val="00501E0F"/>
    <w:rsid w:val="00502483"/>
    <w:rsid w:val="005031F7"/>
    <w:rsid w:val="005108C9"/>
    <w:rsid w:val="00510D62"/>
    <w:rsid w:val="00513797"/>
    <w:rsid w:val="00513E0A"/>
    <w:rsid w:val="005162EB"/>
    <w:rsid w:val="00522159"/>
    <w:rsid w:val="00524FE9"/>
    <w:rsid w:val="00543EFA"/>
    <w:rsid w:val="00546FB3"/>
    <w:rsid w:val="00550CF9"/>
    <w:rsid w:val="00551657"/>
    <w:rsid w:val="00552A52"/>
    <w:rsid w:val="0055678E"/>
    <w:rsid w:val="005569AD"/>
    <w:rsid w:val="00566EBC"/>
    <w:rsid w:val="00570746"/>
    <w:rsid w:val="005715BA"/>
    <w:rsid w:val="00573343"/>
    <w:rsid w:val="0057339D"/>
    <w:rsid w:val="00573664"/>
    <w:rsid w:val="00575015"/>
    <w:rsid w:val="0057509D"/>
    <w:rsid w:val="005752E2"/>
    <w:rsid w:val="00575F29"/>
    <w:rsid w:val="00576418"/>
    <w:rsid w:val="005779AE"/>
    <w:rsid w:val="00580CA4"/>
    <w:rsid w:val="005817A2"/>
    <w:rsid w:val="00582C1D"/>
    <w:rsid w:val="00582CFC"/>
    <w:rsid w:val="0058316B"/>
    <w:rsid w:val="00585A74"/>
    <w:rsid w:val="00586C1D"/>
    <w:rsid w:val="00590C7F"/>
    <w:rsid w:val="00593AAE"/>
    <w:rsid w:val="00593AEA"/>
    <w:rsid w:val="00593F14"/>
    <w:rsid w:val="00594452"/>
    <w:rsid w:val="00594AF8"/>
    <w:rsid w:val="00594F75"/>
    <w:rsid w:val="005A2652"/>
    <w:rsid w:val="005B183A"/>
    <w:rsid w:val="005B29BD"/>
    <w:rsid w:val="005C2D06"/>
    <w:rsid w:val="005C3A4B"/>
    <w:rsid w:val="005C4A6E"/>
    <w:rsid w:val="005D2EF6"/>
    <w:rsid w:val="005D6572"/>
    <w:rsid w:val="005E0B8E"/>
    <w:rsid w:val="005E1118"/>
    <w:rsid w:val="005E143C"/>
    <w:rsid w:val="005E7F0F"/>
    <w:rsid w:val="005F1717"/>
    <w:rsid w:val="005F5404"/>
    <w:rsid w:val="0060097A"/>
    <w:rsid w:val="00603B66"/>
    <w:rsid w:val="00606709"/>
    <w:rsid w:val="0061161D"/>
    <w:rsid w:val="006161D7"/>
    <w:rsid w:val="00617E1C"/>
    <w:rsid w:val="0062139D"/>
    <w:rsid w:val="00621703"/>
    <w:rsid w:val="00623330"/>
    <w:rsid w:val="00631516"/>
    <w:rsid w:val="00631B89"/>
    <w:rsid w:val="00633C74"/>
    <w:rsid w:val="006367CA"/>
    <w:rsid w:val="0064259E"/>
    <w:rsid w:val="00643171"/>
    <w:rsid w:val="00647E37"/>
    <w:rsid w:val="00651466"/>
    <w:rsid w:val="00651689"/>
    <w:rsid w:val="00654485"/>
    <w:rsid w:val="00655666"/>
    <w:rsid w:val="00663E55"/>
    <w:rsid w:val="00664232"/>
    <w:rsid w:val="0066452A"/>
    <w:rsid w:val="0066613B"/>
    <w:rsid w:val="00666DB2"/>
    <w:rsid w:val="00667231"/>
    <w:rsid w:val="00671CFC"/>
    <w:rsid w:val="00675E4A"/>
    <w:rsid w:val="00681F88"/>
    <w:rsid w:val="00683540"/>
    <w:rsid w:val="006856DA"/>
    <w:rsid w:val="00685BE4"/>
    <w:rsid w:val="00693CEF"/>
    <w:rsid w:val="00693FFC"/>
    <w:rsid w:val="00694925"/>
    <w:rsid w:val="00697343"/>
    <w:rsid w:val="006A0917"/>
    <w:rsid w:val="006A1FFE"/>
    <w:rsid w:val="006A440A"/>
    <w:rsid w:val="006A4A25"/>
    <w:rsid w:val="006A6F58"/>
    <w:rsid w:val="006A78CC"/>
    <w:rsid w:val="006A7F5B"/>
    <w:rsid w:val="006B0F95"/>
    <w:rsid w:val="006B2EB1"/>
    <w:rsid w:val="006B7619"/>
    <w:rsid w:val="006C2E4F"/>
    <w:rsid w:val="006C3C24"/>
    <w:rsid w:val="006C5343"/>
    <w:rsid w:val="006D0CFB"/>
    <w:rsid w:val="006D2220"/>
    <w:rsid w:val="006D440A"/>
    <w:rsid w:val="006D4E25"/>
    <w:rsid w:val="006D6440"/>
    <w:rsid w:val="006D7F63"/>
    <w:rsid w:val="006E0FFD"/>
    <w:rsid w:val="006E2A3B"/>
    <w:rsid w:val="006E35D4"/>
    <w:rsid w:val="006E36E8"/>
    <w:rsid w:val="006E3BCE"/>
    <w:rsid w:val="006E41B8"/>
    <w:rsid w:val="006E5D4A"/>
    <w:rsid w:val="006E5E32"/>
    <w:rsid w:val="006F0FF1"/>
    <w:rsid w:val="006F41D0"/>
    <w:rsid w:val="006F7B07"/>
    <w:rsid w:val="00701EA5"/>
    <w:rsid w:val="0070596B"/>
    <w:rsid w:val="00705FBD"/>
    <w:rsid w:val="007076C1"/>
    <w:rsid w:val="00711154"/>
    <w:rsid w:val="00713DB6"/>
    <w:rsid w:val="00715A98"/>
    <w:rsid w:val="0072136D"/>
    <w:rsid w:val="00725E0E"/>
    <w:rsid w:val="0072615C"/>
    <w:rsid w:val="00730AF3"/>
    <w:rsid w:val="00730B89"/>
    <w:rsid w:val="00731F8C"/>
    <w:rsid w:val="007325E6"/>
    <w:rsid w:val="00734EA6"/>
    <w:rsid w:val="00736E4C"/>
    <w:rsid w:val="00737CCA"/>
    <w:rsid w:val="00737F98"/>
    <w:rsid w:val="00740BBA"/>
    <w:rsid w:val="00740FC3"/>
    <w:rsid w:val="00741576"/>
    <w:rsid w:val="00751AF1"/>
    <w:rsid w:val="007542D1"/>
    <w:rsid w:val="00757EBE"/>
    <w:rsid w:val="00760184"/>
    <w:rsid w:val="00760FA3"/>
    <w:rsid w:val="00762E3B"/>
    <w:rsid w:val="00762F46"/>
    <w:rsid w:val="00764E15"/>
    <w:rsid w:val="00770FDB"/>
    <w:rsid w:val="007723AC"/>
    <w:rsid w:val="00773526"/>
    <w:rsid w:val="00776185"/>
    <w:rsid w:val="00777A1C"/>
    <w:rsid w:val="00777BEF"/>
    <w:rsid w:val="00780E40"/>
    <w:rsid w:val="00784DAA"/>
    <w:rsid w:val="007858D6"/>
    <w:rsid w:val="00790024"/>
    <w:rsid w:val="007926FA"/>
    <w:rsid w:val="00792892"/>
    <w:rsid w:val="00793166"/>
    <w:rsid w:val="007964BC"/>
    <w:rsid w:val="0079723C"/>
    <w:rsid w:val="007A14A4"/>
    <w:rsid w:val="007A73C5"/>
    <w:rsid w:val="007B1E86"/>
    <w:rsid w:val="007B3804"/>
    <w:rsid w:val="007B6361"/>
    <w:rsid w:val="007B65A9"/>
    <w:rsid w:val="007B7266"/>
    <w:rsid w:val="007B7CC2"/>
    <w:rsid w:val="007C0E09"/>
    <w:rsid w:val="007C27DE"/>
    <w:rsid w:val="007C2DB9"/>
    <w:rsid w:val="007C474E"/>
    <w:rsid w:val="007C4D73"/>
    <w:rsid w:val="007C4E74"/>
    <w:rsid w:val="007D2893"/>
    <w:rsid w:val="007E00E1"/>
    <w:rsid w:val="007E0174"/>
    <w:rsid w:val="007E0820"/>
    <w:rsid w:val="007E14D8"/>
    <w:rsid w:val="007E460E"/>
    <w:rsid w:val="007E50DF"/>
    <w:rsid w:val="007E58DC"/>
    <w:rsid w:val="007E6E03"/>
    <w:rsid w:val="007E72E4"/>
    <w:rsid w:val="007F0C9E"/>
    <w:rsid w:val="007F1B25"/>
    <w:rsid w:val="007F23D1"/>
    <w:rsid w:val="007F43FC"/>
    <w:rsid w:val="007F4C33"/>
    <w:rsid w:val="007F56E4"/>
    <w:rsid w:val="007F63A5"/>
    <w:rsid w:val="007F670F"/>
    <w:rsid w:val="007F7B9E"/>
    <w:rsid w:val="0080284C"/>
    <w:rsid w:val="008048F1"/>
    <w:rsid w:val="008079D7"/>
    <w:rsid w:val="008122E5"/>
    <w:rsid w:val="00812A6B"/>
    <w:rsid w:val="00814E5D"/>
    <w:rsid w:val="0081615C"/>
    <w:rsid w:val="00816B49"/>
    <w:rsid w:val="00817FE5"/>
    <w:rsid w:val="00821F85"/>
    <w:rsid w:val="008238D6"/>
    <w:rsid w:val="00823A1D"/>
    <w:rsid w:val="00835DE7"/>
    <w:rsid w:val="008408A8"/>
    <w:rsid w:val="00841115"/>
    <w:rsid w:val="008439A0"/>
    <w:rsid w:val="0084430A"/>
    <w:rsid w:val="00847530"/>
    <w:rsid w:val="0085160D"/>
    <w:rsid w:val="008527DB"/>
    <w:rsid w:val="008553A7"/>
    <w:rsid w:val="0085691D"/>
    <w:rsid w:val="00864AFD"/>
    <w:rsid w:val="008668BC"/>
    <w:rsid w:val="00871406"/>
    <w:rsid w:val="0087196B"/>
    <w:rsid w:val="008731C4"/>
    <w:rsid w:val="00874B78"/>
    <w:rsid w:val="00875145"/>
    <w:rsid w:val="008772BB"/>
    <w:rsid w:val="00877875"/>
    <w:rsid w:val="00881474"/>
    <w:rsid w:val="008826B3"/>
    <w:rsid w:val="00890A32"/>
    <w:rsid w:val="00890F87"/>
    <w:rsid w:val="00891164"/>
    <w:rsid w:val="00893C91"/>
    <w:rsid w:val="00897792"/>
    <w:rsid w:val="008A2DD8"/>
    <w:rsid w:val="008A3661"/>
    <w:rsid w:val="008A78CC"/>
    <w:rsid w:val="008B505E"/>
    <w:rsid w:val="008B60D7"/>
    <w:rsid w:val="008C259E"/>
    <w:rsid w:val="008C5B22"/>
    <w:rsid w:val="008C7689"/>
    <w:rsid w:val="008D31AB"/>
    <w:rsid w:val="008D3665"/>
    <w:rsid w:val="008D560D"/>
    <w:rsid w:val="008D6906"/>
    <w:rsid w:val="008D6E62"/>
    <w:rsid w:val="008D75B7"/>
    <w:rsid w:val="008D7F8C"/>
    <w:rsid w:val="008E20EA"/>
    <w:rsid w:val="008E26FB"/>
    <w:rsid w:val="008E48BF"/>
    <w:rsid w:val="008E4C91"/>
    <w:rsid w:val="008E5C87"/>
    <w:rsid w:val="008E5D1B"/>
    <w:rsid w:val="008E5F53"/>
    <w:rsid w:val="008E6596"/>
    <w:rsid w:val="008E70B4"/>
    <w:rsid w:val="008F1A25"/>
    <w:rsid w:val="008F274D"/>
    <w:rsid w:val="008F27D5"/>
    <w:rsid w:val="008F3B80"/>
    <w:rsid w:val="008F4E6C"/>
    <w:rsid w:val="008F5476"/>
    <w:rsid w:val="008F5729"/>
    <w:rsid w:val="008F7677"/>
    <w:rsid w:val="00906BDA"/>
    <w:rsid w:val="009120CD"/>
    <w:rsid w:val="00912AFA"/>
    <w:rsid w:val="0091600C"/>
    <w:rsid w:val="00916621"/>
    <w:rsid w:val="00916664"/>
    <w:rsid w:val="009173A8"/>
    <w:rsid w:val="00920E0D"/>
    <w:rsid w:val="009212E5"/>
    <w:rsid w:val="0092209E"/>
    <w:rsid w:val="009247CF"/>
    <w:rsid w:val="00924BAD"/>
    <w:rsid w:val="00927615"/>
    <w:rsid w:val="009310D5"/>
    <w:rsid w:val="00932E73"/>
    <w:rsid w:val="00935C24"/>
    <w:rsid w:val="00936CB1"/>
    <w:rsid w:val="00940BE8"/>
    <w:rsid w:val="0094145D"/>
    <w:rsid w:val="0094162D"/>
    <w:rsid w:val="0094761C"/>
    <w:rsid w:val="00947782"/>
    <w:rsid w:val="00950189"/>
    <w:rsid w:val="00953DA4"/>
    <w:rsid w:val="009544E4"/>
    <w:rsid w:val="0095642C"/>
    <w:rsid w:val="0096010B"/>
    <w:rsid w:val="00960A62"/>
    <w:rsid w:val="0096127A"/>
    <w:rsid w:val="009649DA"/>
    <w:rsid w:val="0096511A"/>
    <w:rsid w:val="00965E55"/>
    <w:rsid w:val="00966540"/>
    <w:rsid w:val="00970650"/>
    <w:rsid w:val="00971EB7"/>
    <w:rsid w:val="00972430"/>
    <w:rsid w:val="00975914"/>
    <w:rsid w:val="00977CB1"/>
    <w:rsid w:val="0098138D"/>
    <w:rsid w:val="00981B8A"/>
    <w:rsid w:val="0098258A"/>
    <w:rsid w:val="00984370"/>
    <w:rsid w:val="00990649"/>
    <w:rsid w:val="009907C3"/>
    <w:rsid w:val="00994D3F"/>
    <w:rsid w:val="00996081"/>
    <w:rsid w:val="009A10D1"/>
    <w:rsid w:val="009A11D5"/>
    <w:rsid w:val="009A3C75"/>
    <w:rsid w:val="009A461B"/>
    <w:rsid w:val="009A6216"/>
    <w:rsid w:val="009A7CDD"/>
    <w:rsid w:val="009B0472"/>
    <w:rsid w:val="009B099D"/>
    <w:rsid w:val="009B26C4"/>
    <w:rsid w:val="009B4F59"/>
    <w:rsid w:val="009B5AA8"/>
    <w:rsid w:val="009B5F5D"/>
    <w:rsid w:val="009B7E08"/>
    <w:rsid w:val="009C5BF6"/>
    <w:rsid w:val="009C61B2"/>
    <w:rsid w:val="009D081E"/>
    <w:rsid w:val="009D39CB"/>
    <w:rsid w:val="009D4A1B"/>
    <w:rsid w:val="009E10C3"/>
    <w:rsid w:val="009E1AA2"/>
    <w:rsid w:val="009E1C78"/>
    <w:rsid w:val="009E48AB"/>
    <w:rsid w:val="009E6185"/>
    <w:rsid w:val="009F0A11"/>
    <w:rsid w:val="009F0D62"/>
    <w:rsid w:val="009F1219"/>
    <w:rsid w:val="009F5DB2"/>
    <w:rsid w:val="00A001D3"/>
    <w:rsid w:val="00A03F59"/>
    <w:rsid w:val="00A0553A"/>
    <w:rsid w:val="00A05EA6"/>
    <w:rsid w:val="00A065D2"/>
    <w:rsid w:val="00A1144A"/>
    <w:rsid w:val="00A12681"/>
    <w:rsid w:val="00A21625"/>
    <w:rsid w:val="00A245AE"/>
    <w:rsid w:val="00A24680"/>
    <w:rsid w:val="00A32CCD"/>
    <w:rsid w:val="00A351EB"/>
    <w:rsid w:val="00A3576B"/>
    <w:rsid w:val="00A36046"/>
    <w:rsid w:val="00A37579"/>
    <w:rsid w:val="00A40A8B"/>
    <w:rsid w:val="00A4200D"/>
    <w:rsid w:val="00A45311"/>
    <w:rsid w:val="00A459DE"/>
    <w:rsid w:val="00A52BC5"/>
    <w:rsid w:val="00A55EDC"/>
    <w:rsid w:val="00A607E2"/>
    <w:rsid w:val="00A61B14"/>
    <w:rsid w:val="00A63EEB"/>
    <w:rsid w:val="00A64F6B"/>
    <w:rsid w:val="00A6570D"/>
    <w:rsid w:val="00A678ED"/>
    <w:rsid w:val="00A67E13"/>
    <w:rsid w:val="00A70CE3"/>
    <w:rsid w:val="00A7278E"/>
    <w:rsid w:val="00A73602"/>
    <w:rsid w:val="00A74426"/>
    <w:rsid w:val="00A757C9"/>
    <w:rsid w:val="00A76782"/>
    <w:rsid w:val="00A77320"/>
    <w:rsid w:val="00A82638"/>
    <w:rsid w:val="00A83C20"/>
    <w:rsid w:val="00A842A3"/>
    <w:rsid w:val="00A8682B"/>
    <w:rsid w:val="00A86A92"/>
    <w:rsid w:val="00A87608"/>
    <w:rsid w:val="00A907F5"/>
    <w:rsid w:val="00A90B9A"/>
    <w:rsid w:val="00A94B16"/>
    <w:rsid w:val="00A95495"/>
    <w:rsid w:val="00A95978"/>
    <w:rsid w:val="00A9673D"/>
    <w:rsid w:val="00A9790E"/>
    <w:rsid w:val="00AA01DB"/>
    <w:rsid w:val="00AA134C"/>
    <w:rsid w:val="00AA2AD1"/>
    <w:rsid w:val="00AA5B2E"/>
    <w:rsid w:val="00AA5C0C"/>
    <w:rsid w:val="00AA6E3A"/>
    <w:rsid w:val="00AB038E"/>
    <w:rsid w:val="00AB2CD6"/>
    <w:rsid w:val="00AB42FB"/>
    <w:rsid w:val="00AB48E7"/>
    <w:rsid w:val="00AB6809"/>
    <w:rsid w:val="00AB7551"/>
    <w:rsid w:val="00AC0C78"/>
    <w:rsid w:val="00AC0D30"/>
    <w:rsid w:val="00AC16B1"/>
    <w:rsid w:val="00AC201A"/>
    <w:rsid w:val="00AC2295"/>
    <w:rsid w:val="00AC2828"/>
    <w:rsid w:val="00AC3A2B"/>
    <w:rsid w:val="00AC47CF"/>
    <w:rsid w:val="00AC4A31"/>
    <w:rsid w:val="00AC6301"/>
    <w:rsid w:val="00AD0CB9"/>
    <w:rsid w:val="00AD177B"/>
    <w:rsid w:val="00AD1B9F"/>
    <w:rsid w:val="00AD1F86"/>
    <w:rsid w:val="00AD2462"/>
    <w:rsid w:val="00AD54BD"/>
    <w:rsid w:val="00AD5708"/>
    <w:rsid w:val="00AD75C9"/>
    <w:rsid w:val="00AE44D2"/>
    <w:rsid w:val="00AE7931"/>
    <w:rsid w:val="00AF559C"/>
    <w:rsid w:val="00AF74CB"/>
    <w:rsid w:val="00B0099B"/>
    <w:rsid w:val="00B00A1A"/>
    <w:rsid w:val="00B01297"/>
    <w:rsid w:val="00B0631E"/>
    <w:rsid w:val="00B12234"/>
    <w:rsid w:val="00B12FA2"/>
    <w:rsid w:val="00B12FC5"/>
    <w:rsid w:val="00B134E5"/>
    <w:rsid w:val="00B14D91"/>
    <w:rsid w:val="00B16645"/>
    <w:rsid w:val="00B166DB"/>
    <w:rsid w:val="00B170FB"/>
    <w:rsid w:val="00B1759F"/>
    <w:rsid w:val="00B17D0A"/>
    <w:rsid w:val="00B207F8"/>
    <w:rsid w:val="00B22522"/>
    <w:rsid w:val="00B23B77"/>
    <w:rsid w:val="00B278B5"/>
    <w:rsid w:val="00B309C2"/>
    <w:rsid w:val="00B31546"/>
    <w:rsid w:val="00B319BE"/>
    <w:rsid w:val="00B33E01"/>
    <w:rsid w:val="00B33F03"/>
    <w:rsid w:val="00B35132"/>
    <w:rsid w:val="00B3610F"/>
    <w:rsid w:val="00B379C5"/>
    <w:rsid w:val="00B4328A"/>
    <w:rsid w:val="00B5032A"/>
    <w:rsid w:val="00B51EF8"/>
    <w:rsid w:val="00B527C7"/>
    <w:rsid w:val="00B52F5E"/>
    <w:rsid w:val="00B53FCC"/>
    <w:rsid w:val="00B5542C"/>
    <w:rsid w:val="00B57064"/>
    <w:rsid w:val="00B62F6E"/>
    <w:rsid w:val="00B639A9"/>
    <w:rsid w:val="00B66658"/>
    <w:rsid w:val="00B80258"/>
    <w:rsid w:val="00B80281"/>
    <w:rsid w:val="00B809E2"/>
    <w:rsid w:val="00B81270"/>
    <w:rsid w:val="00B82AD1"/>
    <w:rsid w:val="00B83E98"/>
    <w:rsid w:val="00B86716"/>
    <w:rsid w:val="00B86BF9"/>
    <w:rsid w:val="00B87A0A"/>
    <w:rsid w:val="00B9042E"/>
    <w:rsid w:val="00B923C4"/>
    <w:rsid w:val="00B93132"/>
    <w:rsid w:val="00B93161"/>
    <w:rsid w:val="00B9420E"/>
    <w:rsid w:val="00B94AF0"/>
    <w:rsid w:val="00B94B6B"/>
    <w:rsid w:val="00B94DC9"/>
    <w:rsid w:val="00BA1210"/>
    <w:rsid w:val="00BA5E18"/>
    <w:rsid w:val="00BA6ADF"/>
    <w:rsid w:val="00BA722E"/>
    <w:rsid w:val="00BB04D1"/>
    <w:rsid w:val="00BB2317"/>
    <w:rsid w:val="00BB3DFB"/>
    <w:rsid w:val="00BB4E97"/>
    <w:rsid w:val="00BB554B"/>
    <w:rsid w:val="00BB7E79"/>
    <w:rsid w:val="00BC0A69"/>
    <w:rsid w:val="00BC2055"/>
    <w:rsid w:val="00BC3865"/>
    <w:rsid w:val="00BC3E33"/>
    <w:rsid w:val="00BD0589"/>
    <w:rsid w:val="00BD0628"/>
    <w:rsid w:val="00BD0FB3"/>
    <w:rsid w:val="00BD2BB6"/>
    <w:rsid w:val="00BD326E"/>
    <w:rsid w:val="00BD4E9E"/>
    <w:rsid w:val="00BD748B"/>
    <w:rsid w:val="00BE11B6"/>
    <w:rsid w:val="00BE1965"/>
    <w:rsid w:val="00BE34FB"/>
    <w:rsid w:val="00BE3BC1"/>
    <w:rsid w:val="00BE538D"/>
    <w:rsid w:val="00BE59E5"/>
    <w:rsid w:val="00BE6A52"/>
    <w:rsid w:val="00BE7963"/>
    <w:rsid w:val="00BF1BF9"/>
    <w:rsid w:val="00BF2673"/>
    <w:rsid w:val="00BF3069"/>
    <w:rsid w:val="00BF33BC"/>
    <w:rsid w:val="00BF44DF"/>
    <w:rsid w:val="00BF6BF7"/>
    <w:rsid w:val="00C00D15"/>
    <w:rsid w:val="00C021E1"/>
    <w:rsid w:val="00C040BB"/>
    <w:rsid w:val="00C05D59"/>
    <w:rsid w:val="00C06049"/>
    <w:rsid w:val="00C10143"/>
    <w:rsid w:val="00C12252"/>
    <w:rsid w:val="00C12DDD"/>
    <w:rsid w:val="00C16B56"/>
    <w:rsid w:val="00C20E06"/>
    <w:rsid w:val="00C22D9A"/>
    <w:rsid w:val="00C25314"/>
    <w:rsid w:val="00C26C35"/>
    <w:rsid w:val="00C3216D"/>
    <w:rsid w:val="00C36F46"/>
    <w:rsid w:val="00C40D2A"/>
    <w:rsid w:val="00C428B6"/>
    <w:rsid w:val="00C5152F"/>
    <w:rsid w:val="00C565DF"/>
    <w:rsid w:val="00C5720F"/>
    <w:rsid w:val="00C674F6"/>
    <w:rsid w:val="00C67C1B"/>
    <w:rsid w:val="00C7040B"/>
    <w:rsid w:val="00C71314"/>
    <w:rsid w:val="00C7247C"/>
    <w:rsid w:val="00C74880"/>
    <w:rsid w:val="00C74CF7"/>
    <w:rsid w:val="00C805FE"/>
    <w:rsid w:val="00C81315"/>
    <w:rsid w:val="00C833E7"/>
    <w:rsid w:val="00C853E1"/>
    <w:rsid w:val="00C91DB9"/>
    <w:rsid w:val="00C92640"/>
    <w:rsid w:val="00C93807"/>
    <w:rsid w:val="00C943F9"/>
    <w:rsid w:val="00C9457F"/>
    <w:rsid w:val="00C96F3A"/>
    <w:rsid w:val="00CA031A"/>
    <w:rsid w:val="00CA1E28"/>
    <w:rsid w:val="00CA2893"/>
    <w:rsid w:val="00CA3653"/>
    <w:rsid w:val="00CA5C5B"/>
    <w:rsid w:val="00CB15E8"/>
    <w:rsid w:val="00CB1FB8"/>
    <w:rsid w:val="00CB6AAC"/>
    <w:rsid w:val="00CC0DA0"/>
    <w:rsid w:val="00CC3018"/>
    <w:rsid w:val="00CD1821"/>
    <w:rsid w:val="00CD1AF5"/>
    <w:rsid w:val="00CD1CC3"/>
    <w:rsid w:val="00CD3F6C"/>
    <w:rsid w:val="00CD71BF"/>
    <w:rsid w:val="00CE17F5"/>
    <w:rsid w:val="00CE1AC1"/>
    <w:rsid w:val="00CE28E3"/>
    <w:rsid w:val="00CE7C2C"/>
    <w:rsid w:val="00CF1285"/>
    <w:rsid w:val="00CF5492"/>
    <w:rsid w:val="00D0383F"/>
    <w:rsid w:val="00D0536F"/>
    <w:rsid w:val="00D0697C"/>
    <w:rsid w:val="00D21FA2"/>
    <w:rsid w:val="00D22FA1"/>
    <w:rsid w:val="00D23783"/>
    <w:rsid w:val="00D23BA6"/>
    <w:rsid w:val="00D27AB9"/>
    <w:rsid w:val="00D31C6F"/>
    <w:rsid w:val="00D377FF"/>
    <w:rsid w:val="00D40874"/>
    <w:rsid w:val="00D445B0"/>
    <w:rsid w:val="00D44E98"/>
    <w:rsid w:val="00D472FF"/>
    <w:rsid w:val="00D47478"/>
    <w:rsid w:val="00D52CD0"/>
    <w:rsid w:val="00D5594F"/>
    <w:rsid w:val="00D60AA6"/>
    <w:rsid w:val="00D60CE7"/>
    <w:rsid w:val="00D6176A"/>
    <w:rsid w:val="00D6306E"/>
    <w:rsid w:val="00D65D7E"/>
    <w:rsid w:val="00D66474"/>
    <w:rsid w:val="00D67E18"/>
    <w:rsid w:val="00D67E63"/>
    <w:rsid w:val="00D70771"/>
    <w:rsid w:val="00D71C05"/>
    <w:rsid w:val="00D819EE"/>
    <w:rsid w:val="00D82112"/>
    <w:rsid w:val="00D84EB1"/>
    <w:rsid w:val="00D85301"/>
    <w:rsid w:val="00D900B9"/>
    <w:rsid w:val="00D91331"/>
    <w:rsid w:val="00D92392"/>
    <w:rsid w:val="00D927DC"/>
    <w:rsid w:val="00D92EBE"/>
    <w:rsid w:val="00D93846"/>
    <w:rsid w:val="00D96C58"/>
    <w:rsid w:val="00D976E1"/>
    <w:rsid w:val="00DA2828"/>
    <w:rsid w:val="00DA3361"/>
    <w:rsid w:val="00DA4D2C"/>
    <w:rsid w:val="00DA6246"/>
    <w:rsid w:val="00DA7B2A"/>
    <w:rsid w:val="00DA7FEC"/>
    <w:rsid w:val="00DB0A2A"/>
    <w:rsid w:val="00DB1D10"/>
    <w:rsid w:val="00DB38CB"/>
    <w:rsid w:val="00DB3F4B"/>
    <w:rsid w:val="00DB4642"/>
    <w:rsid w:val="00DB5419"/>
    <w:rsid w:val="00DB5BC0"/>
    <w:rsid w:val="00DB6DCC"/>
    <w:rsid w:val="00DC278B"/>
    <w:rsid w:val="00DC34B3"/>
    <w:rsid w:val="00DC3905"/>
    <w:rsid w:val="00DC3A2F"/>
    <w:rsid w:val="00DC4FAB"/>
    <w:rsid w:val="00DC6441"/>
    <w:rsid w:val="00DC7463"/>
    <w:rsid w:val="00DC7E5B"/>
    <w:rsid w:val="00DC7E8B"/>
    <w:rsid w:val="00DD4261"/>
    <w:rsid w:val="00DD4970"/>
    <w:rsid w:val="00DD69EB"/>
    <w:rsid w:val="00DE1857"/>
    <w:rsid w:val="00DE1C60"/>
    <w:rsid w:val="00DE3D6A"/>
    <w:rsid w:val="00DE56C6"/>
    <w:rsid w:val="00DE6806"/>
    <w:rsid w:val="00DF0032"/>
    <w:rsid w:val="00DF14B7"/>
    <w:rsid w:val="00DF3406"/>
    <w:rsid w:val="00DF5439"/>
    <w:rsid w:val="00DF76D8"/>
    <w:rsid w:val="00E00918"/>
    <w:rsid w:val="00E00F67"/>
    <w:rsid w:val="00E02AC5"/>
    <w:rsid w:val="00E03473"/>
    <w:rsid w:val="00E115B8"/>
    <w:rsid w:val="00E172B3"/>
    <w:rsid w:val="00E23634"/>
    <w:rsid w:val="00E23888"/>
    <w:rsid w:val="00E25F67"/>
    <w:rsid w:val="00E277EE"/>
    <w:rsid w:val="00E2786D"/>
    <w:rsid w:val="00E279CB"/>
    <w:rsid w:val="00E27F66"/>
    <w:rsid w:val="00E30C6D"/>
    <w:rsid w:val="00E310E0"/>
    <w:rsid w:val="00E32415"/>
    <w:rsid w:val="00E333B9"/>
    <w:rsid w:val="00E35717"/>
    <w:rsid w:val="00E3598D"/>
    <w:rsid w:val="00E363A2"/>
    <w:rsid w:val="00E41377"/>
    <w:rsid w:val="00E45713"/>
    <w:rsid w:val="00E50317"/>
    <w:rsid w:val="00E5224F"/>
    <w:rsid w:val="00E54E36"/>
    <w:rsid w:val="00E563B9"/>
    <w:rsid w:val="00E575C7"/>
    <w:rsid w:val="00E61073"/>
    <w:rsid w:val="00E62084"/>
    <w:rsid w:val="00E70573"/>
    <w:rsid w:val="00E7070C"/>
    <w:rsid w:val="00E72321"/>
    <w:rsid w:val="00E73353"/>
    <w:rsid w:val="00E74327"/>
    <w:rsid w:val="00E81196"/>
    <w:rsid w:val="00E8270B"/>
    <w:rsid w:val="00E82EEC"/>
    <w:rsid w:val="00E86C5A"/>
    <w:rsid w:val="00E9049A"/>
    <w:rsid w:val="00E92014"/>
    <w:rsid w:val="00E9204A"/>
    <w:rsid w:val="00E925C4"/>
    <w:rsid w:val="00E932CA"/>
    <w:rsid w:val="00E94661"/>
    <w:rsid w:val="00E95301"/>
    <w:rsid w:val="00E96DCF"/>
    <w:rsid w:val="00E97710"/>
    <w:rsid w:val="00EA0B09"/>
    <w:rsid w:val="00EA1932"/>
    <w:rsid w:val="00EA234B"/>
    <w:rsid w:val="00EA7E7F"/>
    <w:rsid w:val="00EB3EE9"/>
    <w:rsid w:val="00EB4C99"/>
    <w:rsid w:val="00EB51B1"/>
    <w:rsid w:val="00EB5C38"/>
    <w:rsid w:val="00EB7F9E"/>
    <w:rsid w:val="00EC4ACE"/>
    <w:rsid w:val="00EC6790"/>
    <w:rsid w:val="00ED1DA9"/>
    <w:rsid w:val="00ED4F47"/>
    <w:rsid w:val="00ED5B69"/>
    <w:rsid w:val="00EE2A51"/>
    <w:rsid w:val="00EE2DD9"/>
    <w:rsid w:val="00EE30C3"/>
    <w:rsid w:val="00EE37F3"/>
    <w:rsid w:val="00EE4196"/>
    <w:rsid w:val="00EE447A"/>
    <w:rsid w:val="00EE5F7E"/>
    <w:rsid w:val="00EE7452"/>
    <w:rsid w:val="00EF0F3F"/>
    <w:rsid w:val="00EF187E"/>
    <w:rsid w:val="00EF380D"/>
    <w:rsid w:val="00EF5237"/>
    <w:rsid w:val="00EF71AC"/>
    <w:rsid w:val="00EF7580"/>
    <w:rsid w:val="00F01D92"/>
    <w:rsid w:val="00F048C4"/>
    <w:rsid w:val="00F068D8"/>
    <w:rsid w:val="00F06DC6"/>
    <w:rsid w:val="00F102F0"/>
    <w:rsid w:val="00F11C44"/>
    <w:rsid w:val="00F14CA3"/>
    <w:rsid w:val="00F14EA1"/>
    <w:rsid w:val="00F21B7A"/>
    <w:rsid w:val="00F239C1"/>
    <w:rsid w:val="00F25361"/>
    <w:rsid w:val="00F25448"/>
    <w:rsid w:val="00F2557A"/>
    <w:rsid w:val="00F26318"/>
    <w:rsid w:val="00F27BAD"/>
    <w:rsid w:val="00F36600"/>
    <w:rsid w:val="00F41389"/>
    <w:rsid w:val="00F45ACB"/>
    <w:rsid w:val="00F45FF5"/>
    <w:rsid w:val="00F46D3D"/>
    <w:rsid w:val="00F47FF5"/>
    <w:rsid w:val="00F52D30"/>
    <w:rsid w:val="00F57644"/>
    <w:rsid w:val="00F57855"/>
    <w:rsid w:val="00F60A26"/>
    <w:rsid w:val="00F61B90"/>
    <w:rsid w:val="00F63F8B"/>
    <w:rsid w:val="00F65A65"/>
    <w:rsid w:val="00F65D2E"/>
    <w:rsid w:val="00F7071C"/>
    <w:rsid w:val="00F71DB8"/>
    <w:rsid w:val="00F8097A"/>
    <w:rsid w:val="00F81B8B"/>
    <w:rsid w:val="00F8262F"/>
    <w:rsid w:val="00F82721"/>
    <w:rsid w:val="00F8286E"/>
    <w:rsid w:val="00F83FEC"/>
    <w:rsid w:val="00F84F87"/>
    <w:rsid w:val="00F85DAE"/>
    <w:rsid w:val="00F86A37"/>
    <w:rsid w:val="00F92A61"/>
    <w:rsid w:val="00F92FAE"/>
    <w:rsid w:val="00F93975"/>
    <w:rsid w:val="00F95BB1"/>
    <w:rsid w:val="00F96139"/>
    <w:rsid w:val="00F96DBB"/>
    <w:rsid w:val="00FA016A"/>
    <w:rsid w:val="00FA1221"/>
    <w:rsid w:val="00FA4B83"/>
    <w:rsid w:val="00FA69AD"/>
    <w:rsid w:val="00FA761D"/>
    <w:rsid w:val="00FB2437"/>
    <w:rsid w:val="00FB2A2B"/>
    <w:rsid w:val="00FB3FD4"/>
    <w:rsid w:val="00FC05F7"/>
    <w:rsid w:val="00FC0B5E"/>
    <w:rsid w:val="00FC3245"/>
    <w:rsid w:val="00FC3329"/>
    <w:rsid w:val="00FC5AE4"/>
    <w:rsid w:val="00FC5B8B"/>
    <w:rsid w:val="00FC6553"/>
    <w:rsid w:val="00FC7F3D"/>
    <w:rsid w:val="00FD0317"/>
    <w:rsid w:val="00FD04C2"/>
    <w:rsid w:val="00FD0BFE"/>
    <w:rsid w:val="00FD0F01"/>
    <w:rsid w:val="00FD163F"/>
    <w:rsid w:val="00FD2D8D"/>
    <w:rsid w:val="00FD613D"/>
    <w:rsid w:val="00FE16F1"/>
    <w:rsid w:val="00FE235D"/>
    <w:rsid w:val="00FE5092"/>
    <w:rsid w:val="00FE514C"/>
    <w:rsid w:val="00FE7C87"/>
    <w:rsid w:val="00FF0331"/>
    <w:rsid w:val="00FF281F"/>
    <w:rsid w:val="00FF4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5F4D43F"/>
  <w15:chartTrackingRefBased/>
  <w15:docId w15:val="{67564FDF-C47C-8543-A654-A35FAD95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A63EEB"/>
    <w:pPr>
      <w:spacing w:before="120" w:after="240"/>
    </w:pPr>
    <w:rPr>
      <w:rFonts w:ascii="Arial" w:hAnsi="Arial"/>
      <w:szCs w:val="24"/>
    </w:rPr>
  </w:style>
  <w:style w:type="paragraph" w:styleId="Heading1">
    <w:name w:val="heading 1"/>
    <w:basedOn w:val="Normal"/>
    <w:next w:val="Normal"/>
    <w:link w:val="Heading1Char"/>
    <w:qFormat/>
    <w:rsid w:val="004827AB"/>
    <w:pPr>
      <w:keepNext/>
      <w:spacing w:before="240" w:after="120"/>
      <w:outlineLvl w:val="0"/>
    </w:pPr>
    <w:rPr>
      <w:b/>
      <w:bCs/>
      <w:color w:val="365F91"/>
      <w:sz w:val="22"/>
    </w:rPr>
  </w:style>
  <w:style w:type="paragraph" w:styleId="Heading2">
    <w:name w:val="heading 2"/>
    <w:basedOn w:val="Normal"/>
    <w:next w:val="Normal"/>
    <w:qFormat/>
    <w:pPr>
      <w:keepNext/>
      <w:spacing w:line="360" w:lineRule="auto"/>
      <w:outlineLvl w:val="1"/>
    </w:pPr>
    <w:rPr>
      <w:rFonts w:ascii="Albertus Extra Bold" w:hAnsi="Albertus Extra Bold"/>
      <w:b/>
      <w:bCs/>
    </w:rPr>
  </w:style>
  <w:style w:type="paragraph" w:styleId="Heading3">
    <w:name w:val="heading 3"/>
    <w:basedOn w:val="Normal"/>
    <w:next w:val="Normal"/>
    <w:qFormat/>
    <w:pPr>
      <w:keepNext/>
      <w:autoSpaceDE w:val="0"/>
      <w:autoSpaceDN w:val="0"/>
      <w:adjustRightInd w:val="0"/>
      <w:outlineLvl w:val="2"/>
    </w:pPr>
    <w:rPr>
      <w:rFonts w:cs="Arial"/>
      <w:b/>
      <w:bCs/>
      <w:sz w:val="22"/>
      <w:szCs w:val="16"/>
    </w:rPr>
  </w:style>
  <w:style w:type="paragraph" w:styleId="Heading4">
    <w:name w:val="heading 4"/>
    <w:basedOn w:val="Normal"/>
    <w:next w:val="Normal"/>
    <w:qFormat/>
    <w:pPr>
      <w:keepNext/>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9E5"/>
    <w:rPr>
      <w:b/>
      <w:bCs/>
      <w:color w:val="365F91"/>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540"/>
      </w:tabs>
      <w:ind w:left="900"/>
    </w:pPr>
    <w:rPr>
      <w:b/>
      <w:bCs/>
      <w:color w:val="FF0000"/>
      <w:szCs w:val="1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BodyTextIndent2">
    <w:name w:val="Body Text Indent 2"/>
    <w:basedOn w:val="Normal"/>
    <w:pPr>
      <w:ind w:left="2880" w:hanging="2160"/>
    </w:p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Indent3">
    <w:name w:val="Body Text Indent 3"/>
    <w:basedOn w:val="Normal"/>
    <w:pPr>
      <w:ind w:left="360"/>
    </w:pPr>
  </w:style>
  <w:style w:type="paragraph" w:styleId="BalloonText">
    <w:name w:val="Balloon Text"/>
    <w:basedOn w:val="Normal"/>
    <w:semiHidden/>
    <w:rsid w:val="002F2656"/>
    <w:rPr>
      <w:rFonts w:ascii="Tahoma" w:hAnsi="Tahoma" w:cs="Tahoma"/>
      <w:sz w:val="16"/>
      <w:szCs w:val="16"/>
    </w:rPr>
  </w:style>
  <w:style w:type="table" w:styleId="TableGrid">
    <w:name w:val="Table Grid"/>
    <w:basedOn w:val="TableNormal"/>
    <w:rsid w:val="00881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17E9"/>
    <w:rPr>
      <w:sz w:val="16"/>
      <w:szCs w:val="16"/>
    </w:rPr>
  </w:style>
  <w:style w:type="paragraph" w:styleId="CommentText">
    <w:name w:val="annotation text"/>
    <w:basedOn w:val="Normal"/>
    <w:link w:val="CommentTextChar"/>
    <w:rsid w:val="008817E9"/>
    <w:rPr>
      <w:szCs w:val="20"/>
    </w:rPr>
  </w:style>
  <w:style w:type="character" w:customStyle="1" w:styleId="CommentTextChar">
    <w:name w:val="Comment Text Char"/>
    <w:basedOn w:val="DefaultParagraphFont"/>
    <w:link w:val="CommentText"/>
    <w:rsid w:val="008817E9"/>
  </w:style>
  <w:style w:type="paragraph" w:styleId="CommentSubject">
    <w:name w:val="annotation subject"/>
    <w:basedOn w:val="CommentText"/>
    <w:next w:val="CommentText"/>
    <w:link w:val="CommentSubjectChar"/>
    <w:rsid w:val="008817E9"/>
    <w:rPr>
      <w:b/>
      <w:bCs/>
      <w:lang w:val="x-none" w:eastAsia="x-none"/>
    </w:rPr>
  </w:style>
  <w:style w:type="character" w:customStyle="1" w:styleId="CommentSubjectChar">
    <w:name w:val="Comment Subject Char"/>
    <w:link w:val="CommentSubject"/>
    <w:rsid w:val="008817E9"/>
    <w:rPr>
      <w:b/>
      <w:bCs/>
    </w:rPr>
  </w:style>
  <w:style w:type="paragraph" w:customStyle="1" w:styleId="ColorfulShading-Accent11">
    <w:name w:val="Colorful Shading - Accent 11"/>
    <w:hidden/>
    <w:uiPriority w:val="99"/>
    <w:semiHidden/>
    <w:rsid w:val="008817E9"/>
    <w:rPr>
      <w:sz w:val="24"/>
      <w:szCs w:val="24"/>
    </w:rPr>
  </w:style>
  <w:style w:type="character" w:customStyle="1" w:styleId="FooterChar">
    <w:name w:val="Footer Char"/>
    <w:link w:val="Footer"/>
    <w:uiPriority w:val="99"/>
    <w:rsid w:val="00D04420"/>
    <w:rPr>
      <w:sz w:val="24"/>
      <w:szCs w:val="24"/>
    </w:rPr>
  </w:style>
  <w:style w:type="character" w:styleId="Emphasis">
    <w:name w:val="Emphasis"/>
    <w:qFormat/>
    <w:rsid w:val="00F26318"/>
    <w:rPr>
      <w:rFonts w:ascii="Arial" w:hAnsi="Arial"/>
      <w:b w:val="0"/>
      <w:i/>
      <w:iCs/>
      <w:color w:val="auto"/>
      <w:sz w:val="16"/>
    </w:rPr>
  </w:style>
  <w:style w:type="character" w:styleId="Strong">
    <w:name w:val="Strong"/>
    <w:uiPriority w:val="22"/>
    <w:qFormat/>
    <w:rsid w:val="00DA3361"/>
    <w:rPr>
      <w:b/>
      <w:bCs/>
    </w:rPr>
  </w:style>
  <w:style w:type="character" w:customStyle="1" w:styleId="PlainTable31">
    <w:name w:val="Plain Table 31"/>
    <w:aliases w:val="Subhead black"/>
    <w:uiPriority w:val="19"/>
    <w:qFormat/>
    <w:rsid w:val="00BE59E5"/>
    <w:rPr>
      <w:rFonts w:ascii="Arial" w:hAnsi="Arial"/>
      <w:b/>
      <w:i w:val="0"/>
      <w:iCs/>
      <w:color w:val="auto"/>
      <w:sz w:val="20"/>
    </w:rPr>
  </w:style>
  <w:style w:type="paragraph" w:styleId="Subtitle">
    <w:name w:val="Subtitle"/>
    <w:basedOn w:val="Normal"/>
    <w:next w:val="Normal"/>
    <w:link w:val="SubtitleChar"/>
    <w:qFormat/>
    <w:rsid w:val="00BE59E5"/>
    <w:pPr>
      <w:numPr>
        <w:ilvl w:val="1"/>
      </w:numPr>
    </w:pPr>
    <w:rPr>
      <w:iCs/>
      <w:spacing w:val="15"/>
      <w:sz w:val="28"/>
    </w:rPr>
  </w:style>
  <w:style w:type="character" w:customStyle="1" w:styleId="SubtitleChar">
    <w:name w:val="Subtitle Char"/>
    <w:link w:val="Subtitle"/>
    <w:rsid w:val="00BE59E5"/>
    <w:rPr>
      <w:rFonts w:ascii="Arial" w:eastAsia="Times New Roman" w:hAnsi="Arial" w:cs="Times New Roman"/>
      <w:iCs/>
      <w:spacing w:val="15"/>
      <w:sz w:val="28"/>
      <w:szCs w:val="24"/>
    </w:rPr>
  </w:style>
  <w:style w:type="paragraph" w:customStyle="1" w:styleId="CollateralIdentifier">
    <w:name w:val="Collateral Identifier"/>
    <w:basedOn w:val="Normal"/>
    <w:qFormat/>
    <w:rsid w:val="00AF74CB"/>
    <w:pPr>
      <w:framePr w:hSpace="180" w:wrap="around" w:vAnchor="text" w:hAnchor="page" w:x="2492" w:y="-47"/>
      <w:suppressOverlap/>
      <w:jc w:val="center"/>
    </w:pPr>
    <w:rPr>
      <w:rFonts w:ascii="Calibri Light" w:hAnsi="Calibri Light" w:cs="Calibri Light (Headings)"/>
      <w:spacing w:val="80"/>
      <w:sz w:val="24"/>
    </w:rPr>
  </w:style>
  <w:style w:type="paragraph" w:customStyle="1" w:styleId="Header1">
    <w:name w:val="Header1"/>
    <w:basedOn w:val="Normal"/>
    <w:qFormat/>
    <w:rsid w:val="00AF74CB"/>
    <w:rPr>
      <w:rFonts w:ascii="Arial Black" w:hAnsi="Arial Black" w:cs="Arial"/>
      <w:b/>
      <w:spacing w:val="-4"/>
      <w:sz w:val="32"/>
      <w:szCs w:val="32"/>
    </w:rPr>
  </w:style>
  <w:style w:type="paragraph" w:customStyle="1" w:styleId="Body">
    <w:name w:val="Body"/>
    <w:basedOn w:val="Normal"/>
    <w:qFormat/>
    <w:rsid w:val="00F27BAD"/>
    <w:pPr>
      <w:spacing w:before="240"/>
    </w:pPr>
  </w:style>
  <w:style w:type="paragraph" w:customStyle="1" w:styleId="copyright">
    <w:name w:val="copyright"/>
    <w:basedOn w:val="Normal"/>
    <w:uiPriority w:val="99"/>
    <w:rsid w:val="00F27BAD"/>
    <w:pPr>
      <w:autoSpaceDE w:val="0"/>
      <w:autoSpaceDN w:val="0"/>
      <w:adjustRightInd w:val="0"/>
      <w:spacing w:before="0" w:after="0" w:line="160" w:lineRule="atLeast"/>
      <w:textAlignment w:val="center"/>
    </w:pPr>
    <w:rPr>
      <w:rFonts w:ascii="Avenir Next W1G" w:hAnsi="Avenir Next W1G" w:cs="Avenir Next W1G"/>
      <w:color w:val="000000"/>
      <w:spacing w:val="-4"/>
      <w:sz w:val="14"/>
      <w:szCs w:val="14"/>
    </w:rPr>
  </w:style>
  <w:style w:type="paragraph" w:styleId="NormalWeb">
    <w:name w:val="Normal (Web)"/>
    <w:basedOn w:val="Normal"/>
    <w:uiPriority w:val="99"/>
    <w:unhideWhenUsed/>
    <w:rsid w:val="004735E0"/>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CA031A"/>
    <w:pPr>
      <w:spacing w:before="0" w:after="0"/>
      <w:ind w:left="720"/>
      <w:contextualSpacing/>
    </w:pPr>
    <w:rPr>
      <w:rFonts w:ascii="Cambria" w:eastAsia="MS Mincho" w:hAnsi="Cambria"/>
      <w:sz w:val="24"/>
    </w:rPr>
  </w:style>
  <w:style w:type="paragraph" w:styleId="Revision">
    <w:name w:val="Revision"/>
    <w:hidden/>
    <w:uiPriority w:val="99"/>
    <w:semiHidden/>
    <w:rsid w:val="00A245AE"/>
    <w:rPr>
      <w:rFonts w:ascii="Arial" w:hAnsi="Arial"/>
      <w:szCs w:val="24"/>
    </w:rPr>
  </w:style>
  <w:style w:type="character" w:styleId="UnresolvedMention">
    <w:name w:val="Unresolved Mention"/>
    <w:basedOn w:val="DefaultParagraphFont"/>
    <w:uiPriority w:val="47"/>
    <w:rsid w:val="0003159D"/>
    <w:rPr>
      <w:color w:val="605E5C"/>
      <w:shd w:val="clear" w:color="auto" w:fill="E1DFDD"/>
    </w:rPr>
  </w:style>
  <w:style w:type="character" w:customStyle="1" w:styleId="Heading1Char">
    <w:name w:val="Heading 1 Char"/>
    <w:basedOn w:val="DefaultParagraphFont"/>
    <w:link w:val="Heading1"/>
    <w:rsid w:val="001F2DCF"/>
    <w:rPr>
      <w:rFonts w:ascii="Arial" w:hAnsi="Arial"/>
      <w:b/>
      <w:bCs/>
      <w:color w:val="365F91"/>
      <w:sz w:val="22"/>
      <w:szCs w:val="24"/>
    </w:rPr>
  </w:style>
  <w:style w:type="character" w:customStyle="1" w:styleId="TitleChar">
    <w:name w:val="Title Char"/>
    <w:basedOn w:val="DefaultParagraphFont"/>
    <w:link w:val="Title"/>
    <w:rsid w:val="00513E0A"/>
    <w:rPr>
      <w:rFonts w:ascii="Arial" w:hAnsi="Arial"/>
      <w:b/>
      <w:bCs/>
      <w:color w:val="365F91"/>
      <w:sz w:val="28"/>
      <w:szCs w:val="24"/>
    </w:rPr>
  </w:style>
  <w:style w:type="character" w:styleId="PlaceholderText">
    <w:name w:val="Placeholder Text"/>
    <w:basedOn w:val="DefaultParagraphFont"/>
    <w:uiPriority w:val="99"/>
    <w:semiHidden/>
    <w:rsid w:val="002341E9"/>
    <w:rPr>
      <w:color w:val="666666"/>
    </w:rPr>
  </w:style>
  <w:style w:type="character" w:customStyle="1" w:styleId="apple-converted-space">
    <w:name w:val="apple-converted-space"/>
    <w:basedOn w:val="DefaultParagraphFont"/>
    <w:rsid w:val="00B31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47930">
      <w:bodyDiv w:val="1"/>
      <w:marLeft w:val="0"/>
      <w:marRight w:val="0"/>
      <w:marTop w:val="0"/>
      <w:marBottom w:val="0"/>
      <w:divBdr>
        <w:top w:val="none" w:sz="0" w:space="0" w:color="auto"/>
        <w:left w:val="none" w:sz="0" w:space="0" w:color="auto"/>
        <w:bottom w:val="none" w:sz="0" w:space="0" w:color="auto"/>
        <w:right w:val="none" w:sz="0" w:space="0" w:color="auto"/>
      </w:divBdr>
    </w:div>
    <w:div w:id="84882962">
      <w:bodyDiv w:val="1"/>
      <w:marLeft w:val="0"/>
      <w:marRight w:val="0"/>
      <w:marTop w:val="0"/>
      <w:marBottom w:val="0"/>
      <w:divBdr>
        <w:top w:val="none" w:sz="0" w:space="0" w:color="auto"/>
        <w:left w:val="none" w:sz="0" w:space="0" w:color="auto"/>
        <w:bottom w:val="none" w:sz="0" w:space="0" w:color="auto"/>
        <w:right w:val="none" w:sz="0" w:space="0" w:color="auto"/>
      </w:divBdr>
    </w:div>
    <w:div w:id="833567293">
      <w:bodyDiv w:val="1"/>
      <w:marLeft w:val="0"/>
      <w:marRight w:val="0"/>
      <w:marTop w:val="0"/>
      <w:marBottom w:val="0"/>
      <w:divBdr>
        <w:top w:val="none" w:sz="0" w:space="0" w:color="auto"/>
        <w:left w:val="none" w:sz="0" w:space="0" w:color="auto"/>
        <w:bottom w:val="none" w:sz="0" w:space="0" w:color="auto"/>
        <w:right w:val="none" w:sz="0" w:space="0" w:color="auto"/>
      </w:divBdr>
      <w:divsChild>
        <w:div w:id="507409501">
          <w:marLeft w:val="0"/>
          <w:marRight w:val="0"/>
          <w:marTop w:val="0"/>
          <w:marBottom w:val="0"/>
          <w:divBdr>
            <w:top w:val="none" w:sz="0" w:space="0" w:color="auto"/>
            <w:left w:val="none" w:sz="0" w:space="0" w:color="auto"/>
            <w:bottom w:val="none" w:sz="0" w:space="0" w:color="auto"/>
            <w:right w:val="none" w:sz="0" w:space="0" w:color="auto"/>
          </w:divBdr>
          <w:divsChild>
            <w:div w:id="1717005213">
              <w:marLeft w:val="0"/>
              <w:marRight w:val="0"/>
              <w:marTop w:val="0"/>
              <w:marBottom w:val="0"/>
              <w:divBdr>
                <w:top w:val="none" w:sz="0" w:space="0" w:color="auto"/>
                <w:left w:val="none" w:sz="0" w:space="0" w:color="auto"/>
                <w:bottom w:val="none" w:sz="0" w:space="0" w:color="auto"/>
                <w:right w:val="none" w:sz="0" w:space="0" w:color="auto"/>
              </w:divBdr>
              <w:divsChild>
                <w:div w:id="1334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05992">
      <w:bodyDiv w:val="1"/>
      <w:marLeft w:val="0"/>
      <w:marRight w:val="0"/>
      <w:marTop w:val="0"/>
      <w:marBottom w:val="0"/>
      <w:divBdr>
        <w:top w:val="none" w:sz="0" w:space="0" w:color="auto"/>
        <w:left w:val="none" w:sz="0" w:space="0" w:color="auto"/>
        <w:bottom w:val="none" w:sz="0" w:space="0" w:color="auto"/>
        <w:right w:val="none" w:sz="0" w:space="0" w:color="auto"/>
      </w:divBdr>
    </w:div>
    <w:div w:id="992485079">
      <w:bodyDiv w:val="1"/>
      <w:marLeft w:val="0"/>
      <w:marRight w:val="0"/>
      <w:marTop w:val="0"/>
      <w:marBottom w:val="0"/>
      <w:divBdr>
        <w:top w:val="none" w:sz="0" w:space="0" w:color="auto"/>
        <w:left w:val="none" w:sz="0" w:space="0" w:color="auto"/>
        <w:bottom w:val="none" w:sz="0" w:space="0" w:color="auto"/>
        <w:right w:val="none" w:sz="0" w:space="0" w:color="auto"/>
      </w:divBdr>
    </w:div>
    <w:div w:id="1419213651">
      <w:bodyDiv w:val="1"/>
      <w:marLeft w:val="0"/>
      <w:marRight w:val="0"/>
      <w:marTop w:val="0"/>
      <w:marBottom w:val="0"/>
      <w:divBdr>
        <w:top w:val="none" w:sz="0" w:space="0" w:color="auto"/>
        <w:left w:val="none" w:sz="0" w:space="0" w:color="auto"/>
        <w:bottom w:val="none" w:sz="0" w:space="0" w:color="auto"/>
        <w:right w:val="none" w:sz="0" w:space="0" w:color="auto"/>
      </w:divBdr>
    </w:div>
    <w:div w:id="1556504242">
      <w:bodyDiv w:val="1"/>
      <w:marLeft w:val="0"/>
      <w:marRight w:val="0"/>
      <w:marTop w:val="0"/>
      <w:marBottom w:val="0"/>
      <w:divBdr>
        <w:top w:val="none" w:sz="0" w:space="0" w:color="auto"/>
        <w:left w:val="none" w:sz="0" w:space="0" w:color="auto"/>
        <w:bottom w:val="none" w:sz="0" w:space="0" w:color="auto"/>
        <w:right w:val="none" w:sz="0" w:space="0" w:color="auto"/>
      </w:divBdr>
    </w:div>
    <w:div w:id="1909268398">
      <w:bodyDiv w:val="1"/>
      <w:marLeft w:val="0"/>
      <w:marRight w:val="0"/>
      <w:marTop w:val="0"/>
      <w:marBottom w:val="0"/>
      <w:divBdr>
        <w:top w:val="none" w:sz="0" w:space="0" w:color="auto"/>
        <w:left w:val="none" w:sz="0" w:space="0" w:color="auto"/>
        <w:bottom w:val="none" w:sz="0" w:space="0" w:color="auto"/>
        <w:right w:val="none" w:sz="0" w:space="0" w:color="auto"/>
      </w:divBdr>
    </w:div>
    <w:div w:id="208719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laru\Downloads\158835-JMP-Academic-Case-Study-template-upd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19F7-DFC1-0748-BF29-EB3EC0F6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C:\Users\lalaru\Downloads\158835-JMP-Academic-Case-Study-template-update.dot</Template>
  <TotalTime>386</TotalTime>
  <Pages>5</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Delis—I</vt:lpstr>
    </vt:vector>
  </TitlesOfParts>
  <Company>cob-ucd</Company>
  <LinksUpToDate>false</LinksUpToDate>
  <CharactersWithSpaces>4439</CharactersWithSpaces>
  <SharedDoc>false</SharedDoc>
  <HLinks>
    <vt:vector size="6" baseType="variant">
      <vt:variant>
        <vt:i4>4915284</vt:i4>
      </vt:variant>
      <vt:variant>
        <vt:i4>-1</vt:i4>
      </vt:variant>
      <vt:variant>
        <vt:i4>1029</vt:i4>
      </vt:variant>
      <vt:variant>
        <vt:i4>4</vt:i4>
      </vt:variant>
      <vt:variant>
        <vt:lpwstr>https://www.jmp.com/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Delis—I</dc:title>
  <dc:subject/>
  <dc:creator>Microsoft Office User</dc:creator>
  <cp:keywords/>
  <cp:lastModifiedBy>Kevin Potcner</cp:lastModifiedBy>
  <cp:revision>133</cp:revision>
  <cp:lastPrinted>2022-05-07T19:38:00Z</cp:lastPrinted>
  <dcterms:created xsi:type="dcterms:W3CDTF">2024-06-12T18:45:00Z</dcterms:created>
  <dcterms:modified xsi:type="dcterms:W3CDTF">2025-07-02T21:06:00Z</dcterms:modified>
</cp:coreProperties>
</file>